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3EA8B7FB" w14:textId="77777777" w:rsidTr="00660768">
        <w:trPr>
          <w:trHeight w:val="1843"/>
        </w:trPr>
        <w:tc>
          <w:tcPr>
            <w:tcW w:w="3969" w:type="dxa"/>
          </w:tcPr>
          <w:p w14:paraId="0A315B55" w14:textId="77777777" w:rsidR="0083797B" w:rsidRDefault="0083797B"/>
        </w:tc>
        <w:tc>
          <w:tcPr>
            <w:tcW w:w="3260" w:type="dxa"/>
          </w:tcPr>
          <w:p w14:paraId="228983B4" w14:textId="77777777" w:rsidR="0083797B" w:rsidRDefault="0083797B"/>
        </w:tc>
        <w:tc>
          <w:tcPr>
            <w:tcW w:w="2410" w:type="dxa"/>
          </w:tcPr>
          <w:p w14:paraId="108E503C" w14:textId="77777777" w:rsidR="0083797B" w:rsidRDefault="0083797B">
            <w:pPr>
              <w:pStyle w:val="a9"/>
            </w:pPr>
          </w:p>
        </w:tc>
      </w:tr>
      <w:tr w:rsidR="0083797B" w14:paraId="53B4F117" w14:textId="77777777" w:rsidTr="00660768">
        <w:trPr>
          <w:cantSplit/>
          <w:trHeight w:val="995"/>
        </w:trPr>
        <w:tc>
          <w:tcPr>
            <w:tcW w:w="3969" w:type="dxa"/>
          </w:tcPr>
          <w:p w14:paraId="69A6FC23" w14:textId="2EAA3573" w:rsidR="0083797B" w:rsidRPr="006A172A" w:rsidRDefault="006A172A" w:rsidP="00660768">
            <w:pPr>
              <w:pStyle w:val="af4"/>
              <w:spacing w:before="120"/>
              <w:rPr>
                <w:sz w:val="24"/>
                <w:szCs w:val="24"/>
              </w:rPr>
            </w:pPr>
            <w:bookmarkStart w:id="0" w:name="Дата"/>
            <w:bookmarkEnd w:id="0"/>
            <w:r w:rsidRPr="006A172A">
              <w:rPr>
                <w:szCs w:val="24"/>
              </w:rPr>
              <w:t>26 октября 2021 года</w:t>
            </w:r>
          </w:p>
        </w:tc>
        <w:tc>
          <w:tcPr>
            <w:tcW w:w="3260" w:type="dxa"/>
          </w:tcPr>
          <w:p w14:paraId="4623B064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232D8D3" w14:textId="52D14A8D" w:rsidR="0083797B" w:rsidRPr="006A172A" w:rsidRDefault="006A172A" w:rsidP="006A172A">
            <w:pPr>
              <w:pStyle w:val="a9"/>
              <w:spacing w:before="120"/>
              <w:ind w:firstLine="1168"/>
              <w:jc w:val="center"/>
              <w:rPr>
                <w:szCs w:val="24"/>
              </w:rPr>
            </w:pPr>
            <w:bookmarkStart w:id="1" w:name="Номер"/>
            <w:bookmarkEnd w:id="1"/>
            <w:r>
              <w:rPr>
                <w:szCs w:val="24"/>
              </w:rPr>
              <w:t>270</w:t>
            </w:r>
          </w:p>
        </w:tc>
      </w:tr>
      <w:tr w:rsidR="0083797B" w14:paraId="62336DDD" w14:textId="77777777" w:rsidTr="00660768">
        <w:trPr>
          <w:trHeight w:val="298"/>
        </w:trPr>
        <w:tc>
          <w:tcPr>
            <w:tcW w:w="3969" w:type="dxa"/>
          </w:tcPr>
          <w:p w14:paraId="5F91E269" w14:textId="77777777" w:rsidR="00C0135E" w:rsidRPr="0062320A" w:rsidRDefault="00C0135E" w:rsidP="00C0135E">
            <w:pPr>
              <w:pStyle w:val="a9"/>
            </w:pPr>
            <w:bookmarkStart w:id="2" w:name="Тема"/>
            <w:bookmarkEnd w:id="2"/>
            <w:r w:rsidRPr="0062320A">
              <w:t xml:space="preserve">О внесении изменений и                                                                  </w:t>
            </w:r>
          </w:p>
          <w:p w14:paraId="7AA7B4ED" w14:textId="77777777" w:rsidR="00C0135E" w:rsidRPr="0062320A" w:rsidRDefault="00C0135E" w:rsidP="00BA233F">
            <w:pPr>
              <w:pStyle w:val="a9"/>
              <w:ind w:right="-108"/>
            </w:pPr>
            <w:r w:rsidRPr="0062320A">
              <w:t xml:space="preserve">дополнений в решение                                                                </w:t>
            </w:r>
          </w:p>
          <w:p w14:paraId="0ED4DFB0" w14:textId="77777777" w:rsidR="00C0135E" w:rsidRPr="0062320A" w:rsidRDefault="00C0135E" w:rsidP="00C0135E">
            <w:pPr>
              <w:pStyle w:val="a9"/>
            </w:pPr>
            <w:r w:rsidRPr="0062320A">
              <w:t>Совета депутатов</w:t>
            </w:r>
          </w:p>
          <w:p w14:paraId="17961285" w14:textId="77777777" w:rsidR="00C0135E" w:rsidRPr="0062320A" w:rsidRDefault="00C0135E" w:rsidP="00C0135E">
            <w:pPr>
              <w:pStyle w:val="a9"/>
            </w:pPr>
            <w:r w:rsidRPr="0062320A">
              <w:t xml:space="preserve">Балахнинского </w:t>
            </w:r>
          </w:p>
          <w:p w14:paraId="735138E7" w14:textId="77777777" w:rsidR="00C0135E" w:rsidRPr="0062320A" w:rsidRDefault="00C0135E" w:rsidP="00C0135E">
            <w:pPr>
              <w:pStyle w:val="a9"/>
            </w:pPr>
            <w:r w:rsidRPr="0062320A">
              <w:t>муниципального округа</w:t>
            </w:r>
          </w:p>
          <w:p w14:paraId="0E00E5CA" w14:textId="77777777" w:rsidR="00C0135E" w:rsidRPr="0062320A" w:rsidRDefault="00C0135E" w:rsidP="00C0135E">
            <w:pPr>
              <w:pStyle w:val="a9"/>
            </w:pPr>
            <w:r w:rsidRPr="0062320A">
              <w:t xml:space="preserve">от 17.12.2020 № 96 «О бюджете Балахнинского муниципального округа на 2021 год и на плановый </w:t>
            </w:r>
          </w:p>
          <w:p w14:paraId="537C3133" w14:textId="77777777" w:rsidR="00C0135E" w:rsidRPr="0062320A" w:rsidRDefault="00C0135E" w:rsidP="00C0135E">
            <w:pPr>
              <w:pStyle w:val="a9"/>
            </w:pPr>
            <w:r w:rsidRPr="0062320A">
              <w:t xml:space="preserve">период 2022 и 2023 годов» </w:t>
            </w:r>
          </w:p>
          <w:p w14:paraId="0BD8A0C6" w14:textId="2BFB3112" w:rsidR="00AD26FA" w:rsidRPr="0062320A" w:rsidRDefault="00C0135E" w:rsidP="00AD26FA">
            <w:pPr>
              <w:pStyle w:val="a9"/>
              <w:rPr>
                <w:sz w:val="24"/>
                <w:szCs w:val="24"/>
              </w:rPr>
            </w:pPr>
            <w:r w:rsidRPr="0062320A">
              <w:rPr>
                <w:szCs w:val="28"/>
              </w:rPr>
              <w:t xml:space="preserve">(в редакции решения Совета депутатов от </w:t>
            </w:r>
            <w:r w:rsidR="004F0D03">
              <w:rPr>
                <w:szCs w:val="28"/>
              </w:rPr>
              <w:t>25</w:t>
            </w:r>
            <w:r w:rsidRPr="0062320A">
              <w:rPr>
                <w:szCs w:val="28"/>
              </w:rPr>
              <w:t>.0</w:t>
            </w:r>
            <w:r w:rsidR="004F0D03">
              <w:rPr>
                <w:szCs w:val="28"/>
              </w:rPr>
              <w:t>8</w:t>
            </w:r>
            <w:r w:rsidRPr="0062320A">
              <w:rPr>
                <w:szCs w:val="28"/>
              </w:rPr>
              <w:t>.2021 №</w:t>
            </w:r>
            <w:r w:rsidR="00DE2B69">
              <w:rPr>
                <w:szCs w:val="28"/>
              </w:rPr>
              <w:t>238</w:t>
            </w:r>
            <w:r w:rsidRPr="0062320A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109C7179" w14:textId="77777777" w:rsidR="0083797B" w:rsidRPr="0062320A" w:rsidRDefault="0083797B"/>
        </w:tc>
        <w:tc>
          <w:tcPr>
            <w:tcW w:w="2410" w:type="dxa"/>
          </w:tcPr>
          <w:p w14:paraId="5CB9E282" w14:textId="0ECD93BA" w:rsidR="0083797B" w:rsidRPr="00EC6513" w:rsidRDefault="0083797B"/>
        </w:tc>
      </w:tr>
    </w:tbl>
    <w:p w14:paraId="6A0AB2EA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377EAFF9" w14:textId="77777777" w:rsidR="0083797B" w:rsidRPr="00C0135E" w:rsidRDefault="0083797B">
      <w:pPr>
        <w:rPr>
          <w:sz w:val="24"/>
          <w:szCs w:val="24"/>
        </w:rPr>
      </w:pPr>
    </w:p>
    <w:p w14:paraId="1231ABB1" w14:textId="77777777" w:rsidR="00660768" w:rsidRPr="00C0135E" w:rsidRDefault="00660768">
      <w:pPr>
        <w:rPr>
          <w:sz w:val="24"/>
          <w:szCs w:val="24"/>
        </w:rPr>
      </w:pPr>
    </w:p>
    <w:p w14:paraId="16945CAD" w14:textId="77777777" w:rsidR="0083797B" w:rsidRPr="00660768" w:rsidRDefault="0083797B">
      <w:pPr>
        <w:rPr>
          <w:sz w:val="24"/>
          <w:szCs w:val="24"/>
        </w:rPr>
      </w:pPr>
    </w:p>
    <w:p w14:paraId="54B4153D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E9650D6" w14:textId="77777777" w:rsidR="00AD26FA" w:rsidRDefault="00AD26FA" w:rsidP="00BA233F">
      <w:pPr>
        <w:pStyle w:val="11"/>
        <w:ind w:firstLine="709"/>
        <w:jc w:val="both"/>
      </w:pPr>
      <w:bookmarkStart w:id="3" w:name="Содержание"/>
      <w:bookmarkEnd w:id="3"/>
    </w:p>
    <w:p w14:paraId="47A7FEA7" w14:textId="77777777" w:rsidR="00AD26FA" w:rsidRDefault="00AD26FA" w:rsidP="00BA233F">
      <w:pPr>
        <w:pStyle w:val="11"/>
        <w:ind w:firstLine="709"/>
        <w:jc w:val="both"/>
      </w:pPr>
    </w:p>
    <w:p w14:paraId="12E12F80" w14:textId="77777777" w:rsidR="00AD26FA" w:rsidRDefault="00AD26FA" w:rsidP="00BA233F">
      <w:pPr>
        <w:pStyle w:val="11"/>
        <w:ind w:firstLine="709"/>
        <w:jc w:val="both"/>
      </w:pPr>
    </w:p>
    <w:p w14:paraId="1B9FAE70" w14:textId="392AEC0B" w:rsidR="00BA233F" w:rsidRPr="00BA233F" w:rsidRDefault="00BA233F" w:rsidP="00BA233F">
      <w:pPr>
        <w:pStyle w:val="11"/>
        <w:ind w:firstLine="709"/>
        <w:jc w:val="both"/>
      </w:pPr>
      <w:r w:rsidRPr="00BA233F">
        <w:t>На основании пункта 2 статьи 83 Бюджетного коде</w:t>
      </w:r>
      <w:r w:rsidR="006F2754">
        <w:t>кса Российской Федерации, статьями</w:t>
      </w:r>
      <w:r w:rsidRPr="00BA233F">
        <w:t xml:space="preserve"> </w:t>
      </w:r>
      <w:r w:rsidRPr="006F2754">
        <w:t>1</w:t>
      </w:r>
      <w:r w:rsidR="006F2754" w:rsidRPr="006F2754">
        <w:t>3</w:t>
      </w:r>
      <w:r w:rsidRPr="006F2754">
        <w:t>,</w:t>
      </w:r>
      <w:r w:rsidR="006F2754" w:rsidRPr="006F2754">
        <w:t xml:space="preserve"> </w:t>
      </w:r>
      <w:r w:rsidRPr="006F2754">
        <w:t>3</w:t>
      </w:r>
      <w:r w:rsidR="006F2754" w:rsidRPr="006F2754">
        <w:t>7</w:t>
      </w:r>
      <w:r w:rsidRPr="00BA233F">
        <w:t xml:space="preserve"> 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Pr="00BA233F">
        <w:t xml:space="preserve">муниципальном </w:t>
      </w:r>
      <w:r w:rsidR="006F2754">
        <w:t>округе</w:t>
      </w:r>
      <w:r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Pr="00BA233F">
        <w:t xml:space="preserve">от </w:t>
      </w:r>
      <w:r w:rsidR="006F2754">
        <w:t>22</w:t>
      </w:r>
      <w:r w:rsidRPr="00BA233F">
        <w:t>.</w:t>
      </w:r>
      <w:r w:rsidR="006F2754">
        <w:t>10</w:t>
      </w:r>
      <w:r w:rsidRPr="00BA233F">
        <w:t>.20</w:t>
      </w:r>
      <w:r w:rsidR="006F2754">
        <w:t>20</w:t>
      </w:r>
      <w:r w:rsidRPr="00BA233F">
        <w:t xml:space="preserve"> №</w:t>
      </w:r>
      <w:r w:rsidR="006A172A">
        <w:t xml:space="preserve"> </w:t>
      </w:r>
      <w:r w:rsidR="006F2754">
        <w:t>40</w:t>
      </w:r>
      <w:r w:rsidRPr="00BA233F">
        <w:t>,</w:t>
      </w:r>
    </w:p>
    <w:p w14:paraId="57F3BA08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3C34995A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48EBE05F" w14:textId="77777777" w:rsidR="00C0135E" w:rsidRPr="007836D6" w:rsidRDefault="00C0135E" w:rsidP="00C0135E">
      <w:pPr>
        <w:pStyle w:val="11"/>
      </w:pPr>
    </w:p>
    <w:p w14:paraId="1C0B6BB7" w14:textId="4D3E4EC8" w:rsidR="00C0135E" w:rsidRPr="007836D6" w:rsidRDefault="00C0135E" w:rsidP="00182CA8">
      <w:pPr>
        <w:pStyle w:val="11"/>
        <w:ind w:firstLine="709"/>
        <w:jc w:val="both"/>
      </w:pPr>
      <w:r w:rsidRPr="007836D6">
        <w:t>1. Внести в решение Совета депутатов Балахнинского муниципального округа от 17.12.2020 № 96 «О бюджете Балахнинского муниципального округа на 2021 год и на плановый период 2022 и 2023 годов» (</w:t>
      </w:r>
      <w:r w:rsidRPr="007836D6">
        <w:rPr>
          <w:szCs w:val="28"/>
        </w:rPr>
        <w:t xml:space="preserve">в редакции решения Совета депутатов от </w:t>
      </w:r>
      <w:r w:rsidR="00F30444" w:rsidRPr="007836D6">
        <w:rPr>
          <w:szCs w:val="28"/>
        </w:rPr>
        <w:t>25</w:t>
      </w:r>
      <w:r w:rsidRPr="007836D6">
        <w:rPr>
          <w:szCs w:val="28"/>
        </w:rPr>
        <w:t>.0</w:t>
      </w:r>
      <w:r w:rsidR="00F30444" w:rsidRPr="007836D6">
        <w:rPr>
          <w:szCs w:val="28"/>
        </w:rPr>
        <w:t>8</w:t>
      </w:r>
      <w:r w:rsidRPr="007836D6">
        <w:rPr>
          <w:szCs w:val="28"/>
        </w:rPr>
        <w:t>.2021 №</w:t>
      </w:r>
      <w:r w:rsidR="00611DB3" w:rsidRPr="007836D6">
        <w:rPr>
          <w:szCs w:val="28"/>
        </w:rPr>
        <w:t>2</w:t>
      </w:r>
      <w:r w:rsidR="00F30444" w:rsidRPr="007836D6">
        <w:rPr>
          <w:szCs w:val="28"/>
        </w:rPr>
        <w:t>38</w:t>
      </w:r>
      <w:r w:rsidRPr="007836D6">
        <w:rPr>
          <w:szCs w:val="28"/>
        </w:rPr>
        <w:t xml:space="preserve">) </w:t>
      </w:r>
      <w:r w:rsidRPr="007836D6">
        <w:t>следующие изменения и дополнения:</w:t>
      </w:r>
    </w:p>
    <w:p w14:paraId="7D2FFEBA" w14:textId="77777777" w:rsidR="00C0135E" w:rsidRPr="007836D6" w:rsidRDefault="00C0135E" w:rsidP="00C0135E">
      <w:pPr>
        <w:pStyle w:val="11"/>
        <w:jc w:val="both"/>
      </w:pPr>
      <w:r w:rsidRPr="007836D6">
        <w:t xml:space="preserve">   </w:t>
      </w:r>
    </w:p>
    <w:p w14:paraId="354C2F11" w14:textId="77777777" w:rsidR="00C0135E" w:rsidRPr="007836D6" w:rsidRDefault="00C0135E" w:rsidP="00C0135E">
      <w:pPr>
        <w:pStyle w:val="11"/>
        <w:ind w:firstLine="709"/>
        <w:jc w:val="both"/>
      </w:pPr>
      <w:r w:rsidRPr="007836D6">
        <w:t>1.1. пункт 1 изложить в следующей редакции:</w:t>
      </w:r>
    </w:p>
    <w:p w14:paraId="46B65EA4" w14:textId="77777777" w:rsidR="00C0135E" w:rsidRPr="008F4A46" w:rsidRDefault="00C0135E" w:rsidP="00C0135E">
      <w:pPr>
        <w:pStyle w:val="11"/>
        <w:jc w:val="both"/>
      </w:pPr>
    </w:p>
    <w:p w14:paraId="5D598DA5" w14:textId="77777777" w:rsidR="00C0135E" w:rsidRPr="008F4A46" w:rsidRDefault="00C0135E" w:rsidP="00C0135E">
      <w:pPr>
        <w:pStyle w:val="11"/>
        <w:ind w:firstLine="709"/>
        <w:jc w:val="both"/>
      </w:pPr>
      <w:r w:rsidRPr="008F4A46">
        <w:t>«1. Утвердить основные характеристики бюджета Балахнинского муниципального округа на 2021 год:</w:t>
      </w:r>
    </w:p>
    <w:p w14:paraId="4F9BEB80" w14:textId="2C8D5EBE" w:rsidR="00C0135E" w:rsidRPr="008F4A46" w:rsidRDefault="00C0135E" w:rsidP="00C0135E">
      <w:pPr>
        <w:pStyle w:val="11"/>
        <w:ind w:firstLine="709"/>
        <w:jc w:val="both"/>
      </w:pPr>
      <w:r w:rsidRPr="008F4A46">
        <w:t xml:space="preserve">         - общий объем доходов в сумме </w:t>
      </w:r>
      <w:r w:rsidR="00703D79" w:rsidRPr="008F4A46">
        <w:t>2</w:t>
      </w:r>
      <w:r w:rsidR="008F4A46">
        <w:t> </w:t>
      </w:r>
      <w:r w:rsidR="00E779CE" w:rsidRPr="008F4A46">
        <w:t>43</w:t>
      </w:r>
      <w:r w:rsidR="008F4A46">
        <w:t xml:space="preserve">8 877,4 </w:t>
      </w:r>
      <w:r w:rsidRPr="008F4A46">
        <w:t>тыс. рублей;</w:t>
      </w:r>
    </w:p>
    <w:p w14:paraId="2BA6714E" w14:textId="65018F54" w:rsidR="00C0135E" w:rsidRPr="00350FA2" w:rsidRDefault="00C0135E" w:rsidP="00C0135E">
      <w:pPr>
        <w:pStyle w:val="11"/>
        <w:ind w:firstLine="709"/>
        <w:jc w:val="both"/>
        <w:rPr>
          <w:color w:val="000000"/>
        </w:rPr>
      </w:pPr>
      <w:r w:rsidRPr="00350FA2">
        <w:rPr>
          <w:color w:val="000000"/>
        </w:rPr>
        <w:t xml:space="preserve">         - общий объем расходов в сумме </w:t>
      </w:r>
      <w:r w:rsidR="00350FA2" w:rsidRPr="00350FA2">
        <w:rPr>
          <w:color w:val="000000"/>
        </w:rPr>
        <w:t>2 493 809,0</w:t>
      </w:r>
      <w:r w:rsidR="004F0D03" w:rsidRPr="00350FA2">
        <w:rPr>
          <w:color w:val="000000"/>
        </w:rPr>
        <w:t xml:space="preserve"> </w:t>
      </w:r>
      <w:r w:rsidRPr="00350FA2">
        <w:rPr>
          <w:color w:val="000000"/>
        </w:rPr>
        <w:t>тыс. рублей;</w:t>
      </w:r>
    </w:p>
    <w:p w14:paraId="2B559514" w14:textId="77777777" w:rsidR="00C0135E" w:rsidRPr="00350FA2" w:rsidRDefault="00C0135E" w:rsidP="00C0135E">
      <w:pPr>
        <w:pStyle w:val="11"/>
        <w:ind w:firstLine="709"/>
        <w:jc w:val="both"/>
        <w:rPr>
          <w:color w:val="000000"/>
        </w:rPr>
      </w:pPr>
      <w:r w:rsidRPr="00350FA2">
        <w:rPr>
          <w:color w:val="FF0000"/>
        </w:rPr>
        <w:lastRenderedPageBreak/>
        <w:t xml:space="preserve">         </w:t>
      </w:r>
      <w:r w:rsidRPr="00350FA2">
        <w:rPr>
          <w:color w:val="000000"/>
        </w:rPr>
        <w:t>- размер дефицита в сумме 54 </w:t>
      </w:r>
      <w:r w:rsidR="00CE7E55" w:rsidRPr="00350FA2">
        <w:rPr>
          <w:color w:val="000000"/>
        </w:rPr>
        <w:t>931</w:t>
      </w:r>
      <w:r w:rsidRPr="00350FA2">
        <w:rPr>
          <w:color w:val="000000"/>
        </w:rPr>
        <w:t>,</w:t>
      </w:r>
      <w:r w:rsidR="00CE7E55" w:rsidRPr="00350FA2">
        <w:rPr>
          <w:color w:val="000000"/>
        </w:rPr>
        <w:t>6</w:t>
      </w:r>
      <w:r w:rsidRPr="00350FA2">
        <w:rPr>
          <w:color w:val="000000"/>
        </w:rPr>
        <w:t xml:space="preserve"> тыс. рублей.»;</w:t>
      </w:r>
    </w:p>
    <w:p w14:paraId="63E80B61" w14:textId="77777777" w:rsidR="00AD26FA" w:rsidRDefault="00AD26FA" w:rsidP="00820B78">
      <w:pPr>
        <w:pStyle w:val="11"/>
        <w:ind w:firstLine="709"/>
        <w:jc w:val="both"/>
      </w:pPr>
    </w:p>
    <w:p w14:paraId="580965D3" w14:textId="77777777" w:rsidR="00AD26FA" w:rsidRDefault="00AD26FA" w:rsidP="00820B78">
      <w:pPr>
        <w:pStyle w:val="11"/>
        <w:ind w:firstLine="709"/>
        <w:jc w:val="both"/>
      </w:pPr>
    </w:p>
    <w:p w14:paraId="7DE4921A" w14:textId="77777777" w:rsidR="00820B78" w:rsidRPr="000A1208" w:rsidRDefault="00820B78" w:rsidP="00820B78">
      <w:pPr>
        <w:pStyle w:val="11"/>
        <w:ind w:firstLine="709"/>
        <w:jc w:val="both"/>
      </w:pPr>
      <w:r w:rsidRPr="000A1208">
        <w:t>1.2. пункт 2 изложить в следующей редакции:</w:t>
      </w:r>
    </w:p>
    <w:p w14:paraId="6152B5D5" w14:textId="77777777" w:rsidR="00273718" w:rsidRDefault="00273718" w:rsidP="00820B78">
      <w:pPr>
        <w:pStyle w:val="11"/>
        <w:ind w:firstLine="709"/>
        <w:jc w:val="both"/>
        <w:rPr>
          <w:szCs w:val="28"/>
        </w:rPr>
      </w:pPr>
    </w:p>
    <w:p w14:paraId="5B894BEA" w14:textId="5FC3459E" w:rsidR="00820B78" w:rsidRPr="000A1208" w:rsidRDefault="00820B78" w:rsidP="00820B78">
      <w:pPr>
        <w:pStyle w:val="11"/>
        <w:ind w:firstLine="709"/>
        <w:jc w:val="both"/>
      </w:pPr>
      <w:r w:rsidRPr="000A1208">
        <w:rPr>
          <w:szCs w:val="28"/>
        </w:rPr>
        <w:t>«2. Утвердить основные характеристики бюджета Балахнинского муниципального округа на плановый период 2022 и 2023 годов:</w:t>
      </w:r>
    </w:p>
    <w:p w14:paraId="3D324040" w14:textId="266C4B92" w:rsidR="00820B78" w:rsidRPr="000A1208" w:rsidRDefault="00820B78" w:rsidP="00820B78">
      <w:pPr>
        <w:ind w:firstLine="851"/>
        <w:jc w:val="both"/>
        <w:rPr>
          <w:szCs w:val="28"/>
        </w:rPr>
      </w:pPr>
      <w:r w:rsidRPr="000A1208">
        <w:rPr>
          <w:szCs w:val="28"/>
        </w:rPr>
        <w:t>1) общий объем доходов на 2022 год в сумме 2</w:t>
      </w:r>
      <w:r w:rsidR="000A1208" w:rsidRPr="000A1208">
        <w:rPr>
          <w:szCs w:val="28"/>
        </w:rPr>
        <w:t> </w:t>
      </w:r>
      <w:r w:rsidRPr="000A1208">
        <w:rPr>
          <w:szCs w:val="28"/>
        </w:rPr>
        <w:t>0</w:t>
      </w:r>
      <w:r w:rsidR="000A1208" w:rsidRPr="000A1208">
        <w:rPr>
          <w:szCs w:val="28"/>
        </w:rPr>
        <w:t xml:space="preserve">97 477,2 </w:t>
      </w:r>
      <w:r w:rsidRPr="000A1208">
        <w:rPr>
          <w:szCs w:val="28"/>
        </w:rPr>
        <w:t xml:space="preserve">тыс. рублей, на 2023 год в сумме </w:t>
      </w:r>
      <w:r w:rsidR="000A1208">
        <w:rPr>
          <w:szCs w:val="28"/>
        </w:rPr>
        <w:t>2 035 965,1</w:t>
      </w:r>
      <w:r w:rsidRPr="000A1208">
        <w:t xml:space="preserve"> </w:t>
      </w:r>
      <w:r w:rsidRPr="000A1208">
        <w:rPr>
          <w:szCs w:val="28"/>
        </w:rPr>
        <w:t>тыс. рублей;</w:t>
      </w:r>
    </w:p>
    <w:p w14:paraId="4BD7B4D6" w14:textId="785AF800" w:rsidR="00820B78" w:rsidRPr="004930B7" w:rsidRDefault="00820B78" w:rsidP="00820B78">
      <w:pPr>
        <w:ind w:firstLine="851"/>
        <w:jc w:val="both"/>
        <w:rPr>
          <w:szCs w:val="28"/>
        </w:rPr>
      </w:pPr>
      <w:r w:rsidRPr="004930B7">
        <w:rPr>
          <w:szCs w:val="28"/>
        </w:rPr>
        <w:t xml:space="preserve">2) общий объем расходов на 2022 год в сумме </w:t>
      </w:r>
      <w:r w:rsidR="004930B7" w:rsidRPr="004930B7">
        <w:rPr>
          <w:szCs w:val="28"/>
        </w:rPr>
        <w:t>2 097 477,2</w:t>
      </w:r>
      <w:r w:rsidRPr="004930B7">
        <w:rPr>
          <w:szCs w:val="28"/>
        </w:rPr>
        <w:t xml:space="preserve"> тыс. рублей, в том числе условно утверждаемые расходы в сумме 26 298,1 тыс. рублей, на 2023 год в сумме </w:t>
      </w:r>
      <w:r w:rsidR="004930B7" w:rsidRPr="004930B7">
        <w:rPr>
          <w:szCs w:val="28"/>
        </w:rPr>
        <w:t>2 035 965,1</w:t>
      </w:r>
      <w:r w:rsidRPr="004930B7">
        <w:rPr>
          <w:szCs w:val="28"/>
        </w:rPr>
        <w:t xml:space="preserve"> тыс. рублей, в том числе условно утверждаемые расходы в сумме 54 755,4 тыс. рублей;</w:t>
      </w:r>
    </w:p>
    <w:p w14:paraId="2D414A90" w14:textId="6663452F" w:rsidR="00820B78" w:rsidRDefault="00820B78" w:rsidP="00820B78">
      <w:pPr>
        <w:ind w:firstLine="851"/>
        <w:jc w:val="both"/>
        <w:rPr>
          <w:szCs w:val="28"/>
        </w:rPr>
      </w:pPr>
      <w:r w:rsidRPr="004930B7">
        <w:rPr>
          <w:szCs w:val="28"/>
        </w:rPr>
        <w:t>3) размер дефицита на 2022 год в сумме 0,0 тыс. рублей, размер дефицита на 2023 год в сумме 0,0 тыс. рублей.»;</w:t>
      </w:r>
    </w:p>
    <w:p w14:paraId="5D75E69E" w14:textId="77777777" w:rsidR="00820B78" w:rsidRDefault="00820B78" w:rsidP="00C0135E">
      <w:pPr>
        <w:ind w:firstLine="709"/>
        <w:jc w:val="both"/>
        <w:rPr>
          <w:szCs w:val="28"/>
          <w:highlight w:val="yellow"/>
        </w:rPr>
      </w:pPr>
    </w:p>
    <w:p w14:paraId="0D44EEA5" w14:textId="239BD0DE" w:rsidR="006B4FDC" w:rsidRPr="00273718" w:rsidRDefault="00C0135E" w:rsidP="00C0135E">
      <w:pPr>
        <w:ind w:firstLine="709"/>
        <w:jc w:val="both"/>
        <w:rPr>
          <w:szCs w:val="28"/>
        </w:rPr>
      </w:pPr>
      <w:r w:rsidRPr="00273718">
        <w:rPr>
          <w:szCs w:val="28"/>
        </w:rPr>
        <w:t>1.</w:t>
      </w:r>
      <w:r w:rsidR="004167E4" w:rsidRPr="00273718">
        <w:rPr>
          <w:szCs w:val="28"/>
        </w:rPr>
        <w:t>3</w:t>
      </w:r>
      <w:r w:rsidRPr="00273718">
        <w:rPr>
          <w:szCs w:val="28"/>
        </w:rPr>
        <w:t xml:space="preserve">. </w:t>
      </w:r>
      <w:r w:rsidR="00182CA8" w:rsidRPr="00273718">
        <w:rPr>
          <w:szCs w:val="28"/>
        </w:rPr>
        <w:t xml:space="preserve">в </w:t>
      </w:r>
      <w:r w:rsidRPr="00273718">
        <w:rPr>
          <w:szCs w:val="28"/>
        </w:rPr>
        <w:t>приложени</w:t>
      </w:r>
      <w:r w:rsidR="00182CA8" w:rsidRPr="00273718">
        <w:rPr>
          <w:szCs w:val="28"/>
        </w:rPr>
        <w:t>и</w:t>
      </w:r>
      <w:r w:rsidRPr="00273718">
        <w:rPr>
          <w:szCs w:val="28"/>
        </w:rPr>
        <w:t xml:space="preserve"> 1</w:t>
      </w:r>
      <w:r w:rsidR="006B4FDC" w:rsidRPr="00273718">
        <w:rPr>
          <w:szCs w:val="28"/>
        </w:rPr>
        <w:t>:</w:t>
      </w:r>
    </w:p>
    <w:p w14:paraId="2883E345" w14:textId="77777777" w:rsidR="006B4FDC" w:rsidRPr="00273718" w:rsidRDefault="006B4FDC" w:rsidP="00C0135E">
      <w:pPr>
        <w:ind w:firstLine="709"/>
        <w:jc w:val="both"/>
        <w:rPr>
          <w:szCs w:val="28"/>
        </w:rPr>
      </w:pPr>
    </w:p>
    <w:tbl>
      <w:tblPr>
        <w:tblW w:w="10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714"/>
        <w:gridCol w:w="6743"/>
      </w:tblGrid>
      <w:tr w:rsidR="00BC7CE4" w:rsidRPr="00273718" w14:paraId="621F5777" w14:textId="77777777" w:rsidTr="00EC6513">
        <w:trPr>
          <w:tblHeader/>
        </w:trPr>
        <w:tc>
          <w:tcPr>
            <w:tcW w:w="859" w:type="dxa"/>
          </w:tcPr>
          <w:p w14:paraId="66B291CD" w14:textId="77777777" w:rsidR="00BC7CE4" w:rsidRPr="00273718" w:rsidRDefault="00BC7CE4" w:rsidP="00EC6513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4" w:type="dxa"/>
            <w:vAlign w:val="center"/>
          </w:tcPr>
          <w:p w14:paraId="6B90471A" w14:textId="77777777" w:rsidR="00BC7CE4" w:rsidRPr="00273718" w:rsidRDefault="00BC7CE4" w:rsidP="00EC6513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743" w:type="dxa"/>
            <w:vAlign w:val="center"/>
          </w:tcPr>
          <w:p w14:paraId="1904A44A" w14:textId="77777777" w:rsidR="00BC7CE4" w:rsidRPr="00273718" w:rsidRDefault="00BC7CE4" w:rsidP="00EC65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E24C96" w:rsidRPr="00273718" w14:paraId="5D91EBDB" w14:textId="77777777" w:rsidTr="00E519D3">
        <w:trPr>
          <w:tblHeader/>
        </w:trPr>
        <w:tc>
          <w:tcPr>
            <w:tcW w:w="859" w:type="dxa"/>
          </w:tcPr>
          <w:p w14:paraId="27C915C9" w14:textId="2DF46A2B" w:rsidR="00E24C96" w:rsidRPr="00273718" w:rsidRDefault="00E24C96" w:rsidP="00E519D3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68559643" w14:textId="77777777" w:rsidR="00E24C96" w:rsidRPr="00273718" w:rsidRDefault="00E24C96" w:rsidP="00E519D3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367264CD" w14:textId="5E82FC71" w:rsidR="00E24C96" w:rsidRPr="00273718" w:rsidRDefault="00091319" w:rsidP="00E519D3">
            <w:pPr>
              <w:ind w:firstLine="0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</w:tr>
      <w:tr w:rsidR="00C23782" w:rsidRPr="00273718" w14:paraId="035E711F" w14:textId="77777777" w:rsidTr="00410837">
        <w:trPr>
          <w:tblHeader/>
        </w:trPr>
        <w:tc>
          <w:tcPr>
            <w:tcW w:w="859" w:type="dxa"/>
            <w:vAlign w:val="bottom"/>
          </w:tcPr>
          <w:p w14:paraId="035EAEB7" w14:textId="326DC65F" w:rsidR="00C23782" w:rsidRPr="00273718" w:rsidRDefault="00C23782" w:rsidP="00C23782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14:paraId="626142D9" w14:textId="41CF7E86" w:rsidR="00C23782" w:rsidRPr="00273718" w:rsidRDefault="00C23782" w:rsidP="00C23782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484E6AA7" w14:textId="5035BE69" w:rsidR="00C23782" w:rsidRPr="00273718" w:rsidRDefault="00C23782" w:rsidP="00C23782">
            <w:pPr>
              <w:ind w:firstLine="0"/>
              <w:rPr>
                <w:b/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 xml:space="preserve"> 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</w:tr>
      <w:tr w:rsidR="00C23782" w:rsidRPr="00273718" w14:paraId="1299F5DD" w14:textId="77777777" w:rsidTr="00E519D3">
        <w:trPr>
          <w:tblHeader/>
        </w:trPr>
        <w:tc>
          <w:tcPr>
            <w:tcW w:w="859" w:type="dxa"/>
          </w:tcPr>
          <w:p w14:paraId="676B4CFD" w14:textId="77777777" w:rsidR="00C23782" w:rsidRPr="00273718" w:rsidRDefault="00C23782" w:rsidP="00C23782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1A75812B" w14:textId="77777777" w:rsidR="00C23782" w:rsidRPr="00273718" w:rsidRDefault="00C23782" w:rsidP="00C23782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28E920BF" w14:textId="77777777" w:rsidR="00C23782" w:rsidRPr="00273718" w:rsidRDefault="00C23782" w:rsidP="00C23782">
            <w:pPr>
              <w:ind w:firstLine="0"/>
              <w:rPr>
                <w:b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</w:tr>
      <w:tr w:rsidR="00C23782" w:rsidRPr="00273718" w14:paraId="4BFC26E2" w14:textId="77777777" w:rsidTr="00E519D3">
        <w:trPr>
          <w:tblHeader/>
        </w:trPr>
        <w:tc>
          <w:tcPr>
            <w:tcW w:w="859" w:type="dxa"/>
            <w:vAlign w:val="bottom"/>
          </w:tcPr>
          <w:p w14:paraId="3779D4C9" w14:textId="77777777" w:rsidR="00C23782" w:rsidRPr="00273718" w:rsidRDefault="00C23782" w:rsidP="00C23782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bottom"/>
          </w:tcPr>
          <w:p w14:paraId="57E4F105" w14:textId="77777777" w:rsidR="00C23782" w:rsidRPr="00273718" w:rsidRDefault="00C23782" w:rsidP="00C2378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1 13 02994 14 0000 130</w:t>
            </w:r>
          </w:p>
        </w:tc>
        <w:tc>
          <w:tcPr>
            <w:tcW w:w="6743" w:type="dxa"/>
            <w:vAlign w:val="bottom"/>
          </w:tcPr>
          <w:p w14:paraId="04FF2A08" w14:textId="77777777" w:rsidR="00C23782" w:rsidRPr="00273718" w:rsidRDefault="00C23782" w:rsidP="00C23782">
            <w:pPr>
              <w:ind w:firstLine="0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C23782" w:rsidRPr="00273718" w14:paraId="6D907698" w14:textId="77777777" w:rsidTr="00766EC5">
        <w:trPr>
          <w:tblHeader/>
        </w:trPr>
        <w:tc>
          <w:tcPr>
            <w:tcW w:w="859" w:type="dxa"/>
            <w:vAlign w:val="bottom"/>
          </w:tcPr>
          <w:p w14:paraId="236C8BDD" w14:textId="77777777" w:rsidR="00C23782" w:rsidRPr="00273718" w:rsidRDefault="00C23782" w:rsidP="00C23782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163E5602" w14:textId="77777777" w:rsidR="00C23782" w:rsidRPr="00273718" w:rsidRDefault="00C23782" w:rsidP="00C237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765175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1FE154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18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743" w:type="dxa"/>
            <w:vAlign w:val="bottom"/>
          </w:tcPr>
          <w:p w14:paraId="101415AE" w14:textId="77777777" w:rsidR="00C23782" w:rsidRPr="00273718" w:rsidRDefault="00C23782" w:rsidP="00C23782">
            <w:pPr>
              <w:ind w:firstLine="0"/>
              <w:rPr>
                <w:color w:val="000000"/>
                <w:sz w:val="24"/>
                <w:szCs w:val="24"/>
              </w:rPr>
            </w:pPr>
            <w:r w:rsidRPr="00273718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C23782" w:rsidRPr="00273718" w14:paraId="105DAD73" w14:textId="77777777" w:rsidTr="00766EC5">
        <w:trPr>
          <w:tblHeader/>
        </w:trPr>
        <w:tc>
          <w:tcPr>
            <w:tcW w:w="859" w:type="dxa"/>
            <w:vAlign w:val="bottom"/>
          </w:tcPr>
          <w:p w14:paraId="5A22A2DF" w14:textId="77777777" w:rsidR="00C23782" w:rsidRPr="00273718" w:rsidRDefault="00C23782" w:rsidP="00C23782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7DCF3660" w14:textId="77777777" w:rsidR="00C23782" w:rsidRPr="00273718" w:rsidRDefault="00C23782" w:rsidP="00C23782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165FA43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3E99B6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9B8587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18">
              <w:rPr>
                <w:color w:val="000000"/>
                <w:sz w:val="24"/>
                <w:szCs w:val="24"/>
              </w:rPr>
              <w:t>2 19 35508 14 0000 150</w:t>
            </w:r>
          </w:p>
        </w:tc>
        <w:tc>
          <w:tcPr>
            <w:tcW w:w="6743" w:type="dxa"/>
            <w:vAlign w:val="bottom"/>
          </w:tcPr>
          <w:p w14:paraId="055E5E8B" w14:textId="77777777" w:rsidR="00C23782" w:rsidRPr="00273718" w:rsidRDefault="00C23782" w:rsidP="00C23782">
            <w:pPr>
              <w:ind w:firstLine="0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 xml:space="preserve">Возврат остатков субвенций на поддержку сельскохозяйственного производства по отдельным </w:t>
            </w:r>
            <w:proofErr w:type="spellStart"/>
            <w:r w:rsidRPr="00273718">
              <w:rPr>
                <w:sz w:val="24"/>
                <w:szCs w:val="24"/>
              </w:rPr>
              <w:t>подотраслям</w:t>
            </w:r>
            <w:proofErr w:type="spellEnd"/>
            <w:r w:rsidRPr="00273718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</w:tr>
      <w:tr w:rsidR="00C23782" w:rsidRPr="00273718" w14:paraId="130E6238" w14:textId="77777777" w:rsidTr="00EC6513">
        <w:trPr>
          <w:tblHeader/>
        </w:trPr>
        <w:tc>
          <w:tcPr>
            <w:tcW w:w="859" w:type="dxa"/>
            <w:vAlign w:val="bottom"/>
          </w:tcPr>
          <w:p w14:paraId="74D3DC08" w14:textId="77777777" w:rsidR="00C23782" w:rsidRPr="00273718" w:rsidRDefault="00C23782" w:rsidP="00C23782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EAD1524" w14:textId="77777777" w:rsidR="00C23782" w:rsidRPr="00273718" w:rsidRDefault="00C23782" w:rsidP="00C23782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743" w:type="dxa"/>
            <w:vAlign w:val="center"/>
          </w:tcPr>
          <w:p w14:paraId="5110F831" w14:textId="77777777" w:rsidR="00C23782" w:rsidRPr="00273718" w:rsidRDefault="00C23782" w:rsidP="00C23782">
            <w:pPr>
              <w:ind w:firstLine="0"/>
              <w:rPr>
                <w:bCs/>
                <w:sz w:val="24"/>
                <w:szCs w:val="24"/>
              </w:rPr>
            </w:pPr>
            <w:r w:rsidRPr="00273718">
              <w:rPr>
                <w:b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</w:tr>
      <w:tr w:rsidR="00C23782" w:rsidRPr="00273718" w14:paraId="48DA8BCB" w14:textId="77777777" w:rsidTr="00EC6513">
        <w:trPr>
          <w:tblHeader/>
        </w:trPr>
        <w:tc>
          <w:tcPr>
            <w:tcW w:w="859" w:type="dxa"/>
          </w:tcPr>
          <w:p w14:paraId="29DABFD5" w14:textId="77777777" w:rsidR="00C23782" w:rsidRPr="00273718" w:rsidRDefault="00C23782" w:rsidP="00C23782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47FE1EC7" w14:textId="77777777" w:rsidR="00C23782" w:rsidRPr="00273718" w:rsidRDefault="00C23782" w:rsidP="00C23782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73718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7AEF8E4F" w14:textId="77777777" w:rsidR="00C23782" w:rsidRPr="00273718" w:rsidRDefault="00C23782" w:rsidP="00C23782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53335A9E" w14:textId="77777777" w:rsidR="00C23782" w:rsidRPr="00273718" w:rsidRDefault="00C23782" w:rsidP="00C23782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73718"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  <w:vAlign w:val="center"/>
          </w:tcPr>
          <w:p w14:paraId="74284B38" w14:textId="77777777" w:rsidR="00C23782" w:rsidRPr="00273718" w:rsidRDefault="00C23782" w:rsidP="00C23782">
            <w:pPr>
              <w:ind w:firstLine="0"/>
              <w:rPr>
                <w:bCs/>
                <w:sz w:val="24"/>
                <w:szCs w:val="24"/>
              </w:rPr>
            </w:pPr>
            <w:r w:rsidRPr="00273718">
              <w:rPr>
                <w:bCs/>
                <w:sz w:val="24"/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</w:tr>
      <w:tr w:rsidR="00C23782" w:rsidRPr="00273718" w14:paraId="6731B18E" w14:textId="77777777" w:rsidTr="00E779CE">
        <w:trPr>
          <w:tblHeader/>
        </w:trPr>
        <w:tc>
          <w:tcPr>
            <w:tcW w:w="859" w:type="dxa"/>
            <w:vAlign w:val="bottom"/>
          </w:tcPr>
          <w:p w14:paraId="7F1B7B4E" w14:textId="77777777" w:rsidR="00C23782" w:rsidRPr="00273718" w:rsidRDefault="00C23782" w:rsidP="00C23782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73718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C565233" w14:textId="77777777" w:rsidR="00C23782" w:rsidRPr="00273718" w:rsidRDefault="00C23782" w:rsidP="00C2378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1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769C59E6" w14:textId="77777777" w:rsidR="00C23782" w:rsidRPr="00273718" w:rsidRDefault="00C23782" w:rsidP="00C23782">
            <w:pPr>
              <w:ind w:firstLine="0"/>
              <w:rPr>
                <w:sz w:val="24"/>
                <w:szCs w:val="24"/>
              </w:rPr>
            </w:pPr>
            <w:r w:rsidRPr="00273718">
              <w:rPr>
                <w:sz w:val="24"/>
                <w:szCs w:val="24"/>
              </w:rPr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</w:tr>
    </w:tbl>
    <w:p w14:paraId="78758F17" w14:textId="77777777" w:rsidR="00C0135E" w:rsidRPr="00D83BDE" w:rsidRDefault="00C0135E" w:rsidP="00C0135E">
      <w:pPr>
        <w:ind w:firstLine="709"/>
        <w:jc w:val="both"/>
        <w:rPr>
          <w:szCs w:val="28"/>
          <w:highlight w:val="yellow"/>
        </w:rPr>
      </w:pPr>
    </w:p>
    <w:p w14:paraId="50FF64E2" w14:textId="7E6663AB" w:rsidR="006B4FDC" w:rsidRPr="00C0684E" w:rsidRDefault="00C0135E" w:rsidP="00C0135E">
      <w:pPr>
        <w:ind w:firstLine="709"/>
        <w:jc w:val="both"/>
        <w:rPr>
          <w:szCs w:val="28"/>
        </w:rPr>
      </w:pPr>
      <w:r w:rsidRPr="00C0684E">
        <w:rPr>
          <w:szCs w:val="28"/>
        </w:rPr>
        <w:t>1.</w:t>
      </w:r>
      <w:r w:rsidR="004167E4" w:rsidRPr="00C0684E">
        <w:rPr>
          <w:szCs w:val="28"/>
        </w:rPr>
        <w:t>4</w:t>
      </w:r>
      <w:r w:rsidRPr="00C0684E">
        <w:rPr>
          <w:szCs w:val="28"/>
        </w:rPr>
        <w:t xml:space="preserve">. </w:t>
      </w:r>
      <w:r w:rsidR="00182CA8" w:rsidRPr="00C0684E">
        <w:rPr>
          <w:szCs w:val="28"/>
        </w:rPr>
        <w:t xml:space="preserve">в </w:t>
      </w:r>
      <w:r w:rsidRPr="00C0684E">
        <w:rPr>
          <w:szCs w:val="28"/>
        </w:rPr>
        <w:t>приложени</w:t>
      </w:r>
      <w:r w:rsidR="00182CA8" w:rsidRPr="00C0684E">
        <w:rPr>
          <w:szCs w:val="28"/>
        </w:rPr>
        <w:t>и</w:t>
      </w:r>
      <w:r w:rsidRPr="00C0684E">
        <w:rPr>
          <w:szCs w:val="28"/>
        </w:rPr>
        <w:t xml:space="preserve"> 3</w:t>
      </w:r>
      <w:r w:rsidR="006B4FDC" w:rsidRPr="00C0684E">
        <w:rPr>
          <w:szCs w:val="28"/>
        </w:rPr>
        <w:t>:</w:t>
      </w:r>
    </w:p>
    <w:p w14:paraId="70CE11EF" w14:textId="77777777" w:rsidR="006B4FDC" w:rsidRPr="00D83BDE" w:rsidRDefault="006B4FDC" w:rsidP="00C0135E">
      <w:pPr>
        <w:ind w:firstLine="709"/>
        <w:jc w:val="both"/>
        <w:rPr>
          <w:szCs w:val="28"/>
          <w:highlight w:val="yellow"/>
        </w:rPr>
      </w:pPr>
    </w:p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2620"/>
        <w:gridCol w:w="3684"/>
        <w:gridCol w:w="1417"/>
        <w:gridCol w:w="1480"/>
        <w:gridCol w:w="1481"/>
      </w:tblGrid>
      <w:tr w:rsidR="009E7A28" w:rsidRPr="00592977" w14:paraId="5D98BDE0" w14:textId="77777777" w:rsidTr="004554EC">
        <w:trPr>
          <w:cantSplit/>
          <w:trHeight w:val="579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E3E1" w14:textId="77777777" w:rsidR="00460331" w:rsidRPr="00592977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lastRenderedPageBreak/>
              <w:t xml:space="preserve">Код бюджетной классификации доходов 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F181" w14:textId="77777777" w:rsidR="00460331" w:rsidRPr="00592977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8F45" w14:textId="77777777" w:rsidR="00460331" w:rsidRPr="00592977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6C1" w14:textId="77777777" w:rsidR="00460331" w:rsidRPr="00592977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880B" w14:textId="77777777" w:rsidR="00460331" w:rsidRPr="00592977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554EC" w:rsidRPr="00592977" w14:paraId="48E935A6" w14:textId="77777777" w:rsidTr="00DE2B69">
        <w:trPr>
          <w:cantSplit/>
          <w:trHeight w:val="649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16D6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977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EF21" w14:textId="77777777" w:rsidR="004554EC" w:rsidRPr="00592977" w:rsidRDefault="004554EC" w:rsidP="004554E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2977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813C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977">
              <w:rPr>
                <w:b/>
                <w:bCs/>
                <w:color w:val="000000"/>
                <w:sz w:val="24"/>
                <w:szCs w:val="24"/>
              </w:rPr>
              <w:t>872 160,0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8FC6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977">
              <w:rPr>
                <w:b/>
                <w:bCs/>
                <w:color w:val="000000"/>
                <w:sz w:val="24"/>
                <w:szCs w:val="24"/>
              </w:rPr>
              <w:t>862 266,7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6284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977">
              <w:rPr>
                <w:b/>
                <w:bCs/>
                <w:color w:val="000000"/>
                <w:sz w:val="24"/>
                <w:szCs w:val="24"/>
              </w:rPr>
              <w:t>972 562,8</w:t>
            </w:r>
          </w:p>
        </w:tc>
      </w:tr>
      <w:tr w:rsidR="004554EC" w:rsidRPr="00592977" w14:paraId="33004268" w14:textId="77777777" w:rsidTr="004554EC">
        <w:trPr>
          <w:cantSplit/>
          <w:trHeight w:val="649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F706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733B" w14:textId="77777777" w:rsidR="004554EC" w:rsidRPr="00592977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4DF0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10 738,2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D02C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657,4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F59D" w14:textId="77777777" w:rsidR="004554EC" w:rsidRPr="00592977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977">
              <w:rPr>
                <w:b/>
                <w:bCs/>
                <w:sz w:val="24"/>
                <w:szCs w:val="24"/>
              </w:rPr>
              <w:t>683,7</w:t>
            </w:r>
          </w:p>
        </w:tc>
      </w:tr>
      <w:tr w:rsidR="004554EC" w:rsidRPr="00592977" w14:paraId="61B7563F" w14:textId="77777777" w:rsidTr="004554EC">
        <w:trPr>
          <w:cantSplit/>
          <w:trHeight w:val="46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565E" w14:textId="77777777" w:rsidR="004554EC" w:rsidRPr="00592977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592977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0BAC" w14:textId="77777777" w:rsidR="004554EC" w:rsidRPr="00592977" w:rsidRDefault="004554EC" w:rsidP="004554EC">
            <w:pPr>
              <w:ind w:firstLine="0"/>
              <w:rPr>
                <w:sz w:val="24"/>
                <w:szCs w:val="24"/>
              </w:rPr>
            </w:pPr>
            <w:r w:rsidRPr="00592977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8FD0" w14:textId="77777777" w:rsidR="004554EC" w:rsidRPr="00592977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592977">
              <w:rPr>
                <w:sz w:val="24"/>
                <w:szCs w:val="24"/>
              </w:rPr>
              <w:t>10 738,2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FF98" w14:textId="77777777" w:rsidR="004554EC" w:rsidRPr="00592977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592977">
              <w:rPr>
                <w:sz w:val="24"/>
                <w:szCs w:val="24"/>
              </w:rPr>
              <w:t>657,4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4CAC" w14:textId="77777777" w:rsidR="004554EC" w:rsidRPr="00592977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592977">
              <w:rPr>
                <w:sz w:val="24"/>
                <w:szCs w:val="24"/>
              </w:rPr>
              <w:t>683,7</w:t>
            </w:r>
          </w:p>
        </w:tc>
      </w:tr>
      <w:tr w:rsidR="004554EC" w:rsidRPr="00390E9F" w14:paraId="38BECCFF" w14:textId="77777777" w:rsidTr="004554EC">
        <w:trPr>
          <w:cantSplit/>
          <w:trHeight w:val="28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A127" w14:textId="77777777" w:rsidR="004554EC" w:rsidRPr="00390E9F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0E9F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2F16" w14:textId="77777777" w:rsidR="004554EC" w:rsidRPr="00390E9F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90E9F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1144" w14:textId="2D8D6CB7" w:rsidR="004554EC" w:rsidRPr="00390E9F" w:rsidRDefault="004554EC" w:rsidP="0066124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0E9F">
              <w:rPr>
                <w:b/>
                <w:bCs/>
                <w:sz w:val="24"/>
                <w:szCs w:val="24"/>
              </w:rPr>
              <w:t>1</w:t>
            </w:r>
            <w:r w:rsidR="00FC4558" w:rsidRPr="00390E9F">
              <w:rPr>
                <w:b/>
                <w:bCs/>
                <w:sz w:val="24"/>
                <w:szCs w:val="24"/>
              </w:rPr>
              <w:t> 566 717,4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5957" w14:textId="75FFFBD7" w:rsidR="004554EC" w:rsidRPr="00390E9F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0E9F">
              <w:rPr>
                <w:b/>
                <w:bCs/>
                <w:sz w:val="24"/>
                <w:szCs w:val="24"/>
              </w:rPr>
              <w:t>1</w:t>
            </w:r>
            <w:r w:rsidR="00FC4558" w:rsidRPr="00390E9F">
              <w:rPr>
                <w:b/>
                <w:bCs/>
                <w:sz w:val="24"/>
                <w:szCs w:val="24"/>
              </w:rPr>
              <w:t> 235 210,5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1DD8" w14:textId="2B95AC2B" w:rsidR="004554EC" w:rsidRPr="00390E9F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0E9F">
              <w:rPr>
                <w:b/>
                <w:bCs/>
                <w:sz w:val="24"/>
                <w:szCs w:val="24"/>
              </w:rPr>
              <w:t>1</w:t>
            </w:r>
            <w:r w:rsidR="008E74ED" w:rsidRPr="00390E9F">
              <w:rPr>
                <w:b/>
                <w:bCs/>
                <w:sz w:val="24"/>
                <w:szCs w:val="24"/>
              </w:rPr>
              <w:t> 063 402,3</w:t>
            </w:r>
          </w:p>
        </w:tc>
      </w:tr>
      <w:tr w:rsidR="004554EC" w:rsidRPr="00935FAE" w14:paraId="16343135" w14:textId="77777777" w:rsidTr="004554EC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3133" w14:textId="77777777" w:rsidR="004554EC" w:rsidRPr="00935FAE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5FAE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2DD9" w14:textId="77777777" w:rsidR="004554EC" w:rsidRPr="00935FAE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35FAE">
              <w:rPr>
                <w:b/>
                <w:bCs/>
                <w:sz w:val="24"/>
                <w:szCs w:val="24"/>
              </w:rPr>
              <w:t>2.1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99C7" w14:textId="655CA0F7" w:rsidR="004554EC" w:rsidRPr="00935FAE" w:rsidRDefault="004554EC" w:rsidP="0066124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5FAE">
              <w:rPr>
                <w:b/>
                <w:bCs/>
                <w:sz w:val="24"/>
                <w:szCs w:val="24"/>
              </w:rPr>
              <w:t>1</w:t>
            </w:r>
            <w:r w:rsidR="00935FAE" w:rsidRPr="00935FAE">
              <w:rPr>
                <w:b/>
                <w:bCs/>
                <w:sz w:val="24"/>
                <w:szCs w:val="24"/>
              </w:rPr>
              <w:t> 571 410,1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26C1" w14:textId="543D14B3" w:rsidR="004554EC" w:rsidRPr="00935FAE" w:rsidRDefault="00935FAE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5FAE">
              <w:rPr>
                <w:b/>
                <w:bCs/>
                <w:sz w:val="24"/>
                <w:szCs w:val="24"/>
              </w:rPr>
              <w:t>1 235 210,5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DB48D" w14:textId="7C2AEA4E" w:rsidR="004554EC" w:rsidRPr="00935FAE" w:rsidRDefault="00935FAE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5FAE">
              <w:rPr>
                <w:b/>
                <w:bCs/>
                <w:sz w:val="24"/>
                <w:szCs w:val="24"/>
              </w:rPr>
              <w:t>1 063 402,3</w:t>
            </w:r>
          </w:p>
        </w:tc>
      </w:tr>
      <w:tr w:rsidR="004554EC" w:rsidRPr="00E54C12" w14:paraId="4D2E427C" w14:textId="77777777" w:rsidTr="00E54C12">
        <w:trPr>
          <w:cantSplit/>
          <w:trHeight w:val="8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89A1" w14:textId="77777777" w:rsidR="004554EC" w:rsidRPr="00E54C12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4C12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CDB5B" w14:textId="77777777" w:rsidR="004554EC" w:rsidRPr="00E54C12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E54C12">
              <w:rPr>
                <w:b/>
                <w:bCs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7DAE4" w14:textId="6AD875BD" w:rsidR="004554EC" w:rsidRPr="00E54C12" w:rsidRDefault="00E54C12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4C12">
              <w:rPr>
                <w:b/>
                <w:bCs/>
                <w:sz w:val="24"/>
                <w:szCs w:val="24"/>
              </w:rPr>
              <w:t>519 082,7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5CCE" w14:textId="714AC905" w:rsidR="004554EC" w:rsidRPr="00E54C12" w:rsidRDefault="00E54C12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4C12">
              <w:rPr>
                <w:b/>
                <w:bCs/>
                <w:sz w:val="24"/>
                <w:szCs w:val="24"/>
              </w:rPr>
              <w:t>270 930,4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2DF7" w14:textId="5806E42F" w:rsidR="004554EC" w:rsidRPr="00E54C12" w:rsidRDefault="00E54C12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4C12">
              <w:rPr>
                <w:b/>
                <w:bCs/>
                <w:sz w:val="24"/>
                <w:szCs w:val="24"/>
              </w:rPr>
              <w:t>166 229,9</w:t>
            </w:r>
          </w:p>
        </w:tc>
      </w:tr>
      <w:tr w:rsidR="00082651" w:rsidRPr="007A1E6F" w14:paraId="1DA591D5" w14:textId="77777777" w:rsidTr="004554EC">
        <w:trPr>
          <w:cantSplit/>
          <w:trHeight w:val="107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B18A" w14:textId="1D6DC02B" w:rsidR="00082651" w:rsidRPr="007A1E6F" w:rsidRDefault="00082651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7A1E6F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D558" w14:textId="48F85A6C" w:rsidR="00082651" w:rsidRPr="007A1E6F" w:rsidRDefault="007A1E6F" w:rsidP="004554EC">
            <w:pPr>
              <w:ind w:firstLine="0"/>
              <w:rPr>
                <w:sz w:val="24"/>
                <w:szCs w:val="24"/>
              </w:rPr>
            </w:pPr>
            <w:r w:rsidRPr="007A1E6F">
              <w:rPr>
                <w:sz w:val="24"/>
                <w:szCs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857B" w14:textId="1A221228" w:rsidR="00082651" w:rsidRPr="007A1E6F" w:rsidRDefault="004D3185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138 428,6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5AAD5" w14:textId="2EBBBAA6" w:rsidR="00082651" w:rsidRPr="007A1E6F" w:rsidRDefault="004D3185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78 851,8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7D7A" w14:textId="328B3CAE" w:rsidR="00082651" w:rsidRPr="007A1E6F" w:rsidRDefault="004D3185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48 528,8</w:t>
            </w:r>
          </w:p>
        </w:tc>
      </w:tr>
      <w:tr w:rsidR="003479E7" w:rsidRPr="003479E7" w14:paraId="331ED25E" w14:textId="77777777" w:rsidTr="004554EC">
        <w:trPr>
          <w:cantSplit/>
          <w:trHeight w:val="107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4D3E" w14:textId="7F7892E1" w:rsidR="003479E7" w:rsidRPr="003479E7" w:rsidRDefault="003479E7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3479E7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0D41" w14:textId="04D75EC6" w:rsidR="003479E7" w:rsidRPr="003479E7" w:rsidRDefault="003479E7" w:rsidP="004554EC">
            <w:pPr>
              <w:ind w:firstLine="0"/>
              <w:rPr>
                <w:sz w:val="24"/>
                <w:szCs w:val="24"/>
              </w:rPr>
            </w:pPr>
            <w:r w:rsidRPr="003479E7">
              <w:rPr>
                <w:sz w:val="24"/>
                <w:szCs w:val="24"/>
              </w:rPr>
              <w:t>2.1.2.5.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4643" w14:textId="33EF912A" w:rsidR="003479E7" w:rsidRPr="003479E7" w:rsidRDefault="0030716F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5566" w14:textId="7DF7BE35" w:rsidR="003479E7" w:rsidRPr="003479E7" w:rsidRDefault="0030716F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2 628,4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1AD2" w14:textId="2EE5E550" w:rsidR="003479E7" w:rsidRPr="003479E7" w:rsidRDefault="0030716F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1 617,6</w:t>
            </w:r>
          </w:p>
        </w:tc>
      </w:tr>
      <w:tr w:rsidR="00D01388" w:rsidRPr="00D01388" w14:paraId="29545E1A" w14:textId="77777777" w:rsidTr="00D01388">
        <w:trPr>
          <w:cantSplit/>
          <w:trHeight w:val="892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527B" w14:textId="677C2A1A" w:rsidR="00D01388" w:rsidRPr="00D01388" w:rsidRDefault="00D01388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D01388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E9E9" w14:textId="06EDD132" w:rsidR="00D01388" w:rsidRPr="00D01388" w:rsidRDefault="00D01388" w:rsidP="004554EC">
            <w:pPr>
              <w:ind w:firstLine="0"/>
              <w:rPr>
                <w:sz w:val="24"/>
                <w:szCs w:val="24"/>
              </w:rPr>
            </w:pPr>
            <w:r w:rsidRPr="00D01388">
              <w:rPr>
                <w:sz w:val="24"/>
                <w:szCs w:val="24"/>
              </w:rPr>
              <w:t>2.1.2.20.</w:t>
            </w:r>
            <w:r w:rsidR="008C746A">
              <w:rPr>
                <w:sz w:val="24"/>
                <w:szCs w:val="24"/>
              </w:rPr>
              <w:t xml:space="preserve"> </w:t>
            </w:r>
            <w:r w:rsidRPr="00D01388">
              <w:rPr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7672" w14:textId="0BD9F035" w:rsidR="00D01388" w:rsidRPr="00D01388" w:rsidRDefault="00D01388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2D558" w14:textId="6366B8D5" w:rsidR="00D01388" w:rsidRPr="00D01388" w:rsidRDefault="00D01388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7A51" w14:textId="7CBB5B47" w:rsidR="00D01388" w:rsidRPr="00D01388" w:rsidRDefault="00D01388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</w:tr>
      <w:tr w:rsidR="004554EC" w:rsidRPr="00E83232" w14:paraId="23DB517F" w14:textId="77777777" w:rsidTr="004554EC">
        <w:trPr>
          <w:cantSplit/>
          <w:trHeight w:val="107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5C27" w14:textId="77777777" w:rsidR="004554EC" w:rsidRPr="00E83232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83232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0F420" w14:textId="77777777" w:rsidR="004554EC" w:rsidRPr="00E83232" w:rsidRDefault="004554EC" w:rsidP="004554EC">
            <w:pPr>
              <w:ind w:firstLine="0"/>
              <w:rPr>
                <w:sz w:val="24"/>
                <w:szCs w:val="24"/>
              </w:rPr>
            </w:pPr>
            <w:r w:rsidRPr="00E83232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2CB1" w14:textId="77777777" w:rsidR="004554EC" w:rsidRPr="00E83232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83232">
              <w:rPr>
                <w:sz w:val="24"/>
                <w:szCs w:val="24"/>
              </w:rPr>
              <w:t>7 077,3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7492" w14:textId="77777777" w:rsidR="004554EC" w:rsidRPr="00E83232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83232">
              <w:rPr>
                <w:sz w:val="24"/>
                <w:szCs w:val="24"/>
              </w:rPr>
              <w:t>108 960,9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9B896" w14:textId="77777777" w:rsidR="004554EC" w:rsidRPr="00E83232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83232">
              <w:rPr>
                <w:sz w:val="24"/>
                <w:szCs w:val="24"/>
              </w:rPr>
              <w:t>6 921,4</w:t>
            </w:r>
          </w:p>
        </w:tc>
      </w:tr>
      <w:tr w:rsidR="004554EC" w:rsidRPr="002361A3" w14:paraId="7C9CB927" w14:textId="77777777" w:rsidTr="004554EC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24A68" w14:textId="77777777" w:rsidR="004554EC" w:rsidRPr="002361A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4662" w14:textId="77777777" w:rsidR="004554EC" w:rsidRPr="002361A3" w:rsidRDefault="004554EC" w:rsidP="004554EC">
            <w:pPr>
              <w:ind w:firstLine="0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2.1.2.28.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1E5D5" w14:textId="77777777" w:rsidR="004554EC" w:rsidRPr="002361A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2 761,4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FA1E" w14:textId="77777777" w:rsidR="004554EC" w:rsidRPr="002361A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0D4B" w14:textId="77777777" w:rsidR="004554EC" w:rsidRPr="002361A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</w:tr>
      <w:tr w:rsidR="00661240" w:rsidRPr="002361A3" w14:paraId="41971A1B" w14:textId="77777777" w:rsidTr="0014155F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153E" w14:textId="77777777" w:rsidR="00661240" w:rsidRPr="002361A3" w:rsidRDefault="00661240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A525" w14:textId="77777777" w:rsidR="00661240" w:rsidRPr="002361A3" w:rsidRDefault="00661240" w:rsidP="00661240">
            <w:pPr>
              <w:ind w:firstLine="0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2.1.2.29. 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4A11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8 436,1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4EE8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9073A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</w:tr>
      <w:tr w:rsidR="00661240" w:rsidRPr="002361A3" w14:paraId="4FF884CC" w14:textId="77777777" w:rsidTr="0014155F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5613" w14:textId="77777777" w:rsidR="00661240" w:rsidRPr="002361A3" w:rsidRDefault="00661240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EFB1" w14:textId="77777777" w:rsidR="00661240" w:rsidRPr="002361A3" w:rsidRDefault="00661240" w:rsidP="00661240">
            <w:pPr>
              <w:ind w:firstLine="0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2.1.2.30. 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B3C81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8 000,0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0D95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EFC78" w14:textId="77777777" w:rsidR="00661240" w:rsidRPr="002361A3" w:rsidRDefault="0006358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2361A3">
              <w:rPr>
                <w:sz w:val="24"/>
                <w:szCs w:val="24"/>
              </w:rPr>
              <w:t>0,0</w:t>
            </w:r>
          </w:p>
        </w:tc>
      </w:tr>
      <w:tr w:rsidR="004554EC" w:rsidRPr="00DC0DBA" w14:paraId="139247E6" w14:textId="77777777" w:rsidTr="004554EC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7408" w14:textId="77777777" w:rsidR="004554EC" w:rsidRPr="00DC0DBA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0DBA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1C4B" w14:textId="77777777" w:rsidR="004554EC" w:rsidRPr="00DC0DBA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0DBA">
              <w:rPr>
                <w:b/>
                <w:bCs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245D" w14:textId="3BB7DC43" w:rsidR="004554EC" w:rsidRPr="00DC0DBA" w:rsidRDefault="0065691B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0DBA">
              <w:rPr>
                <w:b/>
                <w:bCs/>
                <w:sz w:val="24"/>
                <w:szCs w:val="24"/>
              </w:rPr>
              <w:t>774</w:t>
            </w:r>
            <w:r w:rsidR="00DC0DBA" w:rsidRPr="00DC0DBA">
              <w:rPr>
                <w:b/>
                <w:bCs/>
                <w:sz w:val="24"/>
                <w:szCs w:val="24"/>
              </w:rPr>
              <w:t> 364,7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E9B0" w14:textId="77777777" w:rsidR="004554EC" w:rsidRPr="00DC0DBA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0DBA">
              <w:rPr>
                <w:b/>
                <w:bCs/>
                <w:sz w:val="24"/>
                <w:szCs w:val="24"/>
              </w:rPr>
              <w:t>774 622,1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DFFA" w14:textId="77777777" w:rsidR="004554EC" w:rsidRPr="00DC0DBA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0DBA">
              <w:rPr>
                <w:b/>
                <w:bCs/>
                <w:sz w:val="24"/>
                <w:szCs w:val="24"/>
              </w:rPr>
              <w:t>774 628,1</w:t>
            </w:r>
          </w:p>
        </w:tc>
      </w:tr>
      <w:tr w:rsidR="004554EC" w:rsidRPr="00BD744C" w14:paraId="2029AB81" w14:textId="77777777" w:rsidTr="004554EC">
        <w:trPr>
          <w:cantSplit/>
          <w:trHeight w:val="1136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005E" w14:textId="77777777" w:rsidR="004554EC" w:rsidRPr="00BD744C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BD744C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10BB" w14:textId="233E8F38" w:rsidR="004554EC" w:rsidRPr="00BD744C" w:rsidRDefault="00B919A4" w:rsidP="00B919A4">
            <w:pPr>
              <w:ind w:firstLine="0"/>
              <w:rPr>
                <w:sz w:val="24"/>
                <w:szCs w:val="24"/>
              </w:rPr>
            </w:pPr>
            <w:r w:rsidRPr="00BD744C">
              <w:rPr>
                <w:sz w:val="24"/>
                <w:szCs w:val="24"/>
              </w:rPr>
              <w:t>2.1.3.15.</w:t>
            </w:r>
            <w:r w:rsidR="00BD744C" w:rsidRPr="00BD744C">
              <w:rPr>
                <w:sz w:val="24"/>
                <w:szCs w:val="24"/>
              </w:rPr>
              <w:t xml:space="preserve"> </w:t>
            </w:r>
            <w:r w:rsidRPr="00BD744C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B611" w14:textId="77777777" w:rsidR="004554EC" w:rsidRPr="00BD744C" w:rsidRDefault="00B919A4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BD744C">
              <w:rPr>
                <w:sz w:val="24"/>
                <w:szCs w:val="24"/>
              </w:rPr>
              <w:t>625,1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85BE" w14:textId="77777777" w:rsidR="004554EC" w:rsidRPr="00BD744C" w:rsidRDefault="00B919A4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BD744C">
              <w:rPr>
                <w:sz w:val="24"/>
                <w:szCs w:val="24"/>
              </w:rPr>
              <w:t>458,4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7C26" w14:textId="77777777" w:rsidR="004554EC" w:rsidRPr="00BD744C" w:rsidRDefault="00B919A4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BD744C">
              <w:rPr>
                <w:sz w:val="24"/>
                <w:szCs w:val="24"/>
              </w:rPr>
              <w:t>458,4</w:t>
            </w:r>
          </w:p>
        </w:tc>
      </w:tr>
      <w:tr w:rsidR="008642D3" w:rsidRPr="00630F4D" w14:paraId="28613219" w14:textId="77777777" w:rsidTr="00CC4C63">
        <w:trPr>
          <w:cantSplit/>
          <w:trHeight w:hRule="exact" w:val="1134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1040" w14:textId="5118C505" w:rsidR="008642D3" w:rsidRPr="00630F4D" w:rsidRDefault="00630F4D" w:rsidP="00CC4C63">
            <w:pPr>
              <w:ind w:firstLine="0"/>
              <w:jc w:val="center"/>
              <w:rPr>
                <w:sz w:val="24"/>
                <w:szCs w:val="24"/>
              </w:rPr>
            </w:pPr>
            <w:r w:rsidRPr="00630F4D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4D9A" w14:textId="239C684B" w:rsidR="008642D3" w:rsidRPr="00630F4D" w:rsidRDefault="00630F4D" w:rsidP="0014155F">
            <w:pPr>
              <w:ind w:firstLine="0"/>
              <w:rPr>
                <w:sz w:val="24"/>
                <w:szCs w:val="24"/>
              </w:rPr>
            </w:pPr>
            <w:r w:rsidRPr="00630F4D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CEB6F" w14:textId="1B4A36CA" w:rsidR="008642D3" w:rsidRPr="00630F4D" w:rsidRDefault="009E01FE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0B6AD" w14:textId="415935E2" w:rsidR="008642D3" w:rsidRPr="00630F4D" w:rsidRDefault="009E01FE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CCAE9" w14:textId="72C7938B" w:rsidR="008642D3" w:rsidRPr="00630F4D" w:rsidRDefault="009E01FE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352,7</w:t>
            </w:r>
          </w:p>
        </w:tc>
      </w:tr>
      <w:tr w:rsidR="008642D3" w:rsidRPr="00630F4D" w14:paraId="32C59150" w14:textId="77777777" w:rsidTr="00CC4C63">
        <w:trPr>
          <w:cantSplit/>
          <w:trHeight w:hRule="exact" w:val="1134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19DD" w14:textId="18481EC2" w:rsidR="008642D3" w:rsidRPr="00630F4D" w:rsidRDefault="00DC5D03" w:rsidP="00CC4C63">
            <w:pPr>
              <w:ind w:firstLine="0"/>
              <w:jc w:val="center"/>
              <w:rPr>
                <w:sz w:val="24"/>
                <w:szCs w:val="24"/>
              </w:rPr>
            </w:pPr>
            <w:r w:rsidRPr="00630F4D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1CDC" w14:textId="2FD8320C" w:rsidR="008642D3" w:rsidRPr="00630F4D" w:rsidRDefault="00630F4D" w:rsidP="0014155F">
            <w:pPr>
              <w:ind w:firstLine="0"/>
              <w:rPr>
                <w:sz w:val="24"/>
                <w:szCs w:val="24"/>
              </w:rPr>
            </w:pPr>
            <w:r w:rsidRPr="00630F4D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5FB24" w14:textId="311247A9" w:rsidR="008642D3" w:rsidRPr="00630F4D" w:rsidRDefault="00DC5D03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5809" w14:textId="324A6C4E" w:rsidR="008642D3" w:rsidRPr="00630F4D" w:rsidRDefault="00DC5D03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1 870,6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E47CE" w14:textId="5CDA6F6C" w:rsidR="008642D3" w:rsidRPr="00630F4D" w:rsidRDefault="00DC5D03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1 870,6</w:t>
            </w:r>
          </w:p>
        </w:tc>
      </w:tr>
      <w:tr w:rsidR="0014155F" w:rsidRPr="00CD2FCB" w14:paraId="4EE570B2" w14:textId="77777777" w:rsidTr="00CC4C63">
        <w:trPr>
          <w:cantSplit/>
          <w:trHeight w:hRule="exact" w:val="1134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2457" w14:textId="77777777" w:rsidR="0014155F" w:rsidRPr="00CD2FCB" w:rsidRDefault="0014155F" w:rsidP="00CC4C63">
            <w:pPr>
              <w:ind w:firstLine="0"/>
              <w:jc w:val="center"/>
              <w:rPr>
                <w:sz w:val="24"/>
                <w:szCs w:val="24"/>
              </w:rPr>
            </w:pPr>
            <w:r w:rsidRPr="00CD2FCB">
              <w:rPr>
                <w:sz w:val="24"/>
                <w:szCs w:val="24"/>
              </w:rPr>
              <w:t>2 02 3</w:t>
            </w:r>
            <w:r w:rsidR="00CC4C63" w:rsidRPr="00CD2FCB">
              <w:rPr>
                <w:sz w:val="24"/>
                <w:szCs w:val="24"/>
              </w:rPr>
              <w:t>5508</w:t>
            </w:r>
            <w:r w:rsidRPr="00CD2FCB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0B73" w14:textId="77777777" w:rsidR="0014155F" w:rsidRPr="00CD2FCB" w:rsidRDefault="0014155F" w:rsidP="0014155F">
            <w:pPr>
              <w:ind w:firstLine="0"/>
              <w:rPr>
                <w:sz w:val="24"/>
                <w:szCs w:val="24"/>
              </w:rPr>
            </w:pPr>
            <w:r w:rsidRPr="00CD2FCB">
              <w:rPr>
                <w:sz w:val="24"/>
                <w:szCs w:val="24"/>
              </w:rPr>
              <w:t>2.1.3.28.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41FB5" w14:textId="680063E9" w:rsidR="0014155F" w:rsidRPr="00CD2FCB" w:rsidRDefault="00CD2FCB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CD2FCB">
              <w:rPr>
                <w:sz w:val="24"/>
                <w:szCs w:val="24"/>
              </w:rPr>
              <w:t>389,1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2FEE" w14:textId="77777777" w:rsidR="0014155F" w:rsidRPr="00CD2FCB" w:rsidRDefault="00CC4C63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CD2FCB">
              <w:rPr>
                <w:sz w:val="24"/>
                <w:szCs w:val="24"/>
              </w:rPr>
              <w:t>314,0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9ABE" w14:textId="77777777" w:rsidR="0014155F" w:rsidRPr="00CD2FCB" w:rsidRDefault="00CC4C63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CD2FCB">
              <w:rPr>
                <w:sz w:val="24"/>
                <w:szCs w:val="24"/>
              </w:rPr>
              <w:t>314,0</w:t>
            </w:r>
          </w:p>
        </w:tc>
      </w:tr>
      <w:tr w:rsidR="0014155F" w:rsidRPr="00EC0D4B" w14:paraId="4D666C2F" w14:textId="77777777" w:rsidTr="00CC4C63">
        <w:trPr>
          <w:cantSplit/>
          <w:trHeight w:hRule="exact" w:val="1134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384D" w14:textId="77777777" w:rsidR="0014155F" w:rsidRPr="00EC0D4B" w:rsidRDefault="0014155F" w:rsidP="00CC4C63">
            <w:pPr>
              <w:ind w:firstLine="0"/>
              <w:jc w:val="center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2 02 3</w:t>
            </w:r>
            <w:r w:rsidR="00CC4C63" w:rsidRPr="00EC0D4B">
              <w:rPr>
                <w:sz w:val="24"/>
                <w:szCs w:val="24"/>
              </w:rPr>
              <w:t>5508</w:t>
            </w:r>
            <w:r w:rsidRPr="00EC0D4B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C16F" w14:textId="77777777" w:rsidR="0014155F" w:rsidRPr="00EC0D4B" w:rsidRDefault="0014155F" w:rsidP="0014155F">
            <w:pPr>
              <w:ind w:firstLine="0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2.1.3.29.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E8289" w14:textId="77777777" w:rsidR="0014155F" w:rsidRPr="00EC0D4B" w:rsidRDefault="00CC4C63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129,1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98FD" w14:textId="77777777" w:rsidR="0014155F" w:rsidRPr="00EC0D4B" w:rsidRDefault="00CC4C63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362,0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E5DF" w14:textId="77777777" w:rsidR="0014155F" w:rsidRPr="00EC0D4B" w:rsidRDefault="00CC4C63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362,0</w:t>
            </w:r>
          </w:p>
        </w:tc>
      </w:tr>
      <w:tr w:rsidR="001C5FCA" w:rsidRPr="00EC0D4B" w14:paraId="1176B180" w14:textId="77777777" w:rsidTr="00CC4C63">
        <w:trPr>
          <w:cantSplit/>
          <w:trHeight w:hRule="exact" w:val="1134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78BD" w14:textId="7DBD4D62" w:rsidR="001C5FCA" w:rsidRPr="00EC0D4B" w:rsidRDefault="00AA59B1" w:rsidP="00CC4C63">
            <w:pPr>
              <w:ind w:firstLine="0"/>
              <w:jc w:val="center"/>
              <w:rPr>
                <w:sz w:val="24"/>
                <w:szCs w:val="24"/>
              </w:rPr>
            </w:pPr>
            <w:r w:rsidRPr="00EC0D4B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AF99" w14:textId="3D0499E9" w:rsidR="001C5FCA" w:rsidRPr="00EC0D4B" w:rsidRDefault="00AA59B1" w:rsidP="0014155F">
            <w:pPr>
              <w:ind w:firstLine="0"/>
              <w:rPr>
                <w:sz w:val="24"/>
                <w:szCs w:val="24"/>
              </w:rPr>
            </w:pPr>
            <w:r w:rsidRPr="00AA59B1">
              <w:rPr>
                <w:sz w:val="24"/>
                <w:szCs w:val="24"/>
              </w:rPr>
              <w:t>2.1.3.30.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4F42" w14:textId="0DB8A081" w:rsidR="001C5FCA" w:rsidRPr="00EC0D4B" w:rsidRDefault="00AA59B1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662D" w14:textId="7A72C67D" w:rsidR="001C5FCA" w:rsidRPr="00EC0D4B" w:rsidRDefault="00AA59B1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7A5F7" w14:textId="2FB82C85" w:rsidR="001C5FCA" w:rsidRPr="00EC0D4B" w:rsidRDefault="00AA59B1" w:rsidP="00455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4 341,4</w:t>
            </w:r>
          </w:p>
        </w:tc>
      </w:tr>
      <w:tr w:rsidR="002D2DA6" w:rsidRPr="004A26EC" w14:paraId="640D6D83" w14:textId="77777777" w:rsidTr="00E6459C">
        <w:trPr>
          <w:cantSplit/>
          <w:trHeight w:val="522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FA6BC" w14:textId="7F25F8EE" w:rsidR="002D2DA6" w:rsidRPr="004A26EC" w:rsidRDefault="00462782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26EC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5123" w14:textId="26E48B39" w:rsidR="002D2DA6" w:rsidRPr="004A26EC" w:rsidRDefault="00AB2D89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26EC">
              <w:rPr>
                <w:b/>
                <w:bCs/>
                <w:sz w:val="24"/>
                <w:szCs w:val="24"/>
              </w:rPr>
              <w:t>2.1.4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4A26EC">
              <w:rPr>
                <w:b/>
                <w:bCs/>
                <w:sz w:val="24"/>
                <w:szCs w:val="24"/>
              </w:rPr>
              <w:t xml:space="preserve"> Иные</w:t>
            </w:r>
            <w:r w:rsidR="00462782" w:rsidRPr="004A26EC">
              <w:rPr>
                <w:b/>
                <w:bCs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19990" w14:textId="58F9D107" w:rsidR="002D2DA6" w:rsidRPr="004A26EC" w:rsidRDefault="004A26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26EC">
              <w:rPr>
                <w:b/>
                <w:bCs/>
                <w:sz w:val="24"/>
                <w:szCs w:val="24"/>
              </w:rPr>
              <w:t>51 537,1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E7BA" w14:textId="3F492CC7" w:rsidR="002D2DA6" w:rsidRPr="004A26EC" w:rsidRDefault="004A26EC" w:rsidP="00455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A26E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2B02D" w14:textId="0B7446C8" w:rsidR="002D2DA6" w:rsidRPr="004A26EC" w:rsidRDefault="004A26EC" w:rsidP="00455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A26EC">
              <w:rPr>
                <w:b/>
                <w:sz w:val="24"/>
                <w:szCs w:val="24"/>
              </w:rPr>
              <w:t>0,0</w:t>
            </w:r>
          </w:p>
        </w:tc>
      </w:tr>
      <w:tr w:rsidR="002D2DA6" w:rsidRPr="0035618B" w14:paraId="285C5482" w14:textId="77777777" w:rsidTr="00E6459C">
        <w:trPr>
          <w:cantSplit/>
          <w:trHeight w:val="68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7FC4" w14:textId="7FF71CE4" w:rsidR="002D2DA6" w:rsidRPr="0035618B" w:rsidRDefault="0035618B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35618B">
              <w:rPr>
                <w:sz w:val="24"/>
                <w:szCs w:val="24"/>
              </w:rPr>
              <w:lastRenderedPageBreak/>
              <w:t>2 02 45160 14 0220 150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72D1" w14:textId="2915DFD1" w:rsidR="002D2DA6" w:rsidRPr="0035618B" w:rsidRDefault="0035618B" w:rsidP="004554EC">
            <w:pPr>
              <w:ind w:firstLine="0"/>
              <w:rPr>
                <w:sz w:val="24"/>
                <w:szCs w:val="24"/>
              </w:rPr>
            </w:pPr>
            <w:r w:rsidRPr="0035618B">
              <w:rPr>
                <w:sz w:val="24"/>
                <w:szCs w:val="24"/>
              </w:rPr>
              <w:t>2.1.4.6.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BC5A" w14:textId="2F0909CF" w:rsidR="002D2DA6" w:rsidRPr="0035618B" w:rsidRDefault="0035618B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35618B">
              <w:rPr>
                <w:sz w:val="24"/>
                <w:szCs w:val="24"/>
              </w:rPr>
              <w:t>31 199,9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AF6D" w14:textId="171196BB" w:rsidR="002D2DA6" w:rsidRPr="0035618B" w:rsidRDefault="0035618B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35618B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9D46" w14:textId="0787625D" w:rsidR="002D2DA6" w:rsidRPr="0035618B" w:rsidRDefault="0035618B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35618B">
              <w:rPr>
                <w:sz w:val="24"/>
                <w:szCs w:val="24"/>
              </w:rPr>
              <w:t>0,0</w:t>
            </w:r>
          </w:p>
        </w:tc>
      </w:tr>
      <w:tr w:rsidR="004554EC" w:rsidRPr="00323C22" w14:paraId="6762D69C" w14:textId="77777777" w:rsidTr="004554EC">
        <w:trPr>
          <w:cantSplit/>
          <w:trHeight w:val="132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2E8C" w14:textId="77777777" w:rsidR="004554EC" w:rsidRPr="00323C22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3C22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AB24" w14:textId="77777777" w:rsidR="004554EC" w:rsidRPr="00323C22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23C22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6EB4" w14:textId="77777777" w:rsidR="004554EC" w:rsidRPr="00323C22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3C22">
              <w:rPr>
                <w:b/>
                <w:bCs/>
                <w:sz w:val="24"/>
                <w:szCs w:val="24"/>
              </w:rPr>
              <w:t>7 798,9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B513" w14:textId="77777777" w:rsidR="004554EC" w:rsidRPr="00323C22" w:rsidRDefault="004554EC" w:rsidP="00455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23C22">
              <w:rPr>
                <w:b/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70E5" w14:textId="77777777" w:rsidR="004554EC" w:rsidRPr="00323C22" w:rsidRDefault="004554EC" w:rsidP="00455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23C22">
              <w:rPr>
                <w:b/>
                <w:sz w:val="24"/>
                <w:szCs w:val="24"/>
              </w:rPr>
              <w:t>0,0 </w:t>
            </w:r>
          </w:p>
        </w:tc>
      </w:tr>
      <w:tr w:rsidR="004554EC" w:rsidRPr="004C08F3" w14:paraId="63D0A2FD" w14:textId="77777777" w:rsidTr="004554EC">
        <w:trPr>
          <w:cantSplit/>
          <w:trHeight w:val="69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FB35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2 18 04010 14 0000 150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069C" w14:textId="77777777" w:rsidR="004554EC" w:rsidRPr="004C08F3" w:rsidRDefault="004554EC" w:rsidP="004554EC">
            <w:pPr>
              <w:ind w:firstLine="0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46CB" w14:textId="77777777" w:rsidR="004554EC" w:rsidRPr="004C08F3" w:rsidRDefault="004554EC" w:rsidP="00685DF7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6</w:t>
            </w:r>
            <w:r w:rsidR="00685DF7" w:rsidRPr="004C08F3">
              <w:rPr>
                <w:sz w:val="24"/>
                <w:szCs w:val="24"/>
              </w:rPr>
              <w:t> 930,9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B575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2FEE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 0,0</w:t>
            </w:r>
          </w:p>
        </w:tc>
      </w:tr>
      <w:tr w:rsidR="004554EC" w:rsidRPr="004C08F3" w14:paraId="5DC676DC" w14:textId="77777777" w:rsidTr="004554EC">
        <w:trPr>
          <w:cantSplit/>
          <w:trHeight w:val="75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A278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2 18 04020 14 0000 150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B846" w14:textId="77777777" w:rsidR="004554EC" w:rsidRPr="004C08F3" w:rsidRDefault="004554EC" w:rsidP="004554EC">
            <w:pPr>
              <w:ind w:firstLine="0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37BD" w14:textId="77777777" w:rsidR="004554EC" w:rsidRPr="004C08F3" w:rsidRDefault="00685DF7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868,0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0D1F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 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58B1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 0,0</w:t>
            </w:r>
          </w:p>
        </w:tc>
      </w:tr>
      <w:tr w:rsidR="004554EC" w:rsidRPr="004C08F3" w14:paraId="4C6B4FE3" w14:textId="77777777" w:rsidTr="004554EC">
        <w:trPr>
          <w:cantSplit/>
          <w:trHeight w:val="638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B9CE" w14:textId="77777777" w:rsidR="004554EC" w:rsidRPr="004C08F3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6CC2E" w14:textId="77777777" w:rsidR="004554EC" w:rsidRPr="004C08F3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 xml:space="preserve">2.3.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F154" w14:textId="77777777" w:rsidR="004554EC" w:rsidRPr="004C08F3" w:rsidRDefault="004554EC" w:rsidP="0062311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- 12</w:t>
            </w:r>
            <w:r w:rsidR="0062311B" w:rsidRPr="004C08F3">
              <w:rPr>
                <w:b/>
                <w:bCs/>
                <w:sz w:val="24"/>
                <w:szCs w:val="24"/>
              </w:rPr>
              <w:t> 591,6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FDA8" w14:textId="77777777" w:rsidR="004554EC" w:rsidRPr="004C08F3" w:rsidRDefault="004554EC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DD36" w14:textId="77777777" w:rsidR="004554EC" w:rsidRPr="004C08F3" w:rsidRDefault="004554EC" w:rsidP="00455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C08F3">
              <w:rPr>
                <w:b/>
                <w:sz w:val="24"/>
                <w:szCs w:val="24"/>
              </w:rPr>
              <w:t>0,0</w:t>
            </w:r>
          </w:p>
        </w:tc>
      </w:tr>
      <w:tr w:rsidR="004554EC" w:rsidRPr="004C08F3" w14:paraId="5DC559B7" w14:textId="77777777" w:rsidTr="004554EC">
        <w:trPr>
          <w:cantSplit/>
          <w:trHeight w:val="103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48730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2078" w14:textId="77777777" w:rsidR="004554EC" w:rsidRPr="004C08F3" w:rsidRDefault="004554EC" w:rsidP="004554EC">
            <w:pPr>
              <w:ind w:firstLine="0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2.3.3.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61E0" w14:textId="77777777" w:rsidR="004554EC" w:rsidRPr="004C08F3" w:rsidRDefault="004554EC" w:rsidP="0062311B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- 5</w:t>
            </w:r>
            <w:r w:rsidR="0062311B" w:rsidRPr="004C08F3">
              <w:rPr>
                <w:sz w:val="24"/>
                <w:szCs w:val="24"/>
              </w:rPr>
              <w:t> 212,3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B6C1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BEA4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0,0</w:t>
            </w:r>
          </w:p>
        </w:tc>
      </w:tr>
      <w:tr w:rsidR="004554EC" w:rsidRPr="004C08F3" w14:paraId="1A446920" w14:textId="77777777" w:rsidTr="004554EC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ADE6" w14:textId="77777777" w:rsidR="004554EC" w:rsidRPr="004C08F3" w:rsidRDefault="004554EC" w:rsidP="0062311B">
            <w:pPr>
              <w:ind w:firstLine="0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 xml:space="preserve">2 19 </w:t>
            </w:r>
            <w:r w:rsidR="0062311B" w:rsidRPr="004C08F3">
              <w:rPr>
                <w:sz w:val="24"/>
                <w:szCs w:val="24"/>
              </w:rPr>
              <w:t>35508</w:t>
            </w:r>
            <w:r w:rsidRPr="004C08F3">
              <w:rPr>
                <w:sz w:val="24"/>
                <w:szCs w:val="24"/>
              </w:rPr>
              <w:t xml:space="preserve"> 14 0000 150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4A64" w14:textId="77777777" w:rsidR="004554EC" w:rsidRPr="004C08F3" w:rsidRDefault="0062311B" w:rsidP="004554EC">
            <w:pPr>
              <w:ind w:firstLine="0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2.3.6</w:t>
            </w:r>
            <w:r w:rsidR="004554EC" w:rsidRPr="004C08F3">
              <w:rPr>
                <w:sz w:val="24"/>
                <w:szCs w:val="24"/>
              </w:rPr>
              <w:t xml:space="preserve">. </w:t>
            </w:r>
            <w:r w:rsidRPr="004C08F3">
              <w:rPr>
                <w:sz w:val="24"/>
                <w:szCs w:val="24"/>
              </w:rPr>
              <w:t xml:space="preserve">Возврат остатков субвенций на поддержку сельскохозяйственного производства по отдельным </w:t>
            </w:r>
            <w:proofErr w:type="spellStart"/>
            <w:r w:rsidRPr="004C08F3">
              <w:rPr>
                <w:sz w:val="24"/>
                <w:szCs w:val="24"/>
              </w:rPr>
              <w:t>подотраслям</w:t>
            </w:r>
            <w:proofErr w:type="spellEnd"/>
            <w:r w:rsidRPr="004C08F3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9F4B" w14:textId="77777777" w:rsidR="004554EC" w:rsidRPr="004C08F3" w:rsidRDefault="004554EC" w:rsidP="0062311B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 xml:space="preserve">- </w:t>
            </w:r>
            <w:r w:rsidR="0062311B" w:rsidRPr="004C08F3">
              <w:rPr>
                <w:sz w:val="24"/>
                <w:szCs w:val="24"/>
              </w:rPr>
              <w:t>7,8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CC63A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D91F0" w14:textId="77777777" w:rsidR="004554EC" w:rsidRPr="004C08F3" w:rsidRDefault="004554EC" w:rsidP="004554EC">
            <w:pPr>
              <w:ind w:firstLine="0"/>
              <w:jc w:val="center"/>
              <w:rPr>
                <w:sz w:val="24"/>
                <w:szCs w:val="24"/>
              </w:rPr>
            </w:pPr>
            <w:r w:rsidRPr="004C08F3">
              <w:rPr>
                <w:sz w:val="24"/>
                <w:szCs w:val="24"/>
              </w:rPr>
              <w:t>0,0</w:t>
            </w:r>
          </w:p>
        </w:tc>
      </w:tr>
      <w:tr w:rsidR="004554EC" w:rsidRPr="004C08F3" w14:paraId="5063F401" w14:textId="77777777" w:rsidTr="004C08F3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A84C" w14:textId="77777777" w:rsidR="004554EC" w:rsidRPr="004C08F3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 xml:space="preserve">ВСЕГО ДОХОДЫ 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43E1" w14:textId="77777777" w:rsidR="004554EC" w:rsidRPr="004C08F3" w:rsidRDefault="004554EC" w:rsidP="004554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2C129" w14:textId="251BB936" w:rsidR="004554EC" w:rsidRPr="004C08F3" w:rsidRDefault="004C08F3" w:rsidP="0062311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2 438 877,4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4B77" w14:textId="5E170AF7" w:rsidR="004554EC" w:rsidRPr="004C08F3" w:rsidRDefault="004C08F3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2 097 477,2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0F1AC" w14:textId="197D450E" w:rsidR="004554EC" w:rsidRPr="004C08F3" w:rsidRDefault="004C08F3" w:rsidP="004554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8F3">
              <w:rPr>
                <w:b/>
                <w:bCs/>
                <w:sz w:val="24"/>
                <w:szCs w:val="24"/>
              </w:rPr>
              <w:t>2 035 965,1</w:t>
            </w:r>
          </w:p>
        </w:tc>
      </w:tr>
    </w:tbl>
    <w:p w14:paraId="5174FBAF" w14:textId="66B25904" w:rsidR="000118B9" w:rsidRPr="008F67C4" w:rsidRDefault="000118B9" w:rsidP="000118B9">
      <w:pPr>
        <w:ind w:firstLine="709"/>
        <w:jc w:val="both"/>
        <w:rPr>
          <w:szCs w:val="28"/>
        </w:rPr>
      </w:pPr>
      <w:r w:rsidRPr="008F67C4">
        <w:rPr>
          <w:szCs w:val="28"/>
        </w:rPr>
        <w:lastRenderedPageBreak/>
        <w:t>1.</w:t>
      </w:r>
      <w:r w:rsidR="004167E4" w:rsidRPr="008F67C4">
        <w:rPr>
          <w:szCs w:val="28"/>
        </w:rPr>
        <w:t>5</w:t>
      </w:r>
      <w:r w:rsidR="00766EC5" w:rsidRPr="008F67C4">
        <w:rPr>
          <w:szCs w:val="28"/>
        </w:rPr>
        <w:t xml:space="preserve">. </w:t>
      </w:r>
      <w:r w:rsidRPr="008F67C4">
        <w:rPr>
          <w:szCs w:val="28"/>
        </w:rPr>
        <w:t>пункт 6 изложить в следующей редакции:</w:t>
      </w:r>
    </w:p>
    <w:p w14:paraId="0FE84B1C" w14:textId="77777777" w:rsidR="000118B9" w:rsidRPr="008F67C4" w:rsidRDefault="000118B9" w:rsidP="00766EC5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5D961F2D" w14:textId="77777777" w:rsidR="00766EC5" w:rsidRPr="008F67C4" w:rsidRDefault="000118B9" w:rsidP="00182CA8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8F67C4">
        <w:rPr>
          <w:sz w:val="28"/>
          <w:szCs w:val="28"/>
        </w:rPr>
        <w:t>«</w:t>
      </w:r>
      <w:r w:rsidR="00766EC5" w:rsidRPr="008F67C4">
        <w:rPr>
          <w:sz w:val="28"/>
          <w:szCs w:val="28"/>
        </w:rPr>
        <w:t>Утвердить общий объем налоговых и неналоговых доходов:</w:t>
      </w:r>
    </w:p>
    <w:p w14:paraId="6336EF6A" w14:textId="77777777" w:rsidR="00766EC5" w:rsidRPr="008F67C4" w:rsidRDefault="00766EC5" w:rsidP="00766EC5">
      <w:pPr>
        <w:ind w:firstLine="709"/>
        <w:jc w:val="both"/>
        <w:rPr>
          <w:szCs w:val="28"/>
        </w:rPr>
      </w:pPr>
      <w:r w:rsidRPr="008F67C4">
        <w:rPr>
          <w:szCs w:val="28"/>
        </w:rPr>
        <w:t xml:space="preserve">1) на 2021 год в сумме </w:t>
      </w:r>
      <w:r w:rsidR="00E011AE" w:rsidRPr="008F67C4">
        <w:rPr>
          <w:szCs w:val="28"/>
        </w:rPr>
        <w:t>872 160,0</w:t>
      </w:r>
      <w:r w:rsidR="00E011AE" w:rsidRPr="008F67C4">
        <w:rPr>
          <w:b/>
          <w:sz w:val="24"/>
          <w:szCs w:val="24"/>
        </w:rPr>
        <w:t xml:space="preserve"> </w:t>
      </w:r>
      <w:r w:rsidRPr="008F67C4">
        <w:rPr>
          <w:szCs w:val="28"/>
        </w:rPr>
        <w:t>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853</w:t>
      </w:r>
      <w:r w:rsidR="004B6365" w:rsidRPr="008F67C4">
        <w:rPr>
          <w:szCs w:val="28"/>
        </w:rPr>
        <w:t> 912,4</w:t>
      </w:r>
      <w:r w:rsidRPr="008F67C4">
        <w:rPr>
          <w:szCs w:val="28"/>
        </w:rPr>
        <w:t xml:space="preserve"> </w:t>
      </w:r>
      <w:proofErr w:type="spellStart"/>
      <w:r w:rsidRPr="008F67C4">
        <w:rPr>
          <w:szCs w:val="28"/>
        </w:rPr>
        <w:t>тыс</w:t>
      </w:r>
      <w:proofErr w:type="gramStart"/>
      <w:r w:rsidRPr="008F67C4">
        <w:rPr>
          <w:szCs w:val="28"/>
        </w:rPr>
        <w:t>.р</w:t>
      </w:r>
      <w:proofErr w:type="gramEnd"/>
      <w:r w:rsidRPr="008F67C4">
        <w:rPr>
          <w:szCs w:val="28"/>
        </w:rPr>
        <w:t>ублей</w:t>
      </w:r>
      <w:proofErr w:type="spellEnd"/>
      <w:r w:rsidRPr="008F67C4">
        <w:rPr>
          <w:szCs w:val="28"/>
        </w:rPr>
        <w:t>;</w:t>
      </w:r>
    </w:p>
    <w:p w14:paraId="4D8BAF31" w14:textId="77777777" w:rsidR="00766EC5" w:rsidRPr="00E44760" w:rsidRDefault="00766EC5" w:rsidP="00766EC5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E44760">
        <w:rPr>
          <w:sz w:val="28"/>
          <w:szCs w:val="28"/>
        </w:rPr>
        <w:t xml:space="preserve">2) на 2022 год в сумме 862 266,7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842 481,8 </w:t>
      </w:r>
      <w:proofErr w:type="spellStart"/>
      <w:r w:rsidRPr="00E44760">
        <w:rPr>
          <w:sz w:val="28"/>
          <w:szCs w:val="28"/>
        </w:rPr>
        <w:t>тыс</w:t>
      </w:r>
      <w:proofErr w:type="gramStart"/>
      <w:r w:rsidRPr="00E44760">
        <w:rPr>
          <w:sz w:val="28"/>
          <w:szCs w:val="28"/>
        </w:rPr>
        <w:t>.р</w:t>
      </w:r>
      <w:proofErr w:type="gramEnd"/>
      <w:r w:rsidRPr="00E44760">
        <w:rPr>
          <w:sz w:val="28"/>
          <w:szCs w:val="28"/>
        </w:rPr>
        <w:t>ублей</w:t>
      </w:r>
      <w:proofErr w:type="spellEnd"/>
      <w:r w:rsidRPr="00E44760">
        <w:rPr>
          <w:sz w:val="28"/>
          <w:szCs w:val="28"/>
        </w:rPr>
        <w:t>;</w:t>
      </w:r>
    </w:p>
    <w:p w14:paraId="02CCC40B" w14:textId="716A3836" w:rsidR="00766EC5" w:rsidRPr="00E44760" w:rsidRDefault="00766EC5" w:rsidP="00766EC5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44760">
        <w:rPr>
          <w:sz w:val="28"/>
          <w:szCs w:val="28"/>
        </w:rPr>
        <w:t>3) на 2023 год в сумме 972 562,8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950 806,</w:t>
      </w:r>
      <w:r w:rsidR="008A0CB2">
        <w:rPr>
          <w:sz w:val="28"/>
          <w:szCs w:val="28"/>
        </w:rPr>
        <w:t>4</w:t>
      </w:r>
      <w:r w:rsidRPr="00E44760">
        <w:rPr>
          <w:sz w:val="28"/>
          <w:szCs w:val="28"/>
        </w:rPr>
        <w:t xml:space="preserve"> </w:t>
      </w:r>
      <w:proofErr w:type="spellStart"/>
      <w:r w:rsidRPr="00E44760">
        <w:rPr>
          <w:sz w:val="28"/>
          <w:szCs w:val="28"/>
        </w:rPr>
        <w:t>тыс</w:t>
      </w:r>
      <w:proofErr w:type="gramStart"/>
      <w:r w:rsidRPr="00E44760">
        <w:rPr>
          <w:sz w:val="28"/>
          <w:szCs w:val="28"/>
        </w:rPr>
        <w:t>.р</w:t>
      </w:r>
      <w:proofErr w:type="gramEnd"/>
      <w:r w:rsidRPr="00E44760">
        <w:rPr>
          <w:sz w:val="28"/>
          <w:szCs w:val="28"/>
        </w:rPr>
        <w:t>ублей</w:t>
      </w:r>
      <w:proofErr w:type="spellEnd"/>
      <w:r w:rsidRPr="00E44760">
        <w:rPr>
          <w:sz w:val="28"/>
          <w:szCs w:val="28"/>
        </w:rPr>
        <w:t>.</w:t>
      </w:r>
      <w:r w:rsidR="000118B9" w:rsidRPr="00E44760">
        <w:rPr>
          <w:sz w:val="28"/>
          <w:szCs w:val="28"/>
        </w:rPr>
        <w:t>»;</w:t>
      </w:r>
    </w:p>
    <w:p w14:paraId="04899A4A" w14:textId="77777777" w:rsidR="00766EC5" w:rsidRPr="00D83BDE" w:rsidRDefault="00766EC5" w:rsidP="00C0135E">
      <w:pPr>
        <w:ind w:firstLine="709"/>
        <w:jc w:val="both"/>
        <w:rPr>
          <w:szCs w:val="28"/>
          <w:highlight w:val="yellow"/>
        </w:rPr>
      </w:pPr>
    </w:p>
    <w:p w14:paraId="2DF0B685" w14:textId="283BD832" w:rsidR="00C0135E" w:rsidRPr="004D4C4E" w:rsidRDefault="00C0135E" w:rsidP="00C0135E">
      <w:pPr>
        <w:ind w:firstLine="709"/>
        <w:jc w:val="both"/>
        <w:rPr>
          <w:szCs w:val="28"/>
        </w:rPr>
      </w:pPr>
      <w:r w:rsidRPr="004D4C4E">
        <w:rPr>
          <w:szCs w:val="28"/>
        </w:rPr>
        <w:t>1.</w:t>
      </w:r>
      <w:r w:rsidR="004167E4" w:rsidRPr="004D4C4E">
        <w:rPr>
          <w:szCs w:val="28"/>
        </w:rPr>
        <w:t>6</w:t>
      </w:r>
      <w:r w:rsidRPr="004D4C4E">
        <w:rPr>
          <w:szCs w:val="28"/>
        </w:rPr>
        <w:t>. пункт 7 изложить в следующей редакции:</w:t>
      </w:r>
    </w:p>
    <w:p w14:paraId="0696C82E" w14:textId="77777777" w:rsidR="00C0135E" w:rsidRPr="004D4C4E" w:rsidRDefault="00C0135E" w:rsidP="00C0135E">
      <w:pPr>
        <w:ind w:firstLine="709"/>
        <w:jc w:val="both"/>
        <w:rPr>
          <w:color w:val="FF0000"/>
          <w:szCs w:val="28"/>
        </w:rPr>
      </w:pPr>
    </w:p>
    <w:p w14:paraId="618A35F5" w14:textId="77777777" w:rsidR="00C0135E" w:rsidRPr="004D4C4E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4D4C4E">
        <w:rPr>
          <w:sz w:val="28"/>
          <w:szCs w:val="28"/>
        </w:rPr>
        <w:t>«Утвердить объем безвозмездных поступлений, получаемых из других бюджетов бюджетной системы Российской Федерации:</w:t>
      </w:r>
    </w:p>
    <w:p w14:paraId="0E44E4C4" w14:textId="6E6A92AB" w:rsidR="00C0135E" w:rsidRPr="00F74505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F74505">
        <w:rPr>
          <w:sz w:val="28"/>
          <w:szCs w:val="28"/>
        </w:rPr>
        <w:t xml:space="preserve">- на 2021 год в сумме </w:t>
      </w:r>
      <w:r w:rsidR="00EA6885" w:rsidRPr="00F74505">
        <w:rPr>
          <w:sz w:val="28"/>
          <w:szCs w:val="28"/>
        </w:rPr>
        <w:t>1</w:t>
      </w:r>
      <w:r w:rsidR="00E77738" w:rsidRPr="00F74505">
        <w:rPr>
          <w:sz w:val="28"/>
          <w:szCs w:val="28"/>
        </w:rPr>
        <w:t> </w:t>
      </w:r>
      <w:r w:rsidR="00790F08" w:rsidRPr="00F74505">
        <w:rPr>
          <w:sz w:val="28"/>
          <w:szCs w:val="28"/>
        </w:rPr>
        <w:t>5</w:t>
      </w:r>
      <w:r w:rsidR="00E77738" w:rsidRPr="00F74505">
        <w:rPr>
          <w:sz w:val="28"/>
          <w:szCs w:val="28"/>
        </w:rPr>
        <w:t xml:space="preserve">71 410,1 </w:t>
      </w:r>
      <w:r w:rsidRPr="00F74505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EA6885" w:rsidRPr="00F74505">
        <w:rPr>
          <w:sz w:val="28"/>
          <w:szCs w:val="28"/>
        </w:rPr>
        <w:t>1</w:t>
      </w:r>
      <w:r w:rsidR="00F74505" w:rsidRPr="00F74505">
        <w:rPr>
          <w:sz w:val="28"/>
          <w:szCs w:val="28"/>
        </w:rPr>
        <w:t> </w:t>
      </w:r>
      <w:r w:rsidR="00790F08" w:rsidRPr="00F74505">
        <w:rPr>
          <w:sz w:val="28"/>
          <w:szCs w:val="28"/>
        </w:rPr>
        <w:t>34</w:t>
      </w:r>
      <w:r w:rsidR="00F74505" w:rsidRPr="00F74505">
        <w:rPr>
          <w:sz w:val="28"/>
          <w:szCs w:val="28"/>
        </w:rPr>
        <w:t>4 984,5</w:t>
      </w:r>
      <w:r w:rsidRPr="00F74505">
        <w:rPr>
          <w:sz w:val="28"/>
          <w:szCs w:val="28"/>
        </w:rPr>
        <w:t xml:space="preserve"> </w:t>
      </w:r>
      <w:proofErr w:type="spellStart"/>
      <w:r w:rsidRPr="00F74505">
        <w:rPr>
          <w:sz w:val="28"/>
          <w:szCs w:val="28"/>
        </w:rPr>
        <w:t>тыс</w:t>
      </w:r>
      <w:proofErr w:type="gramStart"/>
      <w:r w:rsidRPr="00F74505">
        <w:rPr>
          <w:sz w:val="28"/>
          <w:szCs w:val="28"/>
        </w:rPr>
        <w:t>.р</w:t>
      </w:r>
      <w:proofErr w:type="gramEnd"/>
      <w:r w:rsidRPr="00F74505">
        <w:rPr>
          <w:sz w:val="28"/>
          <w:szCs w:val="28"/>
        </w:rPr>
        <w:t>ублей</w:t>
      </w:r>
      <w:proofErr w:type="spellEnd"/>
      <w:r w:rsidRPr="00F74505">
        <w:rPr>
          <w:sz w:val="28"/>
          <w:szCs w:val="28"/>
        </w:rPr>
        <w:t>;</w:t>
      </w:r>
    </w:p>
    <w:p w14:paraId="0408EC74" w14:textId="54341F72" w:rsidR="00C0135E" w:rsidRPr="00A378A0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F7644F">
        <w:rPr>
          <w:sz w:val="28"/>
          <w:szCs w:val="28"/>
        </w:rPr>
        <w:t>- на 2022 год в сумме 1</w:t>
      </w:r>
      <w:r w:rsidR="00F7644F" w:rsidRPr="00F7644F">
        <w:rPr>
          <w:sz w:val="28"/>
          <w:szCs w:val="28"/>
        </w:rPr>
        <w:t xml:space="preserve"> 235 210,5 </w:t>
      </w:r>
      <w:r w:rsidRPr="00F7644F">
        <w:rPr>
          <w:sz w:val="28"/>
          <w:szCs w:val="28"/>
        </w:rPr>
        <w:t xml:space="preserve">тыс. рублей, в том числе объем субсидий, </w:t>
      </w:r>
      <w:r w:rsidRPr="00A378A0">
        <w:rPr>
          <w:sz w:val="28"/>
          <w:szCs w:val="28"/>
        </w:rPr>
        <w:t xml:space="preserve">субвенций и иных межбюджетных трансфертов, имеющих целевое назначение, в сумме </w:t>
      </w:r>
      <w:r w:rsidR="00A378A0" w:rsidRPr="00A378A0">
        <w:rPr>
          <w:sz w:val="28"/>
          <w:szCs w:val="28"/>
        </w:rPr>
        <w:t xml:space="preserve">1 045 552,5 </w:t>
      </w:r>
      <w:proofErr w:type="spellStart"/>
      <w:r w:rsidRPr="00A378A0">
        <w:rPr>
          <w:sz w:val="28"/>
          <w:szCs w:val="28"/>
        </w:rPr>
        <w:t>тыс</w:t>
      </w:r>
      <w:proofErr w:type="gramStart"/>
      <w:r w:rsidRPr="00A378A0">
        <w:rPr>
          <w:sz w:val="28"/>
          <w:szCs w:val="28"/>
        </w:rPr>
        <w:t>.р</w:t>
      </w:r>
      <w:proofErr w:type="gramEnd"/>
      <w:r w:rsidRPr="00A378A0">
        <w:rPr>
          <w:sz w:val="28"/>
          <w:szCs w:val="28"/>
        </w:rPr>
        <w:t>ублей</w:t>
      </w:r>
      <w:proofErr w:type="spellEnd"/>
      <w:r w:rsidRPr="00A378A0">
        <w:rPr>
          <w:sz w:val="28"/>
          <w:szCs w:val="28"/>
        </w:rPr>
        <w:t>;</w:t>
      </w:r>
    </w:p>
    <w:p w14:paraId="6563C8EC" w14:textId="6AB932B6" w:rsidR="00C0135E" w:rsidRPr="00CE2F43" w:rsidRDefault="00C0135E" w:rsidP="00CE2F43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FB310E">
        <w:rPr>
          <w:sz w:val="28"/>
          <w:szCs w:val="28"/>
        </w:rPr>
        <w:t>- на 2023 год в сумме 1</w:t>
      </w:r>
      <w:r w:rsidR="00FB310E" w:rsidRPr="00FB310E">
        <w:rPr>
          <w:sz w:val="28"/>
          <w:szCs w:val="28"/>
        </w:rPr>
        <w:t> 063 402,3</w:t>
      </w:r>
      <w:r w:rsidRPr="00FB310E">
        <w:rPr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</w:t>
      </w:r>
      <w:r w:rsidRPr="00CE2F43">
        <w:rPr>
          <w:sz w:val="28"/>
          <w:szCs w:val="28"/>
        </w:rPr>
        <w:t>сумме 94</w:t>
      </w:r>
      <w:r w:rsidR="00CE2F43" w:rsidRPr="00CE2F43">
        <w:rPr>
          <w:sz w:val="28"/>
          <w:szCs w:val="28"/>
        </w:rPr>
        <w:t>0 858,0</w:t>
      </w:r>
      <w:r w:rsidRPr="00CE2F43">
        <w:rPr>
          <w:sz w:val="28"/>
          <w:szCs w:val="28"/>
        </w:rPr>
        <w:t xml:space="preserve"> </w:t>
      </w:r>
      <w:proofErr w:type="spellStart"/>
      <w:r w:rsidRPr="00CE2F43">
        <w:rPr>
          <w:sz w:val="28"/>
          <w:szCs w:val="28"/>
        </w:rPr>
        <w:t>тыс</w:t>
      </w:r>
      <w:proofErr w:type="gramStart"/>
      <w:r w:rsidRPr="00CE2F43">
        <w:rPr>
          <w:sz w:val="28"/>
          <w:szCs w:val="28"/>
        </w:rPr>
        <w:t>.р</w:t>
      </w:r>
      <w:proofErr w:type="gramEnd"/>
      <w:r w:rsidRPr="00CE2F43">
        <w:rPr>
          <w:sz w:val="28"/>
          <w:szCs w:val="28"/>
        </w:rPr>
        <w:t>ублей</w:t>
      </w:r>
      <w:proofErr w:type="spellEnd"/>
      <w:r w:rsidRPr="00CE2F43">
        <w:rPr>
          <w:sz w:val="28"/>
          <w:szCs w:val="28"/>
        </w:rPr>
        <w:t>.»;</w:t>
      </w:r>
    </w:p>
    <w:p w14:paraId="24184B40" w14:textId="1687C248" w:rsidR="00C0135E" w:rsidRPr="00D83BDE" w:rsidRDefault="00574EAB" w:rsidP="004C1652">
      <w:pPr>
        <w:pStyle w:val="25"/>
        <w:tabs>
          <w:tab w:val="num" w:pos="0"/>
        </w:tabs>
        <w:rPr>
          <w:color w:val="FF0000"/>
          <w:highlight w:val="yellow"/>
        </w:rPr>
      </w:pPr>
      <w:r w:rsidRPr="00D83BDE">
        <w:rPr>
          <w:sz w:val="28"/>
          <w:szCs w:val="28"/>
          <w:highlight w:val="yellow"/>
        </w:rPr>
        <w:t xml:space="preserve">  </w:t>
      </w:r>
    </w:p>
    <w:p w14:paraId="530B9BEF" w14:textId="6351AF68" w:rsidR="00C0135E" w:rsidRPr="00FD6FFF" w:rsidRDefault="00C0135E" w:rsidP="00C0135E">
      <w:pPr>
        <w:ind w:firstLine="540"/>
        <w:jc w:val="both"/>
        <w:rPr>
          <w:szCs w:val="28"/>
        </w:rPr>
      </w:pPr>
      <w:r w:rsidRPr="00FD6FFF">
        <w:rPr>
          <w:szCs w:val="28"/>
        </w:rPr>
        <w:t>1.</w:t>
      </w:r>
      <w:r w:rsidR="004167E4" w:rsidRPr="00FD6FFF">
        <w:rPr>
          <w:szCs w:val="28"/>
        </w:rPr>
        <w:t>7</w:t>
      </w:r>
      <w:r w:rsidRPr="00FD6FFF">
        <w:rPr>
          <w:szCs w:val="28"/>
        </w:rPr>
        <w:t>. в приложении 5:</w:t>
      </w:r>
    </w:p>
    <w:p w14:paraId="7F69F6D0" w14:textId="77777777" w:rsidR="00C0135E" w:rsidRPr="00FD6FFF" w:rsidRDefault="00C0135E" w:rsidP="00C0135E">
      <w:pPr>
        <w:ind w:firstLine="540"/>
        <w:jc w:val="both"/>
        <w:rPr>
          <w:color w:val="FF0000"/>
          <w:szCs w:val="28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701"/>
        <w:gridCol w:w="709"/>
        <w:gridCol w:w="1417"/>
        <w:gridCol w:w="1418"/>
        <w:gridCol w:w="1304"/>
      </w:tblGrid>
      <w:tr w:rsidR="00C0135E" w:rsidRPr="00FD6FFF" w14:paraId="204403FB" w14:textId="77777777" w:rsidTr="00B44E0E">
        <w:trPr>
          <w:trHeight w:val="20"/>
          <w:tblHeader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8559" w14:textId="77777777" w:rsidR="00C0135E" w:rsidRPr="00FD6FFF" w:rsidRDefault="00C0135E" w:rsidP="00EC65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6BE5D81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60437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9077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00F1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</w:tr>
      <w:tr w:rsidR="00C0135E" w:rsidRPr="00FD6FFF" w14:paraId="77C5A70E" w14:textId="77777777" w:rsidTr="00B44E0E">
        <w:trPr>
          <w:trHeight w:val="20"/>
          <w:tblHeader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7345" w14:textId="77777777" w:rsidR="00C0135E" w:rsidRPr="00FD6FFF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1C05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D2B1" w14:textId="77777777" w:rsidR="00C0135E" w:rsidRPr="00FD6FFF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6FFF"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AB934" w14:textId="77777777" w:rsidR="00C0135E" w:rsidRPr="00FD6FFF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BEC2" w14:textId="77777777" w:rsidR="00C0135E" w:rsidRPr="00FD6FFF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DB2B" w14:textId="77777777" w:rsidR="00C0135E" w:rsidRPr="00FD6FFF" w:rsidRDefault="00C0135E" w:rsidP="00EC6513">
            <w:pPr>
              <w:rPr>
                <w:b/>
                <w:bCs/>
                <w:color w:val="FF0000"/>
              </w:rPr>
            </w:pPr>
          </w:p>
        </w:tc>
      </w:tr>
      <w:tr w:rsidR="00741EE7" w:rsidRPr="00E11DDC" w14:paraId="7878630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CB41" w14:textId="77777777" w:rsidR="00741EE7" w:rsidRPr="00FD6FFF" w:rsidRDefault="00741EE7" w:rsidP="00741EE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D6FFF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7087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079C4E3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82E3C6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A68FC51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FFF">
              <w:rPr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AF7A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0ECC56B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65E7B80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1B4D158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FFF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C968" w14:textId="75E23205" w:rsidR="00741EE7" w:rsidRPr="00741EE7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1EE7">
              <w:rPr>
                <w:b/>
                <w:bCs/>
                <w:sz w:val="24"/>
                <w:szCs w:val="24"/>
              </w:rPr>
              <w:t>1 245 387,0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4340" w14:textId="77777777" w:rsidR="00741EE7" w:rsidRPr="00FD6FFF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FFF">
              <w:rPr>
                <w:b/>
                <w:bCs/>
                <w:color w:val="000000"/>
                <w:sz w:val="24"/>
                <w:szCs w:val="24"/>
              </w:rPr>
              <w:t>1 222 802,5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95AA" w14:textId="77777777" w:rsidR="00741EE7" w:rsidRPr="00E11DDC" w:rsidRDefault="00741EE7" w:rsidP="00B44E0E">
            <w:pPr>
              <w:ind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FFF">
              <w:rPr>
                <w:b/>
                <w:bCs/>
                <w:color w:val="000000"/>
                <w:sz w:val="24"/>
                <w:szCs w:val="24"/>
              </w:rPr>
              <w:t>1 122 763,0</w:t>
            </w:r>
          </w:p>
        </w:tc>
      </w:tr>
      <w:tr w:rsidR="00741EE7" w:rsidRPr="00E11DDC" w14:paraId="4F4FA85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9755" w14:textId="450CAB8F" w:rsidR="00741EE7" w:rsidRPr="00E11DDC" w:rsidRDefault="00741EE7" w:rsidP="00741EE7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A160" w14:textId="121E5F86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9F58" w14:textId="3243519A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A0AD" w14:textId="51E7D7FA" w:rsidR="00741EE7" w:rsidRPr="00741EE7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1EE7">
              <w:rPr>
                <w:b/>
                <w:bCs/>
                <w:sz w:val="24"/>
                <w:szCs w:val="24"/>
              </w:rPr>
              <w:t>984 560,1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3DF0B" w14:textId="1CB8BA4A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969 408,1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984D" w14:textId="6C597D4B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969 408,1</w:t>
            </w:r>
          </w:p>
        </w:tc>
      </w:tr>
      <w:tr w:rsidR="00741EE7" w:rsidRPr="00E11DDC" w14:paraId="1BC6F3A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56A3" w14:textId="5B9E4414" w:rsidR="00741EE7" w:rsidRPr="00E11DDC" w:rsidRDefault="00741EE7" w:rsidP="00741EE7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86EE" w14:textId="61A6A9E0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E1886" w14:textId="51CFE4D2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FB223" w14:textId="59268BF7" w:rsidR="00741EE7" w:rsidRPr="00741EE7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1EE7">
              <w:rPr>
                <w:sz w:val="24"/>
                <w:szCs w:val="24"/>
              </w:rPr>
              <w:t>408 557,1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99F2" w14:textId="334456FC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398 186,2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995B" w14:textId="0A57C3C2" w:rsidR="00741EE7" w:rsidRPr="00E11DDC" w:rsidRDefault="00741EE7" w:rsidP="00741EE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398 186,2</w:t>
            </w:r>
          </w:p>
        </w:tc>
      </w:tr>
      <w:tr w:rsidR="00741EE7" w:rsidRPr="00E11DDC" w14:paraId="157D1A0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734D2" w14:textId="5F48F40E" w:rsidR="00741EE7" w:rsidRPr="00741EE7" w:rsidRDefault="00741EE7" w:rsidP="00741EE7">
            <w:pPr>
              <w:ind w:firstLine="0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lastRenderedPageBreak/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1DB4" w14:textId="29DF19FB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4BD3" w14:textId="6EF48234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916D" w14:textId="017D8F1E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117 403,6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F024" w14:textId="48E8138B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110 832,7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845A" w14:textId="0A428455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110 832,7</w:t>
            </w:r>
          </w:p>
        </w:tc>
      </w:tr>
      <w:tr w:rsidR="00741EE7" w:rsidRPr="00E11DDC" w14:paraId="1EAE524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AF95" w14:textId="0CC7B3B3" w:rsidR="00741EE7" w:rsidRPr="00741EE7" w:rsidRDefault="00741EE7" w:rsidP="00741EE7">
            <w:pPr>
              <w:ind w:firstLine="0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A9F8" w14:textId="353404CB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4377" w14:textId="27A8BBFC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2B29" w14:textId="34DB5EBC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117 403,6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9257" w14:textId="5ECE326E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110 832,7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1AA0" w14:textId="27718186" w:rsidR="00741EE7" w:rsidRPr="00741EE7" w:rsidRDefault="00741EE7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41EE7">
              <w:rPr>
                <w:sz w:val="24"/>
                <w:szCs w:val="24"/>
              </w:rPr>
              <w:t>110 832,7</w:t>
            </w:r>
          </w:p>
        </w:tc>
      </w:tr>
      <w:tr w:rsidR="007F460A" w:rsidRPr="00E11DDC" w14:paraId="0EF4FEB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D917" w14:textId="5404121A" w:rsidR="007F460A" w:rsidRPr="00741EE7" w:rsidRDefault="007F460A" w:rsidP="00741EE7">
            <w:pPr>
              <w:ind w:firstLine="0"/>
              <w:rPr>
                <w:sz w:val="24"/>
                <w:szCs w:val="24"/>
              </w:rPr>
            </w:pPr>
            <w:r w:rsidRPr="007F460A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38E0" w14:textId="3166AC91" w:rsidR="007F460A" w:rsidRPr="00741EE7" w:rsidRDefault="007F460A" w:rsidP="00741EE7">
            <w:pPr>
              <w:ind w:firstLine="0"/>
              <w:jc w:val="center"/>
              <w:rPr>
                <w:sz w:val="24"/>
                <w:szCs w:val="24"/>
              </w:rPr>
            </w:pPr>
            <w:r w:rsidRPr="007F460A">
              <w:rPr>
                <w:sz w:val="24"/>
                <w:szCs w:val="24"/>
              </w:rPr>
              <w:t>01 1 01 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A3F9" w14:textId="0396B88D" w:rsidR="007F460A" w:rsidRPr="00741EE7" w:rsidRDefault="007F460A" w:rsidP="00741E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3C94" w14:textId="41945E24" w:rsidR="007F460A" w:rsidRPr="00741EE7" w:rsidRDefault="007F460A" w:rsidP="00741E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F1A7" w14:textId="6C517388" w:rsidR="007F460A" w:rsidRPr="00741EE7" w:rsidRDefault="007F460A" w:rsidP="00741E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35F1E" w14:textId="692B196D" w:rsidR="007F460A" w:rsidRPr="00741EE7" w:rsidRDefault="007F460A" w:rsidP="00741E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1405" w:rsidRPr="00E11DDC" w14:paraId="237EE7A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6DE2B" w14:textId="034CBE3D" w:rsidR="003B1405" w:rsidRPr="00E11DDC" w:rsidRDefault="003B1405" w:rsidP="003B140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E5EB" w14:textId="322ACECD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01 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6174" w14:textId="2F4C617F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8D5D" w14:textId="42C133A2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E3AE" w14:textId="138F204A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35B35" w14:textId="13490826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3B1405" w:rsidRPr="00E11DDC" w14:paraId="1D2BB8E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E4FB" w14:textId="20451982" w:rsidR="003B1405" w:rsidRPr="00E11DDC" w:rsidRDefault="003B1405" w:rsidP="003B140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5FEF" w14:textId="15F057F0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F2C5" w14:textId="406A3F25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4A15" w14:textId="73CA5838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2E24A" w14:textId="34A741F3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28D8" w14:textId="0F99C672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3B1405" w:rsidRPr="00E11DDC" w14:paraId="6F012A8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2BD4" w14:textId="475212DF" w:rsidR="003B1405" w:rsidRPr="00E11DDC" w:rsidRDefault="00787640" w:rsidP="003B140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3B1405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6160" w14:textId="309BC4DD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84EEF" w14:textId="62DC2647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8DD00" w14:textId="195EBB9D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3 762,0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08FE" w14:textId="4952AE20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  <w:r w:rsidR="008D391E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BBE6" w14:textId="2A94C22E" w:rsidR="003B1405" w:rsidRPr="00E11DDC" w:rsidRDefault="008D391E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  <w:r w:rsidR="003B1405" w:rsidRPr="00E11DDC">
              <w:rPr>
                <w:sz w:val="24"/>
                <w:szCs w:val="24"/>
              </w:rPr>
              <w:t> </w:t>
            </w:r>
          </w:p>
        </w:tc>
      </w:tr>
      <w:tr w:rsidR="003B1405" w:rsidRPr="00E11DDC" w14:paraId="243289C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0E9F" w14:textId="72FF4E78" w:rsidR="003B1405" w:rsidRPr="00E11DDC" w:rsidRDefault="00787640" w:rsidP="003B140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3B1405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D9D04" w14:textId="73B28E86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5F38" w14:textId="2412A869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ACD19" w14:textId="119CAAD5" w:rsidR="003B1405" w:rsidRPr="00E11DDC" w:rsidRDefault="003B1405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052F" w14:textId="7EE75CE0" w:rsidR="003B1405" w:rsidRPr="00E11DDC" w:rsidRDefault="008D391E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  <w:r w:rsidR="003B1405"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B265" w14:textId="1F2F3E61" w:rsidR="003B1405" w:rsidRPr="00E11DDC" w:rsidRDefault="008D391E" w:rsidP="003B14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  <w:r w:rsidR="003B1405" w:rsidRPr="00E11DDC">
              <w:rPr>
                <w:sz w:val="24"/>
                <w:szCs w:val="24"/>
              </w:rPr>
              <w:t> </w:t>
            </w:r>
          </w:p>
        </w:tc>
      </w:tr>
      <w:tr w:rsidR="001D1A7B" w:rsidRPr="00E11DDC" w14:paraId="4D7252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B28A" w14:textId="0349D4E5" w:rsidR="001D1A7B" w:rsidRPr="00E11DDC" w:rsidRDefault="001D1A7B" w:rsidP="001D1A7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383A" w14:textId="42790FB6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5F45F" w14:textId="395C8DA4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982F" w14:textId="44547950" w:rsidR="001D1A7B" w:rsidRPr="001D1A7B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1A7B">
              <w:rPr>
                <w:sz w:val="24"/>
                <w:szCs w:val="24"/>
              </w:rPr>
              <w:t>543 604,2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1B57" w14:textId="6AA8523F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541 888,3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0B165" w14:textId="5668213D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541 888,3</w:t>
            </w:r>
          </w:p>
        </w:tc>
      </w:tr>
      <w:tr w:rsidR="001D1A7B" w:rsidRPr="00E11DDC" w14:paraId="7954F75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1446B" w14:textId="2EB292DD" w:rsidR="001D1A7B" w:rsidRPr="00E11DDC" w:rsidRDefault="001D1A7B" w:rsidP="001D1A7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A46D" w14:textId="13B8EA4D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9E20" w14:textId="3801406C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F1C3" w14:textId="6E422758" w:rsidR="001D1A7B" w:rsidRPr="001D1A7B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1A7B">
              <w:rPr>
                <w:sz w:val="24"/>
                <w:szCs w:val="24"/>
              </w:rPr>
              <w:t>136 034,3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B244" w14:textId="0D8F38A8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134 318,4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87D0" w14:textId="4A7D4518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134 318,4</w:t>
            </w:r>
          </w:p>
        </w:tc>
      </w:tr>
      <w:tr w:rsidR="001D1A7B" w:rsidRPr="00E11DDC" w14:paraId="3664C09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23FB" w14:textId="23114EC5" w:rsidR="001D1A7B" w:rsidRPr="00E11DDC" w:rsidRDefault="001D1A7B" w:rsidP="001D1A7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4208" w14:textId="6A07A5BE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EB52" w14:textId="426E637B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8E64" w14:textId="584FFA48" w:rsidR="001D1A7B" w:rsidRPr="001D1A7B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1A7B">
              <w:rPr>
                <w:sz w:val="24"/>
                <w:szCs w:val="24"/>
              </w:rPr>
              <w:t>136 034,3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77DB" w14:textId="56116293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134 318,4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EB1F" w14:textId="73FF8833" w:rsidR="001D1A7B" w:rsidRPr="00E11DDC" w:rsidRDefault="001D1A7B" w:rsidP="001D1A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134 318,4</w:t>
            </w:r>
          </w:p>
        </w:tc>
      </w:tr>
      <w:tr w:rsidR="00605331" w:rsidRPr="00E11DDC" w14:paraId="5FC88FC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4184" w14:textId="77777777" w:rsidR="00605331" w:rsidRPr="00E11DDC" w:rsidRDefault="00605331" w:rsidP="0060533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4397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F8BB25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303244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1A8B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CD8170B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8F8E4F4" w14:textId="77777777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FD27" w14:textId="480966C1" w:rsidR="00605331" w:rsidRPr="005229DA" w:rsidRDefault="000F65F9" w:rsidP="000F65F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229DA">
              <w:rPr>
                <w:b/>
                <w:bCs/>
                <w:sz w:val="24"/>
                <w:szCs w:val="24"/>
              </w:rPr>
              <w:t>82 533,3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9C11" w14:textId="168EC139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80 412,1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AD64" w14:textId="3685BE39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80 412,1</w:t>
            </w:r>
          </w:p>
        </w:tc>
      </w:tr>
      <w:tr w:rsidR="00686634" w:rsidRPr="00E11DDC" w14:paraId="5B0F5AB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2B26" w14:textId="01E6BFB1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 xml:space="preserve">Организация отдыха и </w:t>
            </w:r>
            <w:r w:rsidRPr="00686634">
              <w:rPr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4B04" w14:textId="296AA37E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lastRenderedPageBreak/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95D2" w14:textId="7B0EEA24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6A11" w14:textId="6CF23D65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7 536,8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BA50" w14:textId="242A320C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6 830,8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4204" w14:textId="01CEAEA2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6 830,8</w:t>
            </w:r>
          </w:p>
        </w:tc>
      </w:tr>
      <w:tr w:rsidR="00686634" w:rsidRPr="00E11DDC" w14:paraId="70989D6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DE72" w14:textId="0C549955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lastRenderedPageBreak/>
              <w:t>Мероприятия по организации каникулярного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AAAF" w14:textId="06397153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ACB4C" w14:textId="64BD3592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06A4" w14:textId="710E4022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2 157,0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87DC" w14:textId="4ABF5CE7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EB4D" w14:textId="2A5BE0C3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</w:tr>
      <w:tr w:rsidR="00686634" w:rsidRPr="00E11DDC" w14:paraId="469EC5E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CA694" w14:textId="248B15EB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463E" w14:textId="49BD19A0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A77E" w14:textId="768CE511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46711" w14:textId="21CA6053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2 157,0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A5EE" w14:textId="6BDE0E91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827C" w14:textId="40E1B647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</w:tr>
      <w:tr w:rsidR="00686634" w:rsidRPr="00E11DDC" w14:paraId="504562D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108D" w14:textId="06D4A026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A167" w14:textId="163CA421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3BE63" w14:textId="2F714FA5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D13B" w14:textId="2E1AA752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3 549,0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822C" w14:textId="4F91D359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3 500,0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CC599" w14:textId="2865E004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3 500,0</w:t>
            </w:r>
          </w:p>
        </w:tc>
      </w:tr>
      <w:tr w:rsidR="00686634" w:rsidRPr="00E11DDC" w14:paraId="4EABCEC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A6C9" w14:textId="2610767C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1D33" w14:textId="290935A0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FF80" w14:textId="615AF5F1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A067" w14:textId="674FB565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2 479,0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4D28" w14:textId="5EBBB54E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 </w:t>
            </w:r>
            <w:r w:rsidR="00843A10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AEB25" w14:textId="683E3F5A" w:rsidR="00686634" w:rsidRPr="00686634" w:rsidRDefault="00843A10" w:rsidP="006866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686634" w:rsidRPr="00686634">
              <w:rPr>
                <w:sz w:val="24"/>
                <w:szCs w:val="24"/>
              </w:rPr>
              <w:t> </w:t>
            </w:r>
          </w:p>
        </w:tc>
      </w:tr>
      <w:tr w:rsidR="00686634" w:rsidRPr="00E11DDC" w14:paraId="3FA48CF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BF02" w14:textId="609E365E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776E" w14:textId="799A0EF1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B0A5" w14:textId="263C1F13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F832E" w14:textId="3EAEF350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625C" w14:textId="58B90F70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2 000,0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5DC8" w14:textId="4E92318D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2 000,0</w:t>
            </w:r>
          </w:p>
        </w:tc>
      </w:tr>
      <w:tr w:rsidR="00686634" w:rsidRPr="00E11DDC" w14:paraId="73F0C31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C14BF" w14:textId="3098A900" w:rsidR="00686634" w:rsidRPr="00686634" w:rsidRDefault="00686634" w:rsidP="00686634">
            <w:pPr>
              <w:ind w:firstLine="0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49284" w14:textId="6B80E88D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575" w14:textId="4B666275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F2BBD" w14:textId="5983BD58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AA27" w14:textId="2E03D1FB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98BA" w14:textId="639B4B12" w:rsidR="00686634" w:rsidRPr="00686634" w:rsidRDefault="00686634" w:rsidP="00686634">
            <w:pPr>
              <w:ind w:firstLine="0"/>
              <w:jc w:val="center"/>
              <w:rPr>
                <w:sz w:val="24"/>
                <w:szCs w:val="24"/>
              </w:rPr>
            </w:pPr>
            <w:r w:rsidRPr="00686634">
              <w:rPr>
                <w:sz w:val="24"/>
                <w:szCs w:val="24"/>
              </w:rPr>
              <w:t>1 500,0</w:t>
            </w:r>
          </w:p>
        </w:tc>
      </w:tr>
      <w:tr w:rsidR="006E676D" w:rsidRPr="00E11DDC" w14:paraId="1F3F7EC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6C7B" w14:textId="4EB5C875" w:rsidR="006E676D" w:rsidRPr="00E11DDC" w:rsidRDefault="006E676D" w:rsidP="006E676D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FA7A" w14:textId="2ED7FECE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43203" w14:textId="2F56F78F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CCA27" w14:textId="64DA2367" w:rsidR="006E676D" w:rsidRPr="006E676D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676D">
              <w:rPr>
                <w:sz w:val="24"/>
                <w:szCs w:val="24"/>
              </w:rPr>
              <w:t>62 414,7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B979" w14:textId="295B9009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ACDA2" w14:textId="38B16477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</w:tr>
      <w:tr w:rsidR="006E676D" w:rsidRPr="00E11DDC" w14:paraId="23B54F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FB66" w14:textId="3663F0CE" w:rsidR="006E676D" w:rsidRPr="00E11DDC" w:rsidRDefault="006E676D" w:rsidP="006E676D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46315" w14:textId="3319F018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33E7" w14:textId="051C99B8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96D33" w14:textId="01499EE4" w:rsidR="006E676D" w:rsidRPr="006E676D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676D">
              <w:rPr>
                <w:sz w:val="24"/>
                <w:szCs w:val="24"/>
              </w:rPr>
              <w:t>61 193,4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20BD" w14:textId="1664FC94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EEF0" w14:textId="3B3A8837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</w:tr>
      <w:tr w:rsidR="006E676D" w:rsidRPr="00E11DDC" w14:paraId="508453B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3A57" w14:textId="3541E8E2" w:rsidR="006E676D" w:rsidRPr="00E11DDC" w:rsidRDefault="006E676D" w:rsidP="006E676D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21E0F" w14:textId="3C8FF30E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E8BB" w14:textId="796C2877" w:rsidR="006E676D" w:rsidRPr="00E11DDC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5070" w14:textId="2EFEF094" w:rsidR="006E676D" w:rsidRPr="006E676D" w:rsidRDefault="006E676D" w:rsidP="006E676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676D">
              <w:rPr>
                <w:sz w:val="24"/>
                <w:szCs w:val="24"/>
              </w:rPr>
              <w:t>61 193,4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8F04" w14:textId="43A20131" w:rsidR="006E676D" w:rsidRPr="00E11DDC" w:rsidRDefault="006E676D" w:rsidP="006E676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3404" w14:textId="391496CF" w:rsidR="006E676D" w:rsidRPr="00E11DDC" w:rsidRDefault="006E676D" w:rsidP="006E676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73 581,3</w:t>
            </w:r>
          </w:p>
        </w:tc>
      </w:tr>
      <w:tr w:rsidR="00605331" w:rsidRPr="00E11DDC" w14:paraId="6B5F1D9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B01F" w14:textId="455948E7" w:rsidR="00605331" w:rsidRPr="00E11DDC" w:rsidRDefault="00605331" w:rsidP="00182CA8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9B03" w14:textId="0D4EA082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E11DDC">
              <w:rPr>
                <w:sz w:val="24"/>
                <w:szCs w:val="24"/>
              </w:rPr>
              <w:t>01 2 02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7E69" w14:textId="1C7065DC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B7D2" w14:textId="65EA4D27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C67D" w14:textId="689EB5B8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535D6" w14:textId="2BAE4AE8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605331" w:rsidRPr="00E11DDC" w14:paraId="66D7224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3BAB" w14:textId="1F00591A" w:rsidR="00605331" w:rsidRPr="00E11DDC" w:rsidRDefault="00605331" w:rsidP="0060533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C397A" w14:textId="6B670C6A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481F" w14:textId="6B5433C5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0889" w14:textId="587C71CF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E11DDC">
              <w:rPr>
                <w:sz w:val="24"/>
                <w:szCs w:val="24"/>
              </w:rPr>
              <w:t>1 221,3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3BEA0" w14:textId="3926EFA3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3140" w14:textId="25C40719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605331" w:rsidRPr="00E11DDC" w14:paraId="692D46A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B5A01" w14:textId="1852F0C0" w:rsidR="00605331" w:rsidRPr="00E11DDC" w:rsidRDefault="00605331" w:rsidP="00605331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8AE2" w14:textId="40EAA3AE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48C4" w14:textId="04963151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FF11" w14:textId="6C511D7A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A41A" w14:textId="7EE4B186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2B9" w14:textId="267B6A93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605331" w:rsidRPr="00E11DDC" w14:paraId="316099F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0AE1" w14:textId="5AB34170" w:rsidR="00605331" w:rsidRPr="00E11DDC" w:rsidRDefault="00D61F21" w:rsidP="0060533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="00605331" w:rsidRPr="00E11DDC">
              <w:rPr>
                <w:sz w:val="24"/>
                <w:szCs w:val="24"/>
              </w:rPr>
              <w:t xml:space="preserve">расходы на оплату труда отдельным категориям работников муниципальных </w:t>
            </w:r>
            <w:r w:rsidR="00605331" w:rsidRPr="00E11DDC">
              <w:rPr>
                <w:sz w:val="24"/>
                <w:szCs w:val="24"/>
              </w:rPr>
              <w:lastRenderedPageBreak/>
              <w:t>учреждений и органов местного самоуправления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7900A" w14:textId="2DB6AABB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A285" w14:textId="53C08BBE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BA78D" w14:textId="67B45DD8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454E" w14:textId="65A83F09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5CDB0" w14:textId="17F14D99" w:rsidR="00605331" w:rsidRPr="00E11DDC" w:rsidRDefault="00605331" w:rsidP="0060533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605331" w:rsidRPr="00E11DDC" w14:paraId="40208CE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D8C5" w14:textId="29E24E37" w:rsidR="00605331" w:rsidRPr="00E11DDC" w:rsidRDefault="00D61F21" w:rsidP="00182CA8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605331"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1935" w14:textId="3B5F237B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7667B" w14:textId="4BE0F8DB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6E6D" w14:textId="10DF0D37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01B19" w14:textId="3079ACCA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5D35" w14:textId="1776300A" w:rsidR="00605331" w:rsidRPr="00E11DDC" w:rsidRDefault="00605331" w:rsidP="0060533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BE3FC1" w:rsidRPr="00E11DDC" w14:paraId="3EF12A7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4B211" w14:textId="09E59A27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01568" w14:textId="092407C3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31D1" w14:textId="464A676E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DDC4C" w14:textId="738B3D9A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A8FA04" w14:textId="3FC7265F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6450" w14:textId="5617D3DE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BE3FC1" w:rsidRPr="00E11DDC" w14:paraId="5A0006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AB6" w14:textId="48578C41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9B5E" w14:textId="2F6ECB84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4849" w14:textId="488257A7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65C88C" w14:textId="6B27BED1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CB8D41" w14:textId="6ED04997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F41E" w14:textId="47A414D3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</w:tr>
      <w:tr w:rsidR="00BE3FC1" w:rsidRPr="00E11DDC" w14:paraId="38A5542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EE611" w14:textId="61AC7B65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CEC98" w14:textId="4B696D32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D7BED" w14:textId="268EF49A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0824EB" w14:textId="7CBFBCF0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7CFB79" w14:textId="62C03EAB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4253" w14:textId="04310D27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1 407,1</w:t>
            </w:r>
          </w:p>
        </w:tc>
      </w:tr>
      <w:tr w:rsidR="00BE3FC1" w:rsidRPr="00E11DDC" w14:paraId="046FB1D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4F36" w14:textId="3106AD1B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BF48" w14:textId="554A7ED4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FFE1" w14:textId="25F05E6A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92299" w14:textId="68D23B47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910279" w14:textId="6438EFC7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1 378,6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D351" w14:textId="77538F17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1 378,6</w:t>
            </w:r>
          </w:p>
        </w:tc>
      </w:tr>
      <w:tr w:rsidR="00BE3FC1" w:rsidRPr="00E11DDC" w14:paraId="2914B5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2A5E" w14:textId="682BAF5C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0421" w14:textId="1162C25B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57BB" w14:textId="14C6D93B" w:rsidR="00BE3FC1" w:rsidRPr="00BE3FC1" w:rsidRDefault="00BE3FC1" w:rsidP="00BE3FC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777095" w14:textId="5BA5517A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26E131" w14:textId="7033935A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28,5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9DF35" w14:textId="05A8E254" w:rsidR="00BE3FC1" w:rsidRPr="00BE3FC1" w:rsidRDefault="00BE3FC1" w:rsidP="00BE3F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FC1">
              <w:rPr>
                <w:sz w:val="24"/>
                <w:szCs w:val="24"/>
              </w:rPr>
              <w:t>28,5</w:t>
            </w:r>
          </w:p>
        </w:tc>
      </w:tr>
      <w:tr w:rsidR="00605331" w:rsidRPr="00E11DDC" w14:paraId="56B54C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3ACE" w14:textId="238B1DFB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</w:t>
            </w:r>
            <w:r w:rsidRPr="00E11DDC">
              <w:rPr>
                <w:b/>
                <w:bCs/>
                <w:sz w:val="24"/>
                <w:szCs w:val="24"/>
              </w:rPr>
              <w:lastRenderedPageBreak/>
              <w:t xml:space="preserve">базы образовательных учреждений»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D636" w14:textId="2B09DA56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lastRenderedPageBreak/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CCC9A" w14:textId="3409D8E7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21ADE" w14:textId="4EB34E5C" w:rsidR="00605331" w:rsidRPr="003C0740" w:rsidRDefault="003C0740" w:rsidP="003C0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C0740">
              <w:rPr>
                <w:b/>
                <w:bCs/>
                <w:sz w:val="24"/>
                <w:szCs w:val="24"/>
              </w:rPr>
              <w:t>99 568,9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3D9848" w14:textId="3E8282F6" w:rsidR="00605331" w:rsidRPr="00E11DDC" w:rsidRDefault="00605331" w:rsidP="0060533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7CFA2" w14:textId="2FE6E63B" w:rsidR="00605331" w:rsidRPr="00E11DDC" w:rsidRDefault="00605331" w:rsidP="0060533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605331" w:rsidRPr="00E11DDC" w14:paraId="0D622B28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4B22" w14:textId="1EED4B18" w:rsidR="00605331" w:rsidRPr="00E11DDC" w:rsidRDefault="00605331" w:rsidP="00182CA8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0E20" w14:textId="4F6455BA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B2FF" w14:textId="57399311" w:rsidR="00605331" w:rsidRPr="00E11DDC" w:rsidRDefault="00605331" w:rsidP="00605331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9AC484" w14:textId="2EBAC7BC" w:rsidR="00605331" w:rsidRPr="003C0740" w:rsidRDefault="003C0740" w:rsidP="003C0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C0740">
              <w:rPr>
                <w:sz w:val="24"/>
                <w:szCs w:val="24"/>
              </w:rPr>
              <w:t>29 708,0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71DAAB" w14:textId="567CE770" w:rsidR="00605331" w:rsidRPr="00E11DDC" w:rsidRDefault="00605331" w:rsidP="0060533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119 960,9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7603" w14:textId="10C7A8E1" w:rsidR="00605331" w:rsidRPr="00E11DDC" w:rsidRDefault="00605331" w:rsidP="0060533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19 921,4</w:t>
            </w:r>
          </w:p>
        </w:tc>
      </w:tr>
      <w:tr w:rsidR="006E4C22" w:rsidRPr="00E11DDC" w14:paraId="1B707097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2158" w14:textId="41F278CD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E2C5" w14:textId="154E0AF1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01 5 01 21000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6313" w14:textId="6E066D54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1DC2FD" w14:textId="5C23D868" w:rsidR="006E4C22" w:rsidRPr="00091031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1031">
              <w:rPr>
                <w:color w:val="000000"/>
                <w:sz w:val="24"/>
                <w:szCs w:val="24"/>
              </w:rPr>
              <w:t>4 768,0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CE641C" w14:textId="36CD605B" w:rsidR="006E4C22" w:rsidRPr="006E4C22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E4C22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37E47" w14:textId="7FF648D0" w:rsidR="006E4C22" w:rsidRPr="006E4C22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0,0</w:t>
            </w:r>
          </w:p>
        </w:tc>
      </w:tr>
      <w:tr w:rsidR="006E4C22" w:rsidRPr="00E11DDC" w14:paraId="09EC6471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94E" w14:textId="0E111F00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6420" w14:textId="079D2F0C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01 5 01 21000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201B6" w14:textId="342298D5" w:rsidR="006E4C22" w:rsidRPr="00091031" w:rsidRDefault="006E4C22" w:rsidP="006E4C22">
            <w:pPr>
              <w:ind w:firstLine="0"/>
              <w:rPr>
                <w:color w:val="000000"/>
                <w:sz w:val="24"/>
                <w:szCs w:val="24"/>
              </w:rPr>
            </w:pPr>
            <w:r w:rsidRPr="00091031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84DAD" w14:textId="663205D0" w:rsidR="006E4C22" w:rsidRPr="00091031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1031">
              <w:rPr>
                <w:color w:val="000000"/>
                <w:sz w:val="24"/>
                <w:szCs w:val="24"/>
              </w:rPr>
              <w:t>4 768,0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B8C647" w14:textId="265457E3" w:rsidR="006E4C22" w:rsidRPr="006E4C22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893B" w14:textId="0CBC70EA" w:rsidR="006E4C22" w:rsidRPr="006E4C22" w:rsidRDefault="006E4C22" w:rsidP="006E4C2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0,0</w:t>
            </w:r>
          </w:p>
        </w:tc>
      </w:tr>
      <w:tr w:rsidR="006E4C22" w:rsidRPr="00E11DDC" w14:paraId="3773E566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F6A" w14:textId="29C2E4E7" w:rsidR="006E4C22" w:rsidRPr="006E4C22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0D4043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75289" w14:textId="34D42E29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211E" w14:textId="4AFBB63B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316374" w14:textId="45D220AF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14 336,1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C10DAA" w14:textId="18236209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1942" w14:textId="3A18F1ED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6E4C22" w:rsidRPr="00E11DDC" w14:paraId="4584EB5F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4D99" w14:textId="358ADF62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D4BB" w14:textId="2BA8864C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BE03" w14:textId="7B34E753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7835C8" w14:textId="7D300C18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14 336,1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B41871" w14:textId="1C09CE2E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11 000,0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7846" w14:textId="4DD58A3D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13 000,0</w:t>
            </w:r>
          </w:p>
        </w:tc>
      </w:tr>
      <w:tr w:rsidR="006E4C22" w:rsidRPr="00E11DDC" w14:paraId="03FEF912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8277" w14:textId="0194DAB8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Расходы на проведение капитального ремонта муниципальных образовательных учреждений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D8BD" w14:textId="5CE19141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8567" w14:textId="548E5190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94A9D9" w14:textId="6D2FE9DA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7 449,8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448CC0" w14:textId="332845D5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6DF4" w14:textId="01148949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6E4C22" w:rsidRPr="00E11DDC" w14:paraId="346C2BB3" w14:textId="77777777" w:rsidTr="00B44E0E">
        <w:trPr>
          <w:trHeight w:val="11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E5DC0" w14:textId="72DBF12D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356A" w14:textId="7AC052D1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F2DB" w14:textId="3F36055A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61A31C" w14:textId="2EAA2B87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7 449,8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B440F" w14:textId="3593543B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108 960,9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D9F4" w14:textId="2D5C9FAE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6 921,4</w:t>
            </w:r>
          </w:p>
        </w:tc>
      </w:tr>
      <w:tr w:rsidR="006E4C22" w:rsidRPr="00E11DDC" w14:paraId="16BE03CD" w14:textId="77777777" w:rsidTr="00B44E0E">
        <w:trPr>
          <w:trHeight w:val="1414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4580" w14:textId="1678170E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004F" w14:textId="181920E5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DB79" w14:textId="170FBC7F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4085B3" w14:textId="25A2A7F5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color w:val="000000"/>
                <w:sz w:val="24"/>
                <w:szCs w:val="24"/>
              </w:rPr>
              <w:t>2 789,3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560E94" w14:textId="7CC65074" w:rsidR="006E4C22" w:rsidRPr="00E11DDC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027B" w14:textId="0A7414B3" w:rsidR="006E4C22" w:rsidRPr="00E11DDC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6E4C22" w:rsidRPr="00E11DDC" w14:paraId="0F583818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47E28" w14:textId="51BF1CAB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11DD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7E3A" w14:textId="2BBB9F5E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01 5 01 S2540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4BAA" w14:textId="57DDAB6B" w:rsidR="006E4C22" w:rsidRPr="00E11DDC" w:rsidRDefault="006E4C22" w:rsidP="006E4C22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E6955F" w14:textId="126F0091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2 789,3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FD2479" w14:textId="2A8F654E" w:rsidR="006E4C22" w:rsidRPr="00E11DDC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E9F6" w14:textId="369ECD31" w:rsidR="006E4C22" w:rsidRPr="00E11DDC" w:rsidRDefault="006E4C22" w:rsidP="006E4C2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4222D" w:rsidRPr="00E11DDC" w14:paraId="5F07B20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3AA60" w14:textId="1958AA79" w:rsidR="0094222D" w:rsidRPr="006E4C22" w:rsidRDefault="0094222D" w:rsidP="0094222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E4C22">
              <w:rPr>
                <w:b/>
                <w:bCs/>
                <w:sz w:val="24"/>
                <w:szCs w:val="24"/>
              </w:rPr>
              <w:lastRenderedPageBreak/>
              <w:t xml:space="preserve">Подпрограмма «Школьное питание как основа </w:t>
            </w:r>
            <w:proofErr w:type="spellStart"/>
            <w:r w:rsidRPr="006E4C22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6E4C22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E637" w14:textId="2CA77B20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8E71" w14:textId="302B3525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6350" w14:textId="432565FC" w:rsidR="0094222D" w:rsidRPr="0094222D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222D">
              <w:rPr>
                <w:b/>
                <w:bCs/>
                <w:sz w:val="24"/>
                <w:szCs w:val="24"/>
              </w:rPr>
              <w:t>55 697,2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BADF" w14:textId="2D1891FB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C970" w14:textId="22A507DA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94222D" w:rsidRPr="00E11DDC" w14:paraId="715625B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259C" w14:textId="7990AE95" w:rsidR="0094222D" w:rsidRPr="006E4C22" w:rsidRDefault="0094222D" w:rsidP="0094222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A991" w14:textId="04A2A0F7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59F" w14:textId="6E05D302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2C92" w14:textId="30636A7F" w:rsidR="0094222D" w:rsidRPr="0094222D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222D">
              <w:rPr>
                <w:sz w:val="24"/>
                <w:szCs w:val="24"/>
              </w:rPr>
              <w:t>55 697,2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C7E3" w14:textId="7C24BCB1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28 978,9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2A0E" w14:textId="2867D37B" w:rsidR="0094222D" w:rsidRPr="006E4C22" w:rsidRDefault="0094222D" w:rsidP="009422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28 978,9</w:t>
            </w:r>
          </w:p>
        </w:tc>
      </w:tr>
      <w:tr w:rsidR="006E4C22" w:rsidRPr="00E11DDC" w14:paraId="28FB025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70C8" w14:textId="3E868709" w:rsidR="006E4C22" w:rsidRPr="006E4C22" w:rsidRDefault="006E4C22" w:rsidP="006E4C2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9095" w14:textId="707CE52A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7B92" w14:textId="02707CC4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68E8" w14:textId="3228CEDB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1 858,0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5017" w14:textId="629471BC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6AF4" w14:textId="73DC32C1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1 500,0</w:t>
            </w:r>
          </w:p>
        </w:tc>
      </w:tr>
      <w:tr w:rsidR="006E4C22" w:rsidRPr="00E11DDC" w14:paraId="1766CFF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685C9" w14:textId="49F73651" w:rsidR="006E4C22" w:rsidRPr="006E4C22" w:rsidRDefault="006E4C22" w:rsidP="006E4C2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3687" w14:textId="306F0C19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AFF7" w14:textId="2F2FEAF6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3ED0" w14:textId="619400CF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1 858,0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B896" w14:textId="05EFF838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292F" w14:textId="621228D9" w:rsidR="006E4C22" w:rsidRPr="006E4C22" w:rsidRDefault="006E4C22" w:rsidP="006E4C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1 500,0</w:t>
            </w:r>
          </w:p>
        </w:tc>
      </w:tr>
      <w:tr w:rsidR="00605331" w:rsidRPr="00E11DDC" w14:paraId="3FB87D5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B8C3" w14:textId="63EF46AE" w:rsidR="00605331" w:rsidRPr="00E11DDC" w:rsidRDefault="00605331" w:rsidP="0060533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9D40" w14:textId="6D776EC1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6957" w14:textId="19E0D162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909C" w14:textId="46C95925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17 969,3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E3BD" w14:textId="356DB184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D4B2" w14:textId="4C3FDCF5" w:rsidR="00605331" w:rsidRPr="00E11DDC" w:rsidRDefault="00605331" w:rsidP="0060533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17 813,2</w:t>
            </w:r>
          </w:p>
        </w:tc>
      </w:tr>
      <w:tr w:rsidR="006E4C22" w:rsidRPr="00E11DDC" w14:paraId="2BD557D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5E49" w14:textId="3975F4D6" w:rsidR="006E4C22" w:rsidRPr="006E4C22" w:rsidRDefault="006E4C22" w:rsidP="006E4C22">
            <w:pPr>
              <w:ind w:firstLine="0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 xml:space="preserve">Обеспечение деятельности муниципальных бюджетных учреждений    ИДЦ на основе муниципальных заданий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2E80A" w14:textId="6CE13A5D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B972" w14:textId="1788F195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4751" w14:textId="3CA291F9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4 791,0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E6C2" w14:textId="43C6C11E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95BE" w14:textId="3AEB7690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</w:tr>
      <w:tr w:rsidR="006E4C22" w:rsidRPr="00E11DDC" w14:paraId="677D06B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9E8C" w14:textId="4B73197D" w:rsidR="006E4C22" w:rsidRPr="006E4C22" w:rsidRDefault="006E4C22" w:rsidP="006E4C22">
            <w:pPr>
              <w:ind w:firstLine="0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35E7" w14:textId="7BA894E7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BEFA" w14:textId="0D654F77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95169" w14:textId="763043E8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4 791,0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2C1F" w14:textId="34AA1411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6837" w14:textId="7BD0A285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</w:tr>
      <w:tr w:rsidR="006E4C22" w:rsidRPr="00E11DDC" w14:paraId="53B887F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BB3D" w14:textId="19A5B903" w:rsidR="006E4C22" w:rsidRPr="006E4C22" w:rsidRDefault="006E4C22" w:rsidP="006E4C22">
            <w:pPr>
              <w:ind w:firstLine="0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C9C9" w14:textId="02A6514A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DE774" w14:textId="41893B2E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3944" w14:textId="0DF7BA10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4 791,0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9D4E" w14:textId="73A9A118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6445" w14:textId="4D961924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5 191,0</w:t>
            </w:r>
          </w:p>
        </w:tc>
      </w:tr>
      <w:tr w:rsidR="006E4C22" w:rsidRPr="00E11DDC" w14:paraId="42F48D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5F4C" w14:textId="0644BDF2" w:rsidR="006E4C22" w:rsidRPr="00E11DDC" w:rsidRDefault="006E4C22" w:rsidP="006E4C2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3811" w14:textId="1637AE7B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3656" w14:textId="712D55AF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BC480" w14:textId="0F277D42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13 178,3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BB2BE" w14:textId="1BC5424D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12 622,2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9F21" w14:textId="39B786E6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12 622,2</w:t>
            </w:r>
          </w:p>
        </w:tc>
      </w:tr>
      <w:tr w:rsidR="006E4C22" w:rsidRPr="00E11DDC" w14:paraId="73BFE39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AF46" w14:textId="733D12D5" w:rsidR="006E4C22" w:rsidRPr="00E11DDC" w:rsidRDefault="006E4C22" w:rsidP="006E4C2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37DB" w14:textId="090863C1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99A6" w14:textId="21E785A8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DDE0" w14:textId="48A3AB05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13 178,3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43FA5" w14:textId="685E81C0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12 622,2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D317A" w14:textId="20AAD7BB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12 622,2</w:t>
            </w:r>
          </w:p>
        </w:tc>
      </w:tr>
      <w:tr w:rsidR="006E4C22" w:rsidRPr="00E11DDC" w14:paraId="4AFA7DA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1D7C" w14:textId="49FF4DC1" w:rsidR="006E4C22" w:rsidRPr="00E11DDC" w:rsidRDefault="006E4C22" w:rsidP="006E4C2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7F59" w14:textId="6256C924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6C9D" w14:textId="366F56BA" w:rsidR="006E4C22" w:rsidRPr="00E11DDC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C2B5" w14:textId="389C9F61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12 656,1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31403" w14:textId="3A9A98BB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5891" w14:textId="16C56378" w:rsidR="006E4C22" w:rsidRPr="006E4C22" w:rsidRDefault="006E4C22" w:rsidP="006E4C2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E4C22">
              <w:rPr>
                <w:sz w:val="24"/>
                <w:szCs w:val="24"/>
              </w:rPr>
              <w:t>12 100,0</w:t>
            </w:r>
          </w:p>
        </w:tc>
      </w:tr>
      <w:tr w:rsidR="006E4C22" w:rsidRPr="00E11DDC" w14:paraId="15337BD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ABD9" w14:textId="263A81D7" w:rsidR="006E4C22" w:rsidRPr="006E4C22" w:rsidRDefault="006E4C22" w:rsidP="006E4C22">
            <w:pPr>
              <w:ind w:firstLine="0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5535" w14:textId="2D93D997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C6FF" w14:textId="1C0F5072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D7F7" w14:textId="73DFF755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EE276" w14:textId="7220662C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522,2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2D0DD" w14:textId="5FFC99BF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522,2</w:t>
            </w:r>
          </w:p>
        </w:tc>
      </w:tr>
      <w:tr w:rsidR="006E4C22" w:rsidRPr="00E11DDC" w14:paraId="117E6A2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5664" w14:textId="128DF00C" w:rsidR="006E4C22" w:rsidRPr="006E4C22" w:rsidRDefault="006E4C22" w:rsidP="006E4C22">
            <w:pPr>
              <w:ind w:firstLine="0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F7D9" w14:textId="6A3EAC89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F82D" w14:textId="016DFC1C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C6F7" w14:textId="78A326A6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CBCB" w14:textId="2AE7239C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1153" w14:textId="2593CDB4" w:rsidR="006E4C22" w:rsidRPr="006E4C22" w:rsidRDefault="006E4C22" w:rsidP="006E4C22">
            <w:pPr>
              <w:ind w:firstLine="0"/>
              <w:jc w:val="center"/>
              <w:rPr>
                <w:sz w:val="24"/>
                <w:szCs w:val="24"/>
              </w:rPr>
            </w:pPr>
            <w:r w:rsidRPr="006E4C22">
              <w:rPr>
                <w:sz w:val="24"/>
                <w:szCs w:val="24"/>
              </w:rPr>
              <w:t>0,0 </w:t>
            </w:r>
          </w:p>
        </w:tc>
      </w:tr>
      <w:tr w:rsidR="00B84FD6" w:rsidRPr="00E11DDC" w14:paraId="4160193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4F3C" w14:textId="757AD701" w:rsidR="00B84FD6" w:rsidRPr="00E11DDC" w:rsidRDefault="00B84FD6" w:rsidP="00182CA8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3BCF" w14:textId="2325D6A2" w:rsidR="00B84FD6" w:rsidRPr="00E11DDC" w:rsidRDefault="00B84FD6" w:rsidP="00B84FD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025E" w14:textId="7DA7C92F" w:rsidR="00B84FD6" w:rsidRPr="00E11DDC" w:rsidRDefault="00B84FD6" w:rsidP="00B84FD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A4759" w14:textId="76984541" w:rsidR="00B84FD6" w:rsidRPr="00F94EBE" w:rsidRDefault="00F94EBE" w:rsidP="00F94EB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94EBE">
              <w:rPr>
                <w:b/>
                <w:bCs/>
                <w:color w:val="000000"/>
                <w:sz w:val="24"/>
                <w:szCs w:val="24"/>
              </w:rPr>
              <w:t>344 603,6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E98A" w14:textId="1DF5F11B" w:rsidR="00B84FD6" w:rsidRPr="00E11DDC" w:rsidRDefault="00B84FD6" w:rsidP="00B84FD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244 132,4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0999" w14:textId="7F2F6216" w:rsidR="00B84FD6" w:rsidRPr="00E11DDC" w:rsidRDefault="00B84FD6" w:rsidP="00B84FD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231 756,8</w:t>
            </w:r>
          </w:p>
        </w:tc>
      </w:tr>
      <w:tr w:rsidR="00F94EBE" w:rsidRPr="00E11DDC" w14:paraId="3426FBE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CDC39" w14:textId="2A5FDA74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63A8" w14:textId="3A4C5C8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DB8E" w14:textId="1E8645FE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A0EB" w14:textId="04D182C4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1 484,9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11209" w14:textId="7492584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EC16" w14:textId="2D520CD7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b/>
                <w:bCs/>
                <w:sz w:val="24"/>
                <w:szCs w:val="24"/>
              </w:rPr>
              <w:t>1 471,2</w:t>
            </w:r>
          </w:p>
        </w:tc>
      </w:tr>
      <w:tr w:rsidR="00F94EBE" w:rsidRPr="00E11DDC" w14:paraId="31A63FD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ACD0B" w14:textId="2037D56D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1011" w14:textId="19037A43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A1352" w14:textId="357610A4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2500" w14:textId="3FC3549E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349,7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66A3" w14:textId="43921A4C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A5BF3" w14:textId="5707BAD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</w:tr>
      <w:tr w:rsidR="00F94EBE" w:rsidRPr="00E11DDC" w14:paraId="2A93F0E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B8CE" w14:textId="0D69352E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AA788" w14:textId="1829D1C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9C713" w14:textId="176144E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065C" w14:textId="5E978CC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349,7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BD049" w14:textId="7701148B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26AB2" w14:textId="7F7E1FA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</w:tr>
      <w:tr w:rsidR="00F94EBE" w:rsidRPr="00E11DDC" w14:paraId="2A9251B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D01B" w14:textId="099D9064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A528" w14:textId="7CB8F57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A110" w14:textId="5EADA55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98C3" w14:textId="2491B0AD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349,7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424A" w14:textId="04339054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CD55F" w14:textId="493491D3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250,0</w:t>
            </w:r>
          </w:p>
        </w:tc>
      </w:tr>
      <w:tr w:rsidR="00F94EBE" w:rsidRPr="00E11DDC" w14:paraId="77A446C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8A4A" w14:textId="46AD66B4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40F6C" w14:textId="0549EEA5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09A92" w14:textId="0054EEF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A216" w14:textId="00CB250C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1808" w14:textId="0C58E53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D648" w14:textId="495E877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</w:tr>
      <w:tr w:rsidR="00F94EBE" w:rsidRPr="00E11DDC" w14:paraId="1AF6CF8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D440" w14:textId="555FFDA0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9ADA" w14:textId="5E91CE0C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83ED" w14:textId="1A9A924E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CFB3" w14:textId="4A7F9158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CD22" w14:textId="1AF7CC77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79A8" w14:textId="2F6BAF7F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</w:tr>
      <w:tr w:rsidR="00F94EBE" w:rsidRPr="00E11DDC" w14:paraId="22EA4BF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0732" w14:textId="03C1CE8C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3AE53" w14:textId="3D1D7C51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A9F4" w14:textId="2F3716C1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D388" w14:textId="4A13BE9A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258,2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AC5F" w14:textId="7283FF2C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998C" w14:textId="4CE12409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403,2</w:t>
            </w:r>
          </w:p>
        </w:tc>
      </w:tr>
      <w:tr w:rsidR="00F94EBE" w:rsidRPr="00E11DDC" w14:paraId="091AA1F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A8A11" w14:textId="6F70B018" w:rsidR="00F94EBE" w:rsidRPr="00F94EBE" w:rsidRDefault="00F94EBE" w:rsidP="00F94EB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8D69" w14:textId="51207B95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C9D1" w14:textId="6631EE80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B1424" w14:textId="74303A38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9248" w14:textId="79366516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8887" w14:textId="36D0E8D1" w:rsidR="00F94EBE" w:rsidRPr="00F94EBE" w:rsidRDefault="00F94EBE" w:rsidP="00F94E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</w:tr>
      <w:tr w:rsidR="00F94EBE" w:rsidRPr="00E11DDC" w14:paraId="5A4AE91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CB0E" w14:textId="67D4351C" w:rsidR="00F94EBE" w:rsidRPr="00F94EBE" w:rsidRDefault="00F94EBE" w:rsidP="00F94EBE">
            <w:pPr>
              <w:ind w:firstLine="0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BFEF" w14:textId="530666A3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2A97" w14:textId="379C5188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D9295" w14:textId="26012D51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5305" w14:textId="16344CC0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6A815" w14:textId="6F7130CC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</w:tr>
      <w:tr w:rsidR="00F94EBE" w:rsidRPr="00E11DDC" w14:paraId="51DFC7B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3D14" w14:textId="2EB96E14" w:rsidR="00F94EBE" w:rsidRPr="00F94EBE" w:rsidRDefault="00F94EBE" w:rsidP="00F94EBE">
            <w:pPr>
              <w:ind w:firstLine="0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F0268" w14:textId="1AC0B675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16F7" w14:textId="6E245B07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9CAA2" w14:textId="38769580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138,1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9EF0" w14:textId="38521050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4137" w14:textId="3F48AB79" w:rsidR="00F94EBE" w:rsidRPr="00F94EBE" w:rsidRDefault="00F94EBE" w:rsidP="00F94EBE">
            <w:pPr>
              <w:ind w:firstLine="0"/>
              <w:jc w:val="center"/>
              <w:rPr>
                <w:sz w:val="24"/>
                <w:szCs w:val="24"/>
              </w:rPr>
            </w:pPr>
            <w:r w:rsidRPr="00F94EBE">
              <w:rPr>
                <w:sz w:val="24"/>
                <w:szCs w:val="24"/>
              </w:rPr>
              <w:t>560,0</w:t>
            </w:r>
          </w:p>
        </w:tc>
      </w:tr>
      <w:tr w:rsidR="00B84FD6" w:rsidRPr="00E11DDC" w14:paraId="51EF4DA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E6CB" w14:textId="5B7A27E6" w:rsidR="00B84FD6" w:rsidRPr="00E11DDC" w:rsidRDefault="00B84FD6" w:rsidP="00B84FD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Подпрограмма «Создание условий для организации досуга, дополнительного образования и обеспечения </w:t>
            </w:r>
            <w:r w:rsidRPr="00E11DDC">
              <w:rPr>
                <w:b/>
                <w:bCs/>
                <w:sz w:val="24"/>
                <w:szCs w:val="24"/>
              </w:rPr>
              <w:lastRenderedPageBreak/>
              <w:t>жителей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2F7" w14:textId="78599BB6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lastRenderedPageBreak/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E7FE" w14:textId="20B78A4F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040F1" w14:textId="73B5CBBB" w:rsidR="00B84FD6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b/>
                <w:bCs/>
                <w:sz w:val="24"/>
                <w:szCs w:val="24"/>
              </w:rPr>
              <w:t>221 342,1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B6E9" w14:textId="16E10849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CBB9" w14:textId="520797C2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56530F" w:rsidRPr="00E11DDC" w14:paraId="4964DE0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CFA9" w14:textId="3C41AF79" w:rsidR="0056530F" w:rsidRPr="00E11DDC" w:rsidRDefault="0056530F" w:rsidP="0056530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24EA3" w14:textId="3EF58654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445B" w14:textId="6C2F2865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7EEA" w14:textId="0C15FD98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221 182,1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D696" w14:textId="3A415229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217 008,2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4DED2" w14:textId="6643753A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217 008,2</w:t>
            </w:r>
          </w:p>
        </w:tc>
      </w:tr>
      <w:tr w:rsidR="0056530F" w:rsidRPr="00E11DDC" w14:paraId="4174BA4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B834" w14:textId="7CBFB56D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63C7" w14:textId="61A0008B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AEAC" w14:textId="5241CEB4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CD1C" w14:textId="284E3DF1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55 518,2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6FBC" w14:textId="5CAB130D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55 377,2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3A7D" w14:textId="2A06C506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55 377,2</w:t>
            </w:r>
          </w:p>
        </w:tc>
      </w:tr>
      <w:tr w:rsidR="0056530F" w:rsidRPr="00E11DDC" w14:paraId="6EBCF67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F848" w14:textId="41A3B30C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1A13E" w14:textId="40189D2A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C57A" w14:textId="0B522AE1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C020" w14:textId="60C12EDA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55 518,2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4731" w14:textId="6E2F3975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55 377,2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0C25" w14:textId="24BC3CA9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55 377,2</w:t>
            </w:r>
          </w:p>
        </w:tc>
      </w:tr>
      <w:tr w:rsidR="0056530F" w:rsidRPr="00E11DDC" w14:paraId="116ED2F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DADA" w14:textId="6A43AC50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9B41D" w14:textId="41366A34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F8AFC" w14:textId="5F95315E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C635" w14:textId="646FDC4F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80 886,9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79EDF" w14:textId="3263B664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113 109,5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8CA7" w14:textId="3658DF30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102 478,7</w:t>
            </w:r>
          </w:p>
        </w:tc>
      </w:tr>
      <w:tr w:rsidR="0056530F" w:rsidRPr="00E11DDC" w14:paraId="78A5272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F22C" w14:textId="7993D33D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8004" w14:textId="371BC12C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E0DB" w14:textId="3ECE921F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35BC" w14:textId="0A770B82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80 886,9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30A8" w14:textId="14013041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113 109,5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822F" w14:textId="0CA4DFAB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102 478,7</w:t>
            </w:r>
          </w:p>
        </w:tc>
      </w:tr>
      <w:tr w:rsidR="0056530F" w:rsidRPr="00E11DDC" w14:paraId="4944BB4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7E9F" w14:textId="35F777CD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974A7" w14:textId="71BBCEF5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EACE" w14:textId="4CFF84E4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CD42" w14:textId="07105DAA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21 296,9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3073" w14:textId="19E5EA6F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30 351,3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A6C98" w14:textId="245F71D7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27 353,9</w:t>
            </w:r>
          </w:p>
        </w:tc>
      </w:tr>
      <w:tr w:rsidR="0056530F" w:rsidRPr="00E11DDC" w14:paraId="672676B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FB0E" w14:textId="0199EA49" w:rsidR="0056530F" w:rsidRPr="0056530F" w:rsidRDefault="0056530F" w:rsidP="0056530F">
            <w:pPr>
              <w:ind w:firstLine="0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21D9" w14:textId="08BDA2A1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72E6" w14:textId="6E149F20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BF24" w14:textId="7C9F0833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21 296,9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9CE6" w14:textId="7C0A92D5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30 351,3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4EEB6" w14:textId="3CAFF92E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</w:rPr>
            </w:pPr>
            <w:r w:rsidRPr="0056530F">
              <w:rPr>
                <w:sz w:val="24"/>
                <w:szCs w:val="24"/>
              </w:rPr>
              <w:t>27 353,9</w:t>
            </w:r>
          </w:p>
        </w:tc>
      </w:tr>
      <w:tr w:rsidR="00B84FD6" w:rsidRPr="00E11DDC" w14:paraId="47055AB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88AA" w14:textId="3B28FD63" w:rsidR="00B84FD6" w:rsidRPr="00E11DDC" w:rsidRDefault="00B84FD6" w:rsidP="00A7124B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5D5AF" w14:textId="2E8D8566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F41E" w14:textId="06436A02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A5DF" w14:textId="6142C792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01F58" w14:textId="4A476A1E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14874" w14:textId="229E5012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</w:tr>
      <w:tr w:rsidR="00B84FD6" w:rsidRPr="00E11DDC" w14:paraId="1B3C4D5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F5E5" w14:textId="63467AEF" w:rsidR="00B84FD6" w:rsidRPr="00E11DDC" w:rsidRDefault="00B84FD6" w:rsidP="00B84FD6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6E5D" w14:textId="21E7031C" w:rsidR="00B84FD6" w:rsidRPr="00E11DDC" w:rsidRDefault="00B84FD6" w:rsidP="00B84FD6">
            <w:pPr>
              <w:ind w:right="-257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76FFB" w14:textId="366F0C4F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8BD4" w14:textId="3F82F869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35188" w14:textId="2E728407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41091" w14:textId="7A3FD0F0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</w:tr>
      <w:tr w:rsidR="00B84FD6" w:rsidRPr="00E11DDC" w14:paraId="1B4107F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B595" w14:textId="5D3802F2" w:rsidR="00B84FD6" w:rsidRPr="00E11DDC" w:rsidRDefault="00B84FD6" w:rsidP="00B84FD6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311E" w14:textId="48D5EC5C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FA3B" w14:textId="51D95538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B224" w14:textId="04B18B0F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9F7E" w14:textId="2A3069FC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AB35" w14:textId="1E5EB07B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B84FD6" w:rsidRPr="00E11DDC" w14:paraId="7618CE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C58F1" w14:textId="759A7168" w:rsidR="00B84FD6" w:rsidRPr="00E11DDC" w:rsidRDefault="00EC491D" w:rsidP="00A7124B">
            <w:pPr>
              <w:ind w:right="-108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B84FD6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DBD6" w14:textId="3DF66222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62C1" w14:textId="301F74BD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60ED" w14:textId="31A5208C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3 465,0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43A1" w14:textId="3504398A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6808" w14:textId="367C665F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</w:tr>
      <w:tr w:rsidR="00B84FD6" w:rsidRPr="00E11DDC" w14:paraId="4913015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C0B3" w14:textId="09378349" w:rsidR="00B84FD6" w:rsidRPr="00E11DDC" w:rsidRDefault="00EC491D" w:rsidP="00A7124B">
            <w:pPr>
              <w:ind w:right="-108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B84FD6" w:rsidRPr="00E11DDC">
              <w:rPr>
                <w:sz w:val="24"/>
                <w:szCs w:val="24"/>
              </w:rPr>
              <w:t xml:space="preserve">асходы на оплату труда </w:t>
            </w:r>
            <w:r w:rsidR="00B84FD6" w:rsidRPr="00E11DDC">
              <w:rPr>
                <w:sz w:val="24"/>
                <w:szCs w:val="24"/>
              </w:rPr>
              <w:lastRenderedPageBreak/>
              <w:t>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5FAF" w14:textId="22915492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6915" w14:textId="3C663118" w:rsidR="00B84FD6" w:rsidRPr="00E11DDC" w:rsidRDefault="00B84FD6" w:rsidP="00B84FD6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70FF" w14:textId="219DC556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EBB27" w14:textId="2F94805F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D7AF5" w14:textId="76C99250" w:rsidR="00B84FD6" w:rsidRPr="00E11DDC" w:rsidRDefault="00B84FD6" w:rsidP="00B84FD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 </w:t>
            </w:r>
          </w:p>
        </w:tc>
      </w:tr>
      <w:tr w:rsidR="0056530F" w:rsidRPr="00E11DDC" w14:paraId="46D7231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35A7" w14:textId="058B4436" w:rsidR="0056530F" w:rsidRPr="00E11DDC" w:rsidRDefault="0056530F" w:rsidP="0056530F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  <w:r w:rsidRPr="00E705AE">
              <w:rPr>
                <w:sz w:val="24"/>
                <w:szCs w:val="24"/>
              </w:rPr>
              <w:t>начального и среднего профессионального образования в возрасте от 18 до 20 лет ищущих работу впервые)в муниципальных учреждениях культуры.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39B5" w14:textId="71BE4E71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C047" w14:textId="2CD42C61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BBE76" w14:textId="3060E957" w:rsidR="0056530F" w:rsidRPr="0056530F" w:rsidRDefault="0056530F" w:rsidP="0056530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06BE" w14:textId="7BEB8CB7" w:rsidR="0056530F" w:rsidRPr="00E11DDC" w:rsidRDefault="0056530F" w:rsidP="0056530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FE1C" w14:textId="16823AD3" w:rsidR="0056530F" w:rsidRPr="00E11DDC" w:rsidRDefault="0056530F" w:rsidP="0056530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56530F" w:rsidRPr="00E11DDC" w14:paraId="0C13FAC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9FB8" w14:textId="62B74B4B" w:rsidR="0056530F" w:rsidRPr="00E11DDC" w:rsidRDefault="0056530F" w:rsidP="0056530F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38AE" w14:textId="2CD07615" w:rsidR="0056530F" w:rsidRPr="00E11DDC" w:rsidRDefault="0056530F" w:rsidP="0056530F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0EBB" w14:textId="544EC471" w:rsidR="0056530F" w:rsidRPr="00E11DDC" w:rsidRDefault="0056530F" w:rsidP="0056530F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ED327" w14:textId="2B3C249D" w:rsidR="0056530F" w:rsidRPr="0056530F" w:rsidRDefault="0056530F" w:rsidP="0056530F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77A5B" w14:textId="267D0B3F" w:rsidR="0056530F" w:rsidRPr="00E11DDC" w:rsidRDefault="0056530F" w:rsidP="0056530F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99DA" w14:textId="26253D4A" w:rsidR="0056530F" w:rsidRPr="00E11DDC" w:rsidRDefault="0056530F" w:rsidP="0056530F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56530F" w:rsidRPr="00E11DDC" w14:paraId="4A90D49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8F2DE" w14:textId="6CD30175" w:rsidR="0056530F" w:rsidRPr="00E11DDC" w:rsidRDefault="0056530F" w:rsidP="0056530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5E2C" w14:textId="75EBE09C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6A36" w14:textId="7514AB4B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880A" w14:textId="0E585641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74D9" w14:textId="72A7180F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90F69" w14:textId="0F52FAA7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56530F" w:rsidRPr="00E11DDC" w14:paraId="2A4F11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9379E" w14:textId="34FC485E" w:rsidR="0056530F" w:rsidRPr="00E11DDC" w:rsidRDefault="0056530F" w:rsidP="0056530F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4ACA" w14:textId="4D711C2F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8692" w14:textId="07530F58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AD509" w14:textId="6ADD8EE4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4A51" w14:textId="626BB57E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F7EC" w14:textId="591E7C03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56530F" w:rsidRPr="00E11DDC" w14:paraId="52F2877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4D04" w14:textId="18805566" w:rsidR="0056530F" w:rsidRPr="00E11DDC" w:rsidRDefault="0056530F" w:rsidP="0056530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B9FC" w14:textId="0E58E6E6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5711" w14:textId="039ECBEB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1575" w14:textId="66813B95" w:rsidR="0056530F" w:rsidRPr="0056530F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F94A" w14:textId="68B3FE04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9E1D" w14:textId="5C24D10B" w:rsidR="0056530F" w:rsidRPr="00E11DDC" w:rsidRDefault="0056530F" w:rsidP="005653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56530F" w:rsidRPr="00E11DDC" w14:paraId="23E21B3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C9C6" w14:textId="7E0198FC" w:rsidR="0056530F" w:rsidRPr="00E11DDC" w:rsidRDefault="0056530F" w:rsidP="0056530F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A4A9" w14:textId="1E56F89B" w:rsidR="0056530F" w:rsidRPr="00E11DDC" w:rsidRDefault="0056530F" w:rsidP="0056530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63F9" w14:textId="098C0BEF" w:rsidR="0056530F" w:rsidRPr="00E11DDC" w:rsidRDefault="0056530F" w:rsidP="0056530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C85D" w14:textId="1B6DE815" w:rsidR="0056530F" w:rsidRPr="0056530F" w:rsidRDefault="0056530F" w:rsidP="0056530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6530F">
              <w:rPr>
                <w:sz w:val="24"/>
                <w:szCs w:val="24"/>
              </w:rPr>
              <w:t>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6527" w14:textId="10545351" w:rsidR="0056530F" w:rsidRPr="00E11DDC" w:rsidRDefault="0056530F" w:rsidP="0056530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F3EA" w14:textId="0E0D0B9E" w:rsidR="0056530F" w:rsidRPr="00E11DDC" w:rsidRDefault="0056530F" w:rsidP="0056530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12BA9" w:rsidRPr="00E11DDC" w14:paraId="2445800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FFC2" w14:textId="596C50DC" w:rsidR="00712BA9" w:rsidRPr="00712BA9" w:rsidRDefault="00712BA9" w:rsidP="00712BA9">
            <w:pPr>
              <w:ind w:firstLine="0"/>
              <w:rPr>
                <w:sz w:val="24"/>
                <w:szCs w:val="24"/>
              </w:rPr>
            </w:pPr>
            <w:r w:rsidRPr="00712BA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7278" w14:textId="7DA974D3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 w:rsidRPr="00712BA9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39E3" w14:textId="1FE3FA22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A092" w14:textId="6FD0BB56" w:rsidR="00712BA9" w:rsidRPr="0056530F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B21F" w14:textId="1E728960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01C4" w14:textId="0E2434B0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</w:tr>
      <w:tr w:rsidR="00712BA9" w:rsidRPr="00E11DDC" w14:paraId="7445FF7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79FD" w14:textId="2B66E12A" w:rsidR="00712BA9" w:rsidRPr="00712BA9" w:rsidRDefault="00712BA9" w:rsidP="00712BA9">
            <w:pPr>
              <w:ind w:firstLine="0"/>
              <w:rPr>
                <w:sz w:val="24"/>
                <w:szCs w:val="24"/>
              </w:rPr>
            </w:pPr>
            <w:r w:rsidRPr="00712BA9">
              <w:rPr>
                <w:sz w:val="24"/>
                <w:szCs w:val="24"/>
              </w:rPr>
              <w:lastRenderedPageBreak/>
              <w:t>Обеспечение деятельности муниципальных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A4F8" w14:textId="017C3BE3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9190" w14:textId="28ABAEF9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287D" w14:textId="27685E7C" w:rsidR="00712BA9" w:rsidRPr="0056530F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21D2" w14:textId="13DBA721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4A08" w14:textId="5C007A2B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</w:tr>
      <w:tr w:rsidR="00712BA9" w:rsidRPr="00E11DDC" w14:paraId="7F151EF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0F46" w14:textId="24D8C88C" w:rsidR="00712BA9" w:rsidRPr="00712BA9" w:rsidRDefault="00712BA9" w:rsidP="00712BA9">
            <w:pPr>
              <w:ind w:firstLine="0"/>
              <w:rPr>
                <w:sz w:val="24"/>
                <w:szCs w:val="24"/>
              </w:rPr>
            </w:pPr>
            <w:r w:rsidRPr="00712BA9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1DF41" w14:textId="63CE0A95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6688" w14:textId="015DA6E1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1F70" w14:textId="0BAE2670" w:rsidR="00712BA9" w:rsidRPr="0056530F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DB39" w14:textId="282218F7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0FF75" w14:textId="7CC162B9" w:rsidR="00712BA9" w:rsidRPr="00E11DDC" w:rsidRDefault="00712BA9" w:rsidP="00712B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7 579,0</w:t>
            </w:r>
          </w:p>
        </w:tc>
      </w:tr>
      <w:tr w:rsidR="001D7D10" w:rsidRPr="00E11DDC" w14:paraId="1D2ED5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59EDC" w14:textId="7115051B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1718" w14:textId="4E71E301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EBDE6" w14:textId="021E837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F3A7" w14:textId="75C7BD3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5 146,6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1200" w14:textId="0AB222B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8 166,5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7D04" w14:textId="6EEADAE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7 288,9</w:t>
            </w:r>
          </w:p>
        </w:tc>
      </w:tr>
      <w:tr w:rsidR="001D7D10" w:rsidRPr="00E11DDC" w14:paraId="3D0C4AA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192B6" w14:textId="67A7425A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61C65" w14:textId="16A95EC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2516" w14:textId="7AA5A7D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8106" w14:textId="42DD165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590,1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C0B0" w14:textId="36AE6DC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290,1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DD02" w14:textId="5CB56BC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290,1</w:t>
            </w:r>
          </w:p>
        </w:tc>
      </w:tr>
      <w:tr w:rsidR="001D7D10" w:rsidRPr="00E11DDC" w14:paraId="3483F1E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31036" w14:textId="4025FCF7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BC49" w14:textId="0C66596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201A" w14:textId="4D7FF3A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4849" w14:textId="36F4123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CCE4" w14:textId="1642E75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45C1" w14:textId="509676D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</w:tr>
      <w:tr w:rsidR="001D7D10" w:rsidRPr="00E11DDC" w14:paraId="16E5EEA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FDC40" w14:textId="29B02B00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D7D1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1D7D1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1840D" w14:textId="666E600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C9C8" w14:textId="33672C9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B614" w14:textId="417CCED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282,5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EE7E" w14:textId="6C17C2D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B075A" w14:textId="669B209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1D7D10" w:rsidRPr="00E11DDC" w14:paraId="5DA388A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FE1F" w14:textId="18263EE0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AA59" w14:textId="0E46DCB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164A" w14:textId="4F8D001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D566" w14:textId="683E941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6C97" w14:textId="43C39ED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C215" w14:textId="42B1038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D7D10" w:rsidRPr="00E11DDC" w14:paraId="4DC2F21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F9BD7" w14:textId="6F493603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7938" w14:textId="66AA121D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4BC3" w14:textId="2585DAA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3953" w14:textId="1BE0599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1BEB" w14:textId="08D899C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BB607" w14:textId="7890C83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</w:tr>
      <w:tr w:rsidR="001D7D10" w:rsidRPr="00E11DDC" w14:paraId="67D1284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F648" w14:textId="62F6D25C" w:rsidR="001D7D10" w:rsidRPr="001D7D10" w:rsidRDefault="001D7D10" w:rsidP="00E95695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1D7D10">
              <w:rPr>
                <w:sz w:val="24"/>
                <w:szCs w:val="24"/>
              </w:rPr>
              <w:t>Балахнинском</w:t>
            </w:r>
            <w:proofErr w:type="spellEnd"/>
            <w:r w:rsidRPr="001D7D10">
              <w:rPr>
                <w:sz w:val="24"/>
                <w:szCs w:val="24"/>
              </w:rPr>
              <w:t xml:space="preserve"> муниципальном </w:t>
            </w:r>
            <w:r w:rsidR="00E95695">
              <w:rPr>
                <w:sz w:val="24"/>
                <w:szCs w:val="24"/>
              </w:rPr>
              <w:t>округе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D0F43" w14:textId="7AA7701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2E6A" w14:textId="04837B6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97BD" w14:textId="655E3DD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DF19F" w14:textId="6B77938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30EF" w14:textId="6562CEB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</w:tr>
      <w:tr w:rsidR="001D7D10" w:rsidRPr="00E11DDC" w14:paraId="5176C35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E5E4" w14:textId="43219A26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4673" w14:textId="7B23701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5D4" w14:textId="198FAC0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E96A5" w14:textId="1AA169A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0D5C" w14:textId="3D5EC1F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5EF6" w14:textId="7745326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100,0</w:t>
            </w:r>
          </w:p>
        </w:tc>
      </w:tr>
      <w:tr w:rsidR="001D7D10" w:rsidRPr="00E11DDC" w14:paraId="6C0F99C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08107" w14:textId="49EE3AC9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D6DE" w14:textId="535216D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B6B9" w14:textId="0F4356E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BA44" w14:textId="7CC6794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6 297,6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7B1F" w14:textId="6527489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4BDA" w14:textId="2F18EB3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1D7D10" w:rsidRPr="00E11DDC" w14:paraId="2AC4003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27E2" w14:textId="2569AE1E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5D2C1" w14:textId="6249725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2527" w14:textId="36B44B5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50B6" w14:textId="6A04DB2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5 093,5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4697" w14:textId="57581AC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B49E" w14:textId="6A08BD5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</w:tr>
      <w:tr w:rsidR="001D7D10" w:rsidRPr="00E11DDC" w14:paraId="1DFC253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2F2F" w14:textId="5DC3E03D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>
              <w:rPr>
                <w:sz w:val="24"/>
                <w:szCs w:val="24"/>
              </w:rPr>
              <w:t>ц</w:t>
            </w:r>
            <w:r w:rsidRPr="001D7D10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F1D8" w14:textId="58ECF071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C828" w14:textId="14D1092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F7475" w14:textId="6C551D3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5 093,5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82C0" w14:textId="184E493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B5D9" w14:textId="0E5C214C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</w:tr>
      <w:tr w:rsidR="001D7D10" w:rsidRPr="00E11DDC" w14:paraId="388DAE3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9195" w14:textId="3258D870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02D4" w14:textId="15740E2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690B" w14:textId="2050340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7F4B" w14:textId="7F76114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5 086,4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5835" w14:textId="6F83067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BBAE" w14:textId="109B424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3 441,9</w:t>
            </w:r>
          </w:p>
        </w:tc>
      </w:tr>
      <w:tr w:rsidR="001D7D10" w:rsidRPr="00E11DDC" w14:paraId="2A59785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D888" w14:textId="3FE9CBE9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CC455" w14:textId="074086C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AC26" w14:textId="49FF6EF1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FB47" w14:textId="2F4A187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CBF3" w14:textId="60C5ABC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1E89" w14:textId="309E4AB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D7D10">
              <w:rPr>
                <w:sz w:val="24"/>
                <w:szCs w:val="24"/>
              </w:rPr>
              <w:t> </w:t>
            </w:r>
          </w:p>
        </w:tc>
      </w:tr>
      <w:tr w:rsidR="001D7D10" w:rsidRPr="00E11DDC" w14:paraId="3E8A519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695B" w14:textId="222C886D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AF28" w14:textId="217A75F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8F57" w14:textId="720B8F2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AF2E" w14:textId="4608404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1 204,1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68DA" w14:textId="4595B95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57AD" w14:textId="1BF3C2C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</w:tr>
      <w:tr w:rsidR="001D7D10" w:rsidRPr="00E11DDC" w14:paraId="2D45466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6A6A" w14:textId="40803EAF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D7D10">
              <w:rPr>
                <w:sz w:val="24"/>
                <w:szCs w:val="24"/>
              </w:rPr>
              <w:t>Балахнинского</w:t>
            </w:r>
            <w:proofErr w:type="spellEnd"/>
            <w:r w:rsidRPr="001D7D10">
              <w:rPr>
                <w:sz w:val="24"/>
                <w:szCs w:val="24"/>
              </w:rPr>
              <w:t xml:space="preserve"> </w:t>
            </w:r>
            <w:proofErr w:type="spellStart"/>
            <w:r w:rsidRPr="001D7D10">
              <w:rPr>
                <w:sz w:val="24"/>
                <w:szCs w:val="24"/>
              </w:rPr>
              <w:t>муниипального</w:t>
            </w:r>
            <w:proofErr w:type="spellEnd"/>
            <w:r w:rsidRPr="001D7D1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74191" w14:textId="12F1A64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B4872" w14:textId="5B85B2E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6FF0D" w14:textId="718512E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1 204,1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740F" w14:textId="19331F5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3139" w14:textId="5946AE3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</w:tr>
      <w:tr w:rsidR="001D7D10" w:rsidRPr="00E11DDC" w14:paraId="1FED3A9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9B594" w14:textId="332E684C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CD66" w14:textId="1663ED8D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FABB4" w14:textId="129CE7B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F694" w14:textId="07964AC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1 204,1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4B9A" w14:textId="2BBE684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49DB" w14:textId="42B2BB3D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1 900,0</w:t>
            </w:r>
          </w:p>
        </w:tc>
      </w:tr>
      <w:tr w:rsidR="001D7D10" w:rsidRPr="00E11DDC" w14:paraId="3CC162A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7079" w14:textId="740E1E1C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9E3C" w14:textId="5CA61E4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3A31" w14:textId="6BE5027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F2DD5" w14:textId="79EBEF7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2 890,0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41E2" w14:textId="6B4FCF5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25E88" w14:textId="6FD27F0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1D7D10" w:rsidRPr="00E11DDC" w14:paraId="280641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31D1A" w14:textId="4B9CFD5A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4643" w14:textId="60B0496C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44DAE" w14:textId="65FDAB5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0825" w14:textId="7960B09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37B4" w14:textId="0D64A5B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BA14" w14:textId="693560B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</w:tr>
      <w:tr w:rsidR="001D7D10" w:rsidRPr="00E11DDC" w14:paraId="7B21BD9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C7EA" w14:textId="4FA42E02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339A" w14:textId="6885DC0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85B62" w14:textId="7257594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A089" w14:textId="3FCC88D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96AD5" w14:textId="24AADF6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36A8" w14:textId="4A491B7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</w:tr>
      <w:tr w:rsidR="001D7D10" w:rsidRPr="00E11DDC" w14:paraId="01C3706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6614" w14:textId="1C07E27D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02D4" w14:textId="7588A12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958A2" w14:textId="159B943D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FB9F" w14:textId="71B005D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C227" w14:textId="08DCDFE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1F45" w14:textId="1C85550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780,0</w:t>
            </w:r>
          </w:p>
        </w:tc>
      </w:tr>
      <w:tr w:rsidR="001D7D10" w:rsidRPr="00E11DDC" w14:paraId="7C77430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AA44" w14:textId="7DEB8F49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D7D1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1D7D10">
              <w:rPr>
                <w:b/>
                <w:bCs/>
                <w:sz w:val="24"/>
                <w:szCs w:val="24"/>
              </w:rPr>
              <w:t xml:space="preserve"> муниципальном </w:t>
            </w:r>
            <w:r w:rsidRPr="001D7D10">
              <w:rPr>
                <w:b/>
                <w:bCs/>
                <w:sz w:val="24"/>
                <w:szCs w:val="24"/>
              </w:rPr>
              <w:lastRenderedPageBreak/>
              <w:t>округе Нижегородской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C50D" w14:textId="50E4D5B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44F1A" w14:textId="75E77A0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B67F3" w14:textId="6FE9603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28 590,9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7E0A" w14:textId="671D69B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1848" w14:textId="6E6D407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1D7D10" w:rsidRPr="00E11DDC" w14:paraId="625B69E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3E261" w14:textId="4C429493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4D92" w14:textId="314AA07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CBEF" w14:textId="16FA157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46E5" w14:textId="704EC46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11 004,3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AC70" w14:textId="18D2C0F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239F" w14:textId="6840F00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</w:tr>
      <w:tr w:rsidR="001D7D10" w:rsidRPr="00E11DDC" w14:paraId="7F12971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E994" w14:textId="1316978E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B4EC" w14:textId="64C0D8D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999F" w14:textId="554B50B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6B70" w14:textId="1E45673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11 004,3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7922" w14:textId="679613B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F834" w14:textId="037FC9D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</w:tr>
      <w:tr w:rsidR="001D7D10" w:rsidRPr="00E11DDC" w14:paraId="059D215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8BD52" w14:textId="4563BD64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E3B5" w14:textId="1E65816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6654" w14:textId="3722A26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97A9C" w14:textId="586F464C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11 004,3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8132" w14:textId="3FE8C1D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42C9" w14:textId="5F61A5C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14 304,3</w:t>
            </w:r>
          </w:p>
        </w:tc>
      </w:tr>
      <w:tr w:rsidR="001D7D10" w:rsidRPr="00E11DDC" w14:paraId="179C0C9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3E37C" w14:textId="46BD8D5B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FBB1" w14:textId="70E4B585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81A6" w14:textId="1114AAE0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C107" w14:textId="4021BE7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0FF7" w14:textId="6995197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828D" w14:textId="17FF17E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</w:tr>
      <w:tr w:rsidR="001D7D10" w:rsidRPr="00E11DDC" w14:paraId="411574F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3E52" w14:textId="60EC1B14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FA97A" w14:textId="5CD7C7F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5976B" w14:textId="5D1E8E8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C580" w14:textId="3045477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10 987,8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B357" w14:textId="6CD4A4A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14 227,8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E38E" w14:textId="34BDB2D9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14 227,8</w:t>
            </w:r>
          </w:p>
        </w:tc>
      </w:tr>
      <w:tr w:rsidR="001D7D10" w:rsidRPr="00E11DDC" w14:paraId="2E7A465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C2488" w14:textId="784E449A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2596" w14:textId="6DAAC24D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BD77" w14:textId="4AECF5A3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4D21" w14:textId="6C83055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0CF19" w14:textId="797205D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76,5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98F9" w14:textId="265724E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76,5</w:t>
            </w:r>
          </w:p>
        </w:tc>
      </w:tr>
      <w:tr w:rsidR="001D7D10" w:rsidRPr="00E11DDC" w14:paraId="1CCEBAA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60359" w14:textId="505EBB7D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B6836" w14:textId="5D4B7FC1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9DB9F" w14:textId="3470E4A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5448" w14:textId="0D44F09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16 586,6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08C0" w14:textId="28CE5534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16 588,6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5893D" w14:textId="0EA773E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16 588,6</w:t>
            </w:r>
          </w:p>
        </w:tc>
      </w:tr>
      <w:tr w:rsidR="001D7D10" w:rsidRPr="00E11DDC" w14:paraId="794731F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C9707" w14:textId="6A01D1AF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BE03" w14:textId="62D604A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4418" w14:textId="477E8CCF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1FBD" w14:textId="49160762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16 025,3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7965" w14:textId="6D2629B8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16 027,3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4C219" w14:textId="6C1B5FFE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16 027,3</w:t>
            </w:r>
          </w:p>
        </w:tc>
      </w:tr>
      <w:tr w:rsidR="001D7D10" w:rsidRPr="00E11DDC" w14:paraId="247037F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C3F1" w14:textId="5CECB5DE" w:rsidR="001D7D10" w:rsidRPr="001D7D10" w:rsidRDefault="001D7D10" w:rsidP="001D7D10">
            <w:pPr>
              <w:ind w:firstLine="0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0C2DB" w14:textId="0009E93B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F7EB" w14:textId="17453F46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BA3A" w14:textId="713E7FB1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15 380,3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2454" w14:textId="05B5A337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15 382,3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7B84" w14:textId="2443167A" w:rsidR="001D7D10" w:rsidRPr="001D7D10" w:rsidRDefault="001D7D10" w:rsidP="001D7D10">
            <w:pPr>
              <w:ind w:firstLine="0"/>
              <w:jc w:val="center"/>
              <w:rPr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15 382,3</w:t>
            </w:r>
          </w:p>
        </w:tc>
      </w:tr>
      <w:tr w:rsidR="001D7D10" w:rsidRPr="00E11DDC" w14:paraId="7EC7362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0A90" w14:textId="07990421" w:rsidR="001D7D10" w:rsidRPr="00E11DDC" w:rsidRDefault="001D7D10" w:rsidP="001D7D1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C87CB" w14:textId="14402202" w:rsidR="001D7D10" w:rsidRPr="00E11DDC" w:rsidRDefault="001D7D10" w:rsidP="001D7D1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24E6" w14:textId="7B656D28" w:rsidR="001D7D10" w:rsidRPr="00E11DDC" w:rsidRDefault="001D7D10" w:rsidP="001D7D1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E208" w14:textId="0EA37735" w:rsidR="001D7D10" w:rsidRPr="00E11DDC" w:rsidRDefault="001D7D10" w:rsidP="001D7D1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13 438,7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548B" w14:textId="67D07E31" w:rsidR="001D7D10" w:rsidRPr="00E11DDC" w:rsidRDefault="001D7D10" w:rsidP="001D7D1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CD8D5" w14:textId="448607D3" w:rsidR="001D7D10" w:rsidRPr="00E11DDC" w:rsidRDefault="001D7D10" w:rsidP="001D7D1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1D7D10" w:rsidRPr="00E11DDC" w14:paraId="3DA552A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2B2C" w14:textId="7D198DD7" w:rsidR="001D7D10" w:rsidRPr="00E11DDC" w:rsidRDefault="001D7D10" w:rsidP="001D7D10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FBCBB" w14:textId="58636A1D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FC3A" w14:textId="78EAC1DC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CE03A" w14:textId="79A3CA0C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10 487,1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F74A0" w14:textId="0D9D6907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12 937,5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C76D" w14:textId="6AD2DD99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12 962,7</w:t>
            </w:r>
          </w:p>
        </w:tc>
      </w:tr>
      <w:tr w:rsidR="001D7D10" w:rsidRPr="00E11DDC" w14:paraId="12FFBE2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09109" w14:textId="611C0144" w:rsidR="001D7D10" w:rsidRPr="00E11DDC" w:rsidRDefault="001D7D10" w:rsidP="001D7D10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C75F" w14:textId="0A6980B9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50DB" w14:textId="0C7BE5B8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C2" w14:textId="46E4CC48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9 049,2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A175" w14:textId="3AFF1BB3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12 318,6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DE10F" w14:textId="67D6787E" w:rsidR="001D7D10" w:rsidRPr="00E11DDC" w:rsidRDefault="001D7D10" w:rsidP="001D7D1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12 343,8</w:t>
            </w:r>
          </w:p>
        </w:tc>
      </w:tr>
      <w:tr w:rsidR="001D7D10" w:rsidRPr="00E11DDC" w14:paraId="46B0AC2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1032" w14:textId="09215C6A" w:rsidR="001D7D10" w:rsidRPr="00E11DDC" w:rsidRDefault="001D7D10" w:rsidP="001D7D1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Поддержка сельскохозяйственного </w:t>
            </w:r>
            <w:r w:rsidRPr="00E11DDC">
              <w:rPr>
                <w:sz w:val="24"/>
                <w:szCs w:val="24"/>
              </w:rPr>
              <w:lastRenderedPageBreak/>
              <w:t xml:space="preserve">производства по отдельным </w:t>
            </w:r>
            <w:proofErr w:type="spellStart"/>
            <w:r w:rsidRPr="00E11DDC">
              <w:rPr>
                <w:sz w:val="24"/>
                <w:szCs w:val="24"/>
              </w:rPr>
              <w:t>подотраслям</w:t>
            </w:r>
            <w:proofErr w:type="spellEnd"/>
            <w:r w:rsidRPr="00E11DDC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5F188" w14:textId="5FE30880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7608" w14:textId="23CA06F8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E5E1" w14:textId="441CEDEB" w:rsidR="001D7D10" w:rsidRPr="001D7D10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7D10">
              <w:rPr>
                <w:sz w:val="24"/>
                <w:szCs w:val="24"/>
              </w:rPr>
              <w:t>7 186,1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B77" w14:textId="1C5BE36A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FCF2" w14:textId="0C301527" w:rsidR="001D7D10" w:rsidRPr="00E11DDC" w:rsidRDefault="001D7D10" w:rsidP="001D7D1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</w:tr>
      <w:tr w:rsidR="001D7D10" w:rsidRPr="00E11DDC" w14:paraId="3797E89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1EA7" w14:textId="187A2439" w:rsidR="001D7D10" w:rsidRPr="00E11DDC" w:rsidRDefault="001D7D10" w:rsidP="001D7D1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C5ADD" w14:textId="20CC672A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8DDA" w14:textId="5C9E8289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D783" w14:textId="46950D3B" w:rsidR="001D7D10" w:rsidRPr="001D7D10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7D10">
              <w:rPr>
                <w:sz w:val="24"/>
                <w:szCs w:val="24"/>
              </w:rPr>
              <w:t>7 186,1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850C" w14:textId="7123E0D0" w:rsidR="001D7D10" w:rsidRPr="00E11DDC" w:rsidRDefault="001D7D10" w:rsidP="001D7D1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8E9A3" w14:textId="087482A1" w:rsidR="001D7D10" w:rsidRPr="00E11DDC" w:rsidRDefault="001D7D10" w:rsidP="001D7D1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</w:tr>
      <w:tr w:rsidR="00BC6870" w:rsidRPr="00E11DDC" w14:paraId="58B5B88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6CB5" w14:textId="48029829" w:rsidR="00BC6870" w:rsidRPr="00E11DDC" w:rsidRDefault="00BC6870" w:rsidP="00BC687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EF527" w14:textId="2694474B" w:rsidR="00BC6870" w:rsidRPr="00E11DDC" w:rsidRDefault="00BC6870" w:rsidP="00BC68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CA18" w14:textId="217FDF64" w:rsidR="00BC6870" w:rsidRPr="00E11DDC" w:rsidRDefault="00BC6870" w:rsidP="00BC68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A684B" w14:textId="1E221A4E" w:rsidR="00BC6870" w:rsidRPr="00E11DDC" w:rsidRDefault="00BC6870" w:rsidP="00BC68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AAA4" w14:textId="14C9D5F7" w:rsidR="00BC6870" w:rsidRPr="00E11DDC" w:rsidRDefault="00BC6870" w:rsidP="00BC68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E088" w14:textId="7A0B0B9F" w:rsidR="00BC6870" w:rsidRPr="00E11DDC" w:rsidRDefault="00BC6870" w:rsidP="00BC687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F01B85" w:rsidRPr="00E11DDC" w14:paraId="6ED6922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608B" w14:textId="1FE91DC0" w:rsidR="00F01B85" w:rsidRPr="001D7D10" w:rsidRDefault="00F01B85" w:rsidP="00F01B85">
            <w:pPr>
              <w:ind w:firstLine="0"/>
              <w:rPr>
                <w:color w:val="000000"/>
                <w:sz w:val="24"/>
                <w:szCs w:val="24"/>
              </w:rPr>
            </w:pPr>
            <w:r w:rsidRPr="001D7D1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371DE" w14:textId="77777777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3FC0E" w14:textId="77777777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9DF2" w14:textId="366851B9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2 406,5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263B" w14:textId="5B13F9FA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2 223,3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6CB1" w14:textId="2869C882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2 223,3</w:t>
            </w:r>
          </w:p>
        </w:tc>
      </w:tr>
      <w:tr w:rsidR="00F01B85" w:rsidRPr="00E11DDC" w14:paraId="56049EB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7EFE" w14:textId="1B44E56F" w:rsidR="00F01B85" w:rsidRPr="00E11DDC" w:rsidRDefault="00F01B85" w:rsidP="00F01B8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DFB1C" w14:textId="257ED819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122BF" w14:textId="256B6E9A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7783" w14:textId="4C593B69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4 779,6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2D853" w14:textId="0AB88491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5 017,4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2F382" w14:textId="33EE7BD3" w:rsidR="00F01B85" w:rsidRPr="00F01B85" w:rsidRDefault="00F01B85" w:rsidP="00F01B8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5 017,4</w:t>
            </w:r>
          </w:p>
        </w:tc>
      </w:tr>
      <w:tr w:rsidR="00F01B85" w:rsidRPr="00E11DDC" w14:paraId="31153E0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2036" w14:textId="70E0E370" w:rsidR="00F01B85" w:rsidRPr="00E11DDC" w:rsidRDefault="00F01B85" w:rsidP="00F01B85">
            <w:pPr>
              <w:ind w:firstLine="0"/>
              <w:rPr>
                <w:color w:val="000000"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0A9A8" w14:textId="77777777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988F0" w14:textId="77777777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76994" w14:textId="77777777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A3F7E" w14:textId="77777777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6763" w14:textId="77777777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F01B85" w:rsidRPr="00E11DDC" w14:paraId="42068B1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8A553" w14:textId="58CAA256" w:rsidR="00F01B85" w:rsidRPr="00E11DDC" w:rsidRDefault="00F01B85" w:rsidP="00F01B8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6129F" w14:textId="70C2A3E4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445A" w14:textId="76165C2F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1E756" w14:textId="63701989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449A" w14:textId="69A9D33E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666,7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C0BA" w14:textId="044FEA46" w:rsidR="00F01B85" w:rsidRPr="00F01B85" w:rsidRDefault="00F01B85" w:rsidP="00F01B8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666,7</w:t>
            </w:r>
          </w:p>
        </w:tc>
      </w:tr>
      <w:tr w:rsidR="00F01B85" w:rsidRPr="00E11DDC" w14:paraId="1127938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E44C" w14:textId="52DB68BD" w:rsidR="00F01B85" w:rsidRPr="00E11DDC" w:rsidRDefault="00F01B85" w:rsidP="00F01B8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581B" w14:textId="464E09A1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811A" w14:textId="3AD43FB4" w:rsidR="00F01B85" w:rsidRPr="00E11DDC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DC85" w14:textId="5C1D2160" w:rsidR="00F01B85" w:rsidRPr="00F01B85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A580" w14:textId="732B07E6" w:rsidR="00F01B85" w:rsidRPr="00F01B85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666,7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ED2C" w14:textId="6EF795D0" w:rsidR="00F01B85" w:rsidRPr="00F01B85" w:rsidRDefault="00F01B85" w:rsidP="00F01B8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666,7</w:t>
            </w:r>
          </w:p>
        </w:tc>
      </w:tr>
      <w:tr w:rsidR="00F01B85" w:rsidRPr="00E11DDC" w14:paraId="01F4B91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0353" w14:textId="32E0FEDE" w:rsidR="00F01B85" w:rsidRPr="00E11DDC" w:rsidRDefault="00F01B85" w:rsidP="00F01B8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23DA" w14:textId="29B4C293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57B0A" w14:textId="005DCE02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9BB7F" w14:textId="2B3B3F34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659F" w14:textId="1AF4846F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A828" w14:textId="3189684C" w:rsidR="00F01B85" w:rsidRPr="00F01B85" w:rsidRDefault="00F01B85" w:rsidP="00F01B8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</w:tr>
      <w:tr w:rsidR="00F01B85" w:rsidRPr="00E11DDC" w14:paraId="329E28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940D" w14:textId="4451CE4E" w:rsidR="00F01B85" w:rsidRPr="00F01B85" w:rsidRDefault="00F01B85" w:rsidP="00F01B85">
            <w:pPr>
              <w:ind w:firstLine="0"/>
              <w:rPr>
                <w:color w:val="000000"/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A7416" w14:textId="77777777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46721" w14:textId="77777777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3AF2" w14:textId="7F72FA81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233,9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34D92" w14:textId="79013154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352,7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DD50" w14:textId="3DCE5721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352,7</w:t>
            </w:r>
          </w:p>
        </w:tc>
      </w:tr>
      <w:tr w:rsidR="00F01B85" w:rsidRPr="00E11DDC" w14:paraId="15DF8AD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31F4" w14:textId="2CD00EC0" w:rsidR="00F01B85" w:rsidRPr="00E11DDC" w:rsidRDefault="00F01B85" w:rsidP="00F01B8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77A6A" w14:textId="66EF11B3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9315D" w14:textId="73002096" w:rsidR="00F01B85" w:rsidRPr="00E11DDC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15A1" w14:textId="5C951295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389,1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B6D3" w14:textId="5CB1BA20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314,0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54BD" w14:textId="465B3CC0" w:rsidR="00F01B85" w:rsidRPr="00F01B85" w:rsidRDefault="00F01B85" w:rsidP="00F01B8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F01B85">
              <w:rPr>
                <w:sz w:val="24"/>
                <w:szCs w:val="24"/>
              </w:rPr>
              <w:t>314</w:t>
            </w:r>
            <w:r>
              <w:rPr>
                <w:sz w:val="24"/>
                <w:szCs w:val="24"/>
              </w:rPr>
              <w:t>,0</w:t>
            </w:r>
          </w:p>
        </w:tc>
      </w:tr>
      <w:tr w:rsidR="00F01B85" w:rsidRPr="00E11DDC" w14:paraId="05DA5E7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2EE1" w14:textId="071C4C8E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65762" w14:textId="63B19975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4F26" w14:textId="2F590E59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4B15" w14:textId="53801ABE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6 434,0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3C25" w14:textId="748ECF46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6 212,0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93747" w14:textId="25B2B1FC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6 212,0</w:t>
            </w:r>
          </w:p>
        </w:tc>
      </w:tr>
      <w:tr w:rsidR="00F01B85" w:rsidRPr="00E11DDC" w14:paraId="2EB7528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7DA9" w14:textId="068834F1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823B" w14:textId="3263B567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D000" w14:textId="3632FE92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45D2D" w14:textId="5362C645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6 434,0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64A3" w14:textId="0F5D27FA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6 212,0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C7A29" w14:textId="03D34C4F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6 212,0</w:t>
            </w:r>
          </w:p>
        </w:tc>
      </w:tr>
      <w:tr w:rsidR="00F01B85" w:rsidRPr="00E11DDC" w14:paraId="3DB5466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BEF7" w14:textId="5D5CEBD2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EE96" w14:textId="50CFCDC0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0B6B3" w14:textId="4F151F42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D270" w14:textId="5C2325CD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CB42" w14:textId="4B6DFEAA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8224" w14:textId="55CFADC0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</w:tr>
      <w:tr w:rsidR="00F01B85" w:rsidRPr="00E11DDC" w14:paraId="1DF8FAA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D82D" w14:textId="785CFF04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E033A" w14:textId="22B026B4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897C" w14:textId="5AC990BE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237B" w14:textId="1B499178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2 172,6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D976" w14:textId="705E5F97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1 870,6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4B0C" w14:textId="6F860A21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1 870,6</w:t>
            </w:r>
          </w:p>
        </w:tc>
      </w:tr>
      <w:tr w:rsidR="00F01B85" w:rsidRPr="00E11DDC" w14:paraId="45A0A4C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F326" w14:textId="01C2C290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2B4F9" w14:textId="27AEB341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88D4" w14:textId="741F8D25" w:rsidR="00F01B85" w:rsidRPr="00F01B85" w:rsidRDefault="00F01B85" w:rsidP="00F01B8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EF4B8" w14:textId="043F91F2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4 261,4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F3088" w14:textId="15CEB16E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4 341,4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58448" w14:textId="35798B80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4 341,4</w:t>
            </w:r>
          </w:p>
        </w:tc>
      </w:tr>
      <w:tr w:rsidR="009A5F90" w:rsidRPr="00E11DDC" w14:paraId="3AFAD98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D1139" w14:textId="017C25A5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FBC98" w14:textId="529C1468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9E5DD" w14:textId="77777777" w:rsidR="009A5F90" w:rsidRPr="008E02DD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91867F" w14:textId="77777777" w:rsidR="008E02DD" w:rsidRPr="008E02DD" w:rsidRDefault="008E02DD" w:rsidP="009A5F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F46395" w14:textId="54CBC40F" w:rsidR="008E02DD" w:rsidRPr="008E02DD" w:rsidRDefault="008E02DD" w:rsidP="009A5F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2D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9702" w14:textId="221F7B59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095B" w14:textId="2CCBBDAE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DBE6" w14:textId="1F388678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9A5F90" w:rsidRPr="00E11DDC" w14:paraId="2233C844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6E043" w14:textId="12BCE158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805A7" w14:textId="1345E0A3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7313" w14:textId="5B8EEF60" w:rsidR="009A5F90" w:rsidRPr="008E02DD" w:rsidRDefault="008E02DD" w:rsidP="009A5F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2D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835A" w14:textId="568B5D4B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E070" w14:textId="3B86ECD3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ECCB" w14:textId="423827AE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9A5F90" w:rsidRPr="00E11DDC" w14:paraId="7D87AB51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AC1A" w14:textId="731D9B7F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887A1" w14:textId="1D878613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FF2D9" w14:textId="70F90D7E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592DD" w14:textId="28737916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44CA" w14:textId="53C0D9E1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D791" w14:textId="5569B7E6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9A5F90" w:rsidRPr="00E11DDC" w14:paraId="091A6240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33DE" w14:textId="329FC8F0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66CBB" w14:textId="491FE9DD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90BA7" w14:textId="0EBECF35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AA73" w14:textId="40BD78AD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CD37" w14:textId="3FCB4B21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09D2B" w14:textId="750E195C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9A5F90" w:rsidRPr="00E11DDC" w14:paraId="62ACF341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7ECBE" w14:textId="24742364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7F9E" w14:textId="167E77D1" w:rsidR="009A5F90" w:rsidRPr="00E11DDC" w:rsidRDefault="009A5F90" w:rsidP="009A5F90">
            <w:pPr>
              <w:tabs>
                <w:tab w:val="center" w:pos="742"/>
              </w:tabs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BB13" w14:textId="0CC74127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5622" w14:textId="0CAE68FC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8742" w14:textId="19FE3FB3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78BF" w14:textId="49DE79B0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5F90" w:rsidRPr="00E11DDC" w14:paraId="14F8B5DE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CE37A" w14:textId="531B3FCC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F520" w14:textId="576B4BA7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AFE9" w14:textId="4A4217A4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796C" w14:textId="76EF2F99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E39B1" w14:textId="5101F88B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735D" w14:textId="53A8BEFE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A5F90" w:rsidRPr="00E11DDC" w14:paraId="4D24A790" w14:textId="77777777" w:rsidTr="00B44E0E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BB86" w14:textId="6491BD7A" w:rsidR="009A5F90" w:rsidRPr="00E11DDC" w:rsidRDefault="009A5F90" w:rsidP="009A5F9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4DFCB" w14:textId="461ED56D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7183" w14:textId="27EE83DA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E88A" w14:textId="0BB3EF97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AC61" w14:textId="10FB3B1E" w:rsidR="009A5F90" w:rsidRPr="00E11DDC" w:rsidRDefault="009A5F90" w:rsidP="009A5F9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5A87" w14:textId="11179769" w:rsidR="009A5F90" w:rsidRPr="00E11DDC" w:rsidRDefault="009A5F90" w:rsidP="009A5F9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A5F90" w:rsidRPr="00E11DDC" w14:paraId="73FFCD6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13D6" w14:textId="23C97E6C" w:rsidR="009A5F90" w:rsidRPr="00E11DDC" w:rsidRDefault="009A5F90" w:rsidP="009A5F9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DA9B" w14:textId="6621272E" w:rsidR="009A5F90" w:rsidRPr="00E11DDC" w:rsidRDefault="009A5F90" w:rsidP="009A5F9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4942" w14:textId="20E8EBBA" w:rsidR="009A5F90" w:rsidRPr="00E11DDC" w:rsidRDefault="009A5F90" w:rsidP="009A5F9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C321C" w14:textId="511862BF" w:rsidR="009A5F90" w:rsidRPr="00E11DDC" w:rsidRDefault="009A5F90" w:rsidP="009A5F9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AD57" w14:textId="2F911DCB" w:rsidR="009A5F90" w:rsidRPr="00E11DDC" w:rsidRDefault="009A5F90" w:rsidP="009A5F9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41A2" w14:textId="6D30B781" w:rsidR="009A5F90" w:rsidRPr="00E11DDC" w:rsidRDefault="009A5F90" w:rsidP="009A5F9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01B85" w:rsidRPr="00E11DDC" w14:paraId="2F3C521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D69C3" w14:textId="5EDFB8C0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F2FAA" w14:textId="47BF74D1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4DB9" w14:textId="16F15251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7831" w14:textId="756B19C0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>2 951,6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BC4D" w14:textId="28C7DEDA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C145" w14:textId="16BD1934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01B85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F01B85" w:rsidRPr="00E11DDC" w14:paraId="5D5AFD2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87B6" w14:textId="42EF9F7A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129E8" w14:textId="7DC5F20B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8C7D" w14:textId="2DE39153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5DC4" w14:textId="6F7CA8B8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436,7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178D" w14:textId="15C9A561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2C8E" w14:textId="183D476F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01B85" w:rsidRPr="00E11DDC" w14:paraId="6C9CF86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C803" w14:textId="0E4AE46A" w:rsidR="00F01B85" w:rsidRPr="00F01B85" w:rsidRDefault="00F01B85" w:rsidP="00F01B85">
            <w:pPr>
              <w:ind w:firstLine="0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ED994" w14:textId="6A296004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EF57" w14:textId="50556B6B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97A5" w14:textId="612FB618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F01B85">
              <w:rPr>
                <w:sz w:val="24"/>
                <w:szCs w:val="24"/>
              </w:rPr>
              <w:t>436,7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9A3C" w14:textId="0FFE92DE" w:rsidR="00F01B85" w:rsidRPr="00F01B85" w:rsidRDefault="00F01B85" w:rsidP="00F01B85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F565" w14:textId="3FFF831B" w:rsidR="00F01B85" w:rsidRPr="00F01B85" w:rsidRDefault="00F01B85" w:rsidP="00F01B8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63921" w:rsidRPr="00E11DDC" w14:paraId="7816309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1809" w14:textId="59E57B92" w:rsidR="00763921" w:rsidRPr="00763921" w:rsidRDefault="00763921" w:rsidP="00B44E0E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763921">
              <w:rPr>
                <w:b/>
                <w:bCs/>
                <w:sz w:val="24"/>
                <w:szCs w:val="24"/>
              </w:rPr>
              <w:br/>
              <w:t>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C0D9" w14:textId="7B1C4745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82BC8" w14:textId="06E71B74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8787" w14:textId="151BCF30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>162 598,2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00DD" w14:textId="55F0B60E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>81 941,1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E850" w14:textId="03036254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b/>
                <w:bCs/>
                <w:sz w:val="24"/>
                <w:szCs w:val="24"/>
              </w:rPr>
              <w:t>60 681,3</w:t>
            </w:r>
          </w:p>
        </w:tc>
      </w:tr>
      <w:tr w:rsidR="00763921" w:rsidRPr="00E11DDC" w14:paraId="53B793E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6C44" w14:textId="6B14EE81" w:rsidR="00763921" w:rsidRPr="00763921" w:rsidRDefault="00763921" w:rsidP="00763921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6112" w14:textId="1D0EC200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A676" w14:textId="5A354CA5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4DC2C" w14:textId="66E825C6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153 398,2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F85FB" w14:textId="0E851B1E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81 941,1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F415" w14:textId="33DFDA1A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60 681,3</w:t>
            </w:r>
          </w:p>
        </w:tc>
      </w:tr>
      <w:tr w:rsidR="00763921" w:rsidRPr="00E11DDC" w14:paraId="10146A0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1E51" w14:textId="53C271F8" w:rsidR="00763921" w:rsidRPr="00763921" w:rsidRDefault="00763921" w:rsidP="00B44E0E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5FCD1" w14:textId="6E9A662D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AD47" w14:textId="344EC356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3DFC" w14:textId="72FE05C0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138 428,6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A112" w14:textId="236E142F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78 851,8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160A" w14:textId="2DBEEA05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48 528,8</w:t>
            </w:r>
          </w:p>
        </w:tc>
      </w:tr>
      <w:tr w:rsidR="00763921" w:rsidRPr="00E11DDC" w14:paraId="52EE2A0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6E8E" w14:textId="4CA87ECD" w:rsidR="00763921" w:rsidRPr="00763921" w:rsidRDefault="00763921" w:rsidP="00763921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24C2" w14:textId="77156007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2B54" w14:textId="0A11D96B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EAF0" w14:textId="162F9B60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138 428,6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5E695" w14:textId="51091116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78 851,8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CEED" w14:textId="102492BE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48 528,8</w:t>
            </w:r>
          </w:p>
        </w:tc>
      </w:tr>
      <w:tr w:rsidR="00763921" w:rsidRPr="00E11DDC" w14:paraId="449A4AE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5651" w14:textId="0B3877BB" w:rsidR="00763921" w:rsidRPr="00763921" w:rsidRDefault="00763921" w:rsidP="00B44E0E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850EC" w14:textId="343D99EB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2C00" w14:textId="3A46A8E9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D3AB" w14:textId="3B6878D5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4 669,6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60E88" w14:textId="63E153CE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2 628,4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2EDA" w14:textId="661E3D17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1 617,6</w:t>
            </w:r>
          </w:p>
        </w:tc>
      </w:tr>
      <w:tr w:rsidR="00763921" w:rsidRPr="00E11DDC" w14:paraId="39A34E9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8FE99" w14:textId="43CAB2A2" w:rsidR="00763921" w:rsidRPr="00763921" w:rsidRDefault="00763921" w:rsidP="00763921">
            <w:pPr>
              <w:ind w:firstLine="0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1CA2" w14:textId="5233CF56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3FCD" w14:textId="28A5F1F5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8A37" w14:textId="31F05DBE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4 669,6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4BA7" w14:textId="5658E55E" w:rsidR="00763921" w:rsidRPr="00763921" w:rsidRDefault="00763921" w:rsidP="00763921">
            <w:pPr>
              <w:ind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2 628,4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52042" w14:textId="311A92CB" w:rsidR="00763921" w:rsidRPr="00763921" w:rsidRDefault="00763921" w:rsidP="0076392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63921">
              <w:rPr>
                <w:sz w:val="24"/>
                <w:szCs w:val="24"/>
              </w:rPr>
              <w:t>1 617,6</w:t>
            </w:r>
          </w:p>
        </w:tc>
      </w:tr>
      <w:tr w:rsidR="007F2807" w:rsidRPr="00E11DDC" w14:paraId="0DD035C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8A5D1" w14:textId="774B6E98" w:rsidR="007F2807" w:rsidRPr="00E11DDC" w:rsidRDefault="007F2807" w:rsidP="007F2807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E06E3" w14:textId="23DEAB11" w:rsidR="007F2807" w:rsidRPr="00E11DDC" w:rsidRDefault="007F2807" w:rsidP="007F28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02A3" w14:textId="305569BE" w:rsidR="007F2807" w:rsidRPr="00E11DDC" w:rsidRDefault="007F2807" w:rsidP="007F28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0EB1" w14:textId="5937DDB7" w:rsidR="007F2807" w:rsidRPr="00F01B85" w:rsidRDefault="00F01B85" w:rsidP="00F01B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01B85">
              <w:rPr>
                <w:b/>
                <w:bCs/>
                <w:sz w:val="24"/>
                <w:szCs w:val="24"/>
              </w:rPr>
              <w:t>46 559,6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7038" w14:textId="3BF8660C" w:rsidR="007F2807" w:rsidRPr="00E11DDC" w:rsidRDefault="007F2807" w:rsidP="007F28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FEF7" w14:textId="436F9EEB" w:rsidR="007F2807" w:rsidRPr="00E11DDC" w:rsidRDefault="007F2807" w:rsidP="007F2807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33 516,9</w:t>
            </w:r>
          </w:p>
        </w:tc>
      </w:tr>
      <w:tr w:rsidR="00832D77" w:rsidRPr="00E11DDC" w14:paraId="2550C31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BEA4A" w14:textId="711E7860" w:rsidR="00832D77" w:rsidRPr="00E11DDC" w:rsidRDefault="00832D77" w:rsidP="00832D77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C7F0" w14:textId="38FCE32D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1EBA" w14:textId="58A40931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D858F" w14:textId="6DFEB13D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9D6F" w14:textId="5EE260BA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99E0A" w14:textId="2DA5AB3E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</w:tr>
      <w:tr w:rsidR="00832D77" w:rsidRPr="00E11DDC" w14:paraId="0516A5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506C" w14:textId="28018075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Расходы, направленные на </w:t>
            </w:r>
            <w:r w:rsidRPr="00E11DDC">
              <w:rPr>
                <w:sz w:val="24"/>
                <w:szCs w:val="24"/>
              </w:rPr>
              <w:lastRenderedPageBreak/>
              <w:t xml:space="preserve">содержание зеленых насаждений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12A2" w14:textId="5CA9D24F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15 0 03 25010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8AB2" w14:textId="79F5F750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B132" w14:textId="47A74409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49F89" w14:textId="76E9F74A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1279" w14:textId="08C0D2EA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</w:tr>
      <w:tr w:rsidR="00832D77" w:rsidRPr="00E11DDC" w14:paraId="67192F7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5DD1" w14:textId="6C1DB75D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0194" w14:textId="4B105C00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A5EC2" w14:textId="4DA65786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2A12" w14:textId="68680664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4B61B" w14:textId="79CA0AAF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DACF" w14:textId="5708CC0A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3 000,0</w:t>
            </w:r>
          </w:p>
        </w:tc>
      </w:tr>
      <w:tr w:rsidR="00832D77" w:rsidRPr="00E11DDC" w14:paraId="351CE80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89CC" w14:textId="01787C43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3F56" w14:textId="0643BBE2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931F" w14:textId="6F8B80A7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CDAC" w14:textId="6A40075F" w:rsidR="00832D77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12 332,8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E2F47" w14:textId="1CC409F4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90EF" w14:textId="27BE9DCC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</w:tr>
      <w:tr w:rsidR="007B7B53" w:rsidRPr="00E11DDC" w14:paraId="71DCFE0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5DA2" w14:textId="656C172F" w:rsidR="007B7B53" w:rsidRPr="00E11DDC" w:rsidRDefault="007B7B53" w:rsidP="007B7B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DDF94" w14:textId="7EC25258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EE6E" w14:textId="7FDDE5DD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DE9C" w14:textId="1E9FAA67" w:rsidR="007B7B53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6 956,5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DFAF" w14:textId="519DAA9A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34AF" w14:textId="28A6AF56" w:rsidR="007B7B53" w:rsidRPr="00E11DDC" w:rsidRDefault="007B7B53" w:rsidP="007B7B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</w:tr>
      <w:tr w:rsidR="007B7B53" w:rsidRPr="00E11DDC" w14:paraId="7532C68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63CD" w14:textId="7EC83EB3" w:rsidR="007B7B53" w:rsidRPr="00E11DDC" w:rsidRDefault="007B7B53" w:rsidP="007B7B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677A0" w14:textId="631A5D20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3242" w14:textId="05737776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CEA4" w14:textId="64350CA5" w:rsidR="007B7B53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6 956,5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3A0E" w14:textId="4ECC7B58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E1B6" w14:textId="15A4D150" w:rsidR="007B7B53" w:rsidRPr="00E11DDC" w:rsidRDefault="007B7B53" w:rsidP="007B7B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4 613,4</w:t>
            </w:r>
          </w:p>
        </w:tc>
      </w:tr>
      <w:tr w:rsidR="00D17B21" w:rsidRPr="00E11DDC" w14:paraId="5DC856E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CD8" w14:textId="128C05B9" w:rsidR="00D17B21" w:rsidRPr="00E11DDC" w:rsidRDefault="00D17B21" w:rsidP="00D17B2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EECC" w14:textId="20C4384A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FEA43" w14:textId="22B03D8F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B0A98" w14:textId="65791C4B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</w:t>
            </w:r>
            <w:r w:rsidR="009B1C7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2459B" w14:textId="67F9996B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23B9" w14:textId="6D7F8100" w:rsidR="00D17B21" w:rsidRPr="00E11DDC" w:rsidRDefault="00D17B21" w:rsidP="00D17B21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17B21" w:rsidRPr="00E11DDC" w14:paraId="35D4E35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E9DC" w14:textId="4F84C2C1" w:rsidR="00D17B21" w:rsidRPr="00E11DDC" w:rsidRDefault="00D17B21" w:rsidP="00D17B2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7915C" w14:textId="3330335E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05A99" w14:textId="5B2F5B0A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9A2B" w14:textId="042AC48F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</w:t>
            </w:r>
            <w:r w:rsidR="009B1C7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71D64" w14:textId="041C794E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60E5" w14:textId="53665AE9" w:rsidR="00D17B21" w:rsidRPr="00E11DDC" w:rsidRDefault="00D17B21" w:rsidP="00D17B21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17B21" w:rsidRPr="00E11DDC" w14:paraId="5D3C961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881F" w14:textId="18BA719E" w:rsidR="00D17B21" w:rsidRPr="00E11DDC" w:rsidRDefault="00D17B21" w:rsidP="00D17B2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E41A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EA74A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A6D0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46D0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7DD1" w14:textId="77777777" w:rsidR="00D17B21" w:rsidRPr="00E11DDC" w:rsidRDefault="00D17B21" w:rsidP="00D17B21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D17B21" w:rsidRPr="00E11DDC" w14:paraId="458EBD5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B28B" w14:textId="43A56D20" w:rsidR="00D17B21" w:rsidRPr="00E11DDC" w:rsidRDefault="00D17B21" w:rsidP="00D17B2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980CC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E728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6A339" w14:textId="3C583D5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0BCAB" w14:textId="20360ED8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2A272" w14:textId="54E43EF2" w:rsidR="00D17B21" w:rsidRPr="00E11DDC" w:rsidRDefault="00D17B21" w:rsidP="00D17B21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17B21" w:rsidRPr="00E11DDC" w14:paraId="7EE3110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C7AD" w14:textId="534FB8E2" w:rsidR="00D17B21" w:rsidRPr="001B09EE" w:rsidRDefault="00D17B21" w:rsidP="00D17B21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0A91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4AE6" w14:textId="77777777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1486" w14:textId="7A00E5D2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564C">
              <w:rPr>
                <w:sz w:val="24"/>
                <w:szCs w:val="24"/>
              </w:rPr>
              <w:t> </w:t>
            </w:r>
            <w:r w:rsidR="00880FCB">
              <w:rPr>
                <w:sz w:val="24"/>
                <w:szCs w:val="24"/>
              </w:rPr>
              <w:t>5</w:t>
            </w:r>
            <w:r w:rsidR="009B1C79">
              <w:rPr>
                <w:sz w:val="24"/>
                <w:szCs w:val="24"/>
              </w:rPr>
              <w:t>19</w:t>
            </w:r>
            <w:r w:rsidR="0029564C">
              <w:rPr>
                <w:sz w:val="24"/>
                <w:szCs w:val="24"/>
              </w:rPr>
              <w:t>,</w:t>
            </w:r>
            <w:r w:rsidR="009B1C79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30A6" w14:textId="76D14193" w:rsidR="00D17B21" w:rsidRPr="00E11DDC" w:rsidRDefault="00D17B21" w:rsidP="00D17B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0D39" w14:textId="54CD8F8D" w:rsidR="00D17B21" w:rsidRPr="00E11DDC" w:rsidRDefault="00D17B21" w:rsidP="00D17B21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17B21" w:rsidRPr="00E11DDC" w14:paraId="65E75B5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4B20" w14:textId="2377A91E" w:rsidR="00D17B21" w:rsidRPr="001B09EE" w:rsidRDefault="00880FCB" w:rsidP="00832D7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инициативных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0820" w14:textId="77777777" w:rsidR="00D17B21" w:rsidRPr="00E11DDC" w:rsidRDefault="00D17B21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0BD59" w14:textId="77777777" w:rsidR="00D17B21" w:rsidRPr="00E11DDC" w:rsidRDefault="00D17B21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AD6A" w14:textId="173A9DD5" w:rsidR="00D17B21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8A30" w14:textId="5843606E" w:rsidR="00D17B21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31347" w14:textId="7E488ED6" w:rsidR="00D17B21" w:rsidRPr="00E11DDC" w:rsidRDefault="002C21B0" w:rsidP="00832D7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C21B0" w:rsidRPr="00E11DDC" w14:paraId="038776F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DF5F" w14:textId="5529792F" w:rsidR="002C21B0" w:rsidRPr="001B09EE" w:rsidRDefault="001B09EE" w:rsidP="00832D7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220A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D45D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E201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7219E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A1C2" w14:textId="77777777" w:rsidR="002C21B0" w:rsidRPr="00E11DDC" w:rsidRDefault="002C21B0" w:rsidP="00832D77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2C21B0" w:rsidRPr="00E11DDC" w14:paraId="6745803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B42A2" w14:textId="37D6D2F8" w:rsidR="002C21B0" w:rsidRPr="001B09EE" w:rsidRDefault="001B09EE" w:rsidP="00832D7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 xml:space="preserve">Благоустройство придомовой территории многоквартирных домов №72,74,76 по </w:t>
            </w:r>
            <w:proofErr w:type="spellStart"/>
            <w:r w:rsidRPr="001B09EE">
              <w:rPr>
                <w:sz w:val="24"/>
                <w:szCs w:val="24"/>
              </w:rPr>
              <w:t>ул.Энгельса</w:t>
            </w:r>
            <w:proofErr w:type="spellEnd"/>
            <w:r w:rsidRPr="001B09EE">
              <w:rPr>
                <w:sz w:val="24"/>
                <w:szCs w:val="24"/>
              </w:rPr>
              <w:t xml:space="preserve"> и многоквартирного дома №6А по </w:t>
            </w:r>
            <w:proofErr w:type="spellStart"/>
            <w:r w:rsidRPr="001B09EE">
              <w:rPr>
                <w:sz w:val="24"/>
                <w:szCs w:val="24"/>
              </w:rPr>
              <w:t>ул.Мазурова</w:t>
            </w:r>
            <w:proofErr w:type="spellEnd"/>
            <w:r w:rsidRPr="001B09EE">
              <w:rPr>
                <w:sz w:val="24"/>
                <w:szCs w:val="24"/>
              </w:rPr>
              <w:t xml:space="preserve">, город Балахна </w:t>
            </w:r>
            <w:proofErr w:type="spellStart"/>
            <w:r w:rsidRPr="001B09EE">
              <w:rPr>
                <w:sz w:val="24"/>
                <w:szCs w:val="24"/>
              </w:rPr>
              <w:t>Балахнинского</w:t>
            </w:r>
            <w:proofErr w:type="spellEnd"/>
            <w:r w:rsidRPr="001B09EE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3272" w14:textId="4B2FEFE4" w:rsidR="002C21B0" w:rsidRPr="00E11DDC" w:rsidRDefault="001B09EE" w:rsidP="00832D77">
            <w:pPr>
              <w:ind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S260Б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400FB" w14:textId="594F8FA7" w:rsidR="002C21B0" w:rsidRPr="00E11DDC" w:rsidRDefault="001B09EE" w:rsidP="00832D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64E30" w14:textId="74A15553" w:rsidR="002C21B0" w:rsidRPr="00E11DDC" w:rsidRDefault="00752127" w:rsidP="00832D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5956" w14:textId="001B1A94" w:rsidR="002C21B0" w:rsidRPr="00E11DDC" w:rsidRDefault="00752127" w:rsidP="00832D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002D" w14:textId="1586FF4C" w:rsidR="002C21B0" w:rsidRPr="00E11DDC" w:rsidRDefault="00752127" w:rsidP="00832D7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4AF1798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647E" w14:textId="13BCE977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B09EE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01D8C" w14:textId="31ADB3C3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15 0 04 S260Б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73BA" w14:textId="3D58D673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87C1" w14:textId="106FD32E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2C125" w14:textId="2D053D3D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86D9A" w14:textId="3D0B2979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C21B0" w:rsidRPr="00E11DDC" w14:paraId="3804936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D595" w14:textId="7495396D" w:rsidR="002C21B0" w:rsidRPr="001B09EE" w:rsidRDefault="001B09EE" w:rsidP="00832D7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8F0B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71A3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4F7B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16A6" w14:textId="77777777" w:rsidR="002C21B0" w:rsidRPr="00E11DDC" w:rsidRDefault="002C21B0" w:rsidP="00832D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A69C" w14:textId="77777777" w:rsidR="002C21B0" w:rsidRPr="00E11DDC" w:rsidRDefault="002C21B0" w:rsidP="00832D77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752127" w:rsidRPr="00E11DDC" w14:paraId="6C0FD98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B030" w14:textId="43AA82FC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C010C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0FA81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1C33" w14:textId="1E373BAD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BB9A" w14:textId="032DC7E6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CC13" w14:textId="0E5A62C7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1CECF9A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90E13" w14:textId="6FB9BCFF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B675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923F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082BB" w14:textId="0981CED5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25EA" w14:textId="3C8C23D1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3DA7" w14:textId="6746EA41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1B7F4B9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FDBA" w14:textId="58908424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BB91E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60C8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2AAED" w14:textId="0329CB49" w:rsidR="00752127" w:rsidRPr="00E11DDC" w:rsidRDefault="008C25C1" w:rsidP="008C25C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752127"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30DE" w14:textId="2695BDF2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AEA2" w14:textId="59A4A9D4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0773BCC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FC6E" w14:textId="059730D4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Устройство детской площадки,</w:t>
            </w:r>
            <w:r w:rsidR="003356A0"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 xml:space="preserve">сельский поселок Совхозный </w:t>
            </w:r>
            <w:proofErr w:type="spellStart"/>
            <w:r w:rsidRPr="001B09EE">
              <w:rPr>
                <w:sz w:val="24"/>
                <w:szCs w:val="24"/>
              </w:rPr>
              <w:t>Балахнинского</w:t>
            </w:r>
            <w:proofErr w:type="spellEnd"/>
            <w:r w:rsidRPr="001B09EE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80C24" w14:textId="2C23C682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S260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6C76" w14:textId="4886A5B8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BCB39" w14:textId="390B5104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</w:t>
            </w:r>
            <w:r w:rsidR="007C5E2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3A2D" w14:textId="5D4A6FDB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9C79" w14:textId="0BB21195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5AB082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EAA4" w14:textId="1E43D682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994D" w14:textId="0DF2D1E0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 0 04 S260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90566" w14:textId="6F1600D8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FF83" w14:textId="336EEFE5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</w:t>
            </w:r>
            <w:r w:rsidR="007C5E2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6F5D2" w14:textId="1D8E497C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139BB" w14:textId="76A5E7E5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1DC3E85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6FAF" w14:textId="2B88F180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4765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B7B9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90706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3824" w14:textId="42180146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97113" w14:textId="2DF5B339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69BBB6A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A7AC" w14:textId="3FA57EC9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6FA9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A21A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9516" w14:textId="04702B00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D5E70" w14:textId="7084DC31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A24F" w14:textId="340030D3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0431591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A6C1" w14:textId="4AFDC334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DF7C8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779F0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DD490" w14:textId="6351F324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</w:t>
            </w:r>
            <w:r w:rsidR="009B1C79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07321" w14:textId="4D979540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722A" w14:textId="4B4597B5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127" w:rsidRPr="00E11DDC" w14:paraId="295B5A1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716C" w14:textId="04368819" w:rsidR="00752127" w:rsidRPr="001B09EE" w:rsidRDefault="00752127" w:rsidP="0075212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140C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0C10" w14:textId="7777777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BBDD1" w14:textId="78456980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EC5D" w14:textId="7CA4B247" w:rsidR="00752127" w:rsidRPr="00E11DDC" w:rsidRDefault="00752127" w:rsidP="007521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1AC49" w14:textId="55584826" w:rsidR="00752127" w:rsidRPr="00E11DDC" w:rsidRDefault="00752127" w:rsidP="0075212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B53" w:rsidRPr="00E11DDC" w14:paraId="7DE3336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7FB58" w14:textId="767AF74F" w:rsidR="007B7B53" w:rsidRPr="00E11DDC" w:rsidRDefault="007B7B53" w:rsidP="007B7B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3D01" w14:textId="666E7ABF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27A2" w14:textId="3767E4B4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2448" w14:textId="6DEFA2A1" w:rsidR="007B7B53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21 246,5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89B00" w14:textId="144E80E5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F155C" w14:textId="22B39813" w:rsidR="007B7B53" w:rsidRPr="00E11DDC" w:rsidRDefault="007B7B53" w:rsidP="007B7B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7B7B53" w:rsidRPr="00E11DDC" w14:paraId="7BC4BB1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CD1D" w14:textId="27BD95C6" w:rsidR="007B7B53" w:rsidRPr="00E11DDC" w:rsidRDefault="007B7B53" w:rsidP="007B7B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8B28" w14:textId="2F27923D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4B28" w14:textId="1C2208AD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1E43" w14:textId="11558A62" w:rsidR="007B7B53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18 546,5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D4A" w14:textId="018C17D2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1767" w14:textId="767A8F74" w:rsidR="007B7B53" w:rsidRPr="00E11DDC" w:rsidRDefault="007B7B53" w:rsidP="007B7B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7B7B53" w:rsidRPr="00E11DDC" w14:paraId="18D54D4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0234" w14:textId="60B39882" w:rsidR="007B7B53" w:rsidRPr="00E11DDC" w:rsidRDefault="007B7B53" w:rsidP="007B7B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0676B" w14:textId="64EE8DE3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C6E9A" w14:textId="2EC6356D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BF803" w14:textId="3DE58042" w:rsidR="007B7B53" w:rsidRPr="007B7B53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B7B53">
              <w:rPr>
                <w:sz w:val="24"/>
                <w:szCs w:val="24"/>
              </w:rPr>
              <w:t>18 546,5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684C7" w14:textId="29AB179F" w:rsidR="007B7B53" w:rsidRPr="00E11DDC" w:rsidRDefault="007B7B53" w:rsidP="007B7B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792C" w14:textId="23B60109" w:rsidR="007B7B53" w:rsidRPr="00E11DDC" w:rsidRDefault="007B7B53" w:rsidP="007B7B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832D77" w:rsidRPr="00E11DDC" w14:paraId="76CE42C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4A6D" w14:textId="04FC6906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02D3" w14:textId="3E311EDE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4094" w14:textId="0D6091A4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D4521" w14:textId="18527AAF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FB40" w14:textId="3662943F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8E42" w14:textId="5A927A91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832D77" w:rsidRPr="00E11DDC" w14:paraId="5FBA79E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7F4" w14:textId="4CBFE9B7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C3DE" w14:textId="7D79F50C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AE886" w14:textId="3A366CF5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4475" w14:textId="38325228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05EF" w14:textId="39BFDA75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7BF6" w14:textId="18EAA9A7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832D77" w:rsidRPr="00E11DDC" w14:paraId="4AEF452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CEEB" w14:textId="54FEB3F7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B6BC" w14:textId="4A4AF714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007F6" w14:textId="38F586C5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E5503" w14:textId="4E572ECE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3C9E" w14:textId="01AB73B3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23BDC" w14:textId="29824BDB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832D77" w:rsidRPr="00E11DDC" w14:paraId="1A3658A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DE2E1" w14:textId="3E3FF880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C487" w14:textId="372D2489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535E" w14:textId="59DF7409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845AB" w14:textId="06A4E263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892A" w14:textId="0E0F2A0D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BD425" w14:textId="2EBB1547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832D77" w:rsidRPr="00E11DDC" w14:paraId="5F4C136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9D8A" w14:textId="6C73560F" w:rsidR="00832D77" w:rsidRPr="00E11DDC" w:rsidRDefault="00832D77" w:rsidP="00832D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8AAD" w14:textId="1FB960A8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7FCFF" w14:textId="25BDD364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7690" w14:textId="2622F668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476F" w14:textId="67331A75" w:rsidR="00832D77" w:rsidRPr="00E11DDC" w:rsidRDefault="00832D77" w:rsidP="00832D7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2DFD" w14:textId="201AB8F8" w:rsidR="00832D77" w:rsidRPr="00E11DDC" w:rsidRDefault="00832D77" w:rsidP="00832D7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666DD3" w:rsidRPr="00E11DDC" w14:paraId="2AAB6C6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9726" w14:textId="39AC7BBB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</w:t>
            </w:r>
            <w:r w:rsidRPr="00666DD3">
              <w:rPr>
                <w:b/>
                <w:bCs/>
                <w:sz w:val="24"/>
                <w:szCs w:val="24"/>
              </w:rPr>
              <w:lastRenderedPageBreak/>
              <w:t>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618C" w14:textId="29137825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lastRenderedPageBreak/>
              <w:t xml:space="preserve">16 0 00 00000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2267" w14:textId="6AF4FAA8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D503" w14:textId="5D37EAE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t>14 644,7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96DB" w14:textId="453B8658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EFCF7" w14:textId="179DC36D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666DD3" w:rsidRPr="00E11DDC" w14:paraId="1DB58DC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F959" w14:textId="5340E95B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lastRenderedPageBreak/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C5C3" w14:textId="7C45184E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C28C" w14:textId="01C256C9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2669A" w14:textId="1A5EDDD4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2 018,4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F171" w14:textId="4470CE74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1 786,4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718A" w14:textId="36AD1A13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4 300,8</w:t>
            </w:r>
          </w:p>
        </w:tc>
      </w:tr>
      <w:tr w:rsidR="00666DD3" w:rsidRPr="00E11DDC" w14:paraId="65B40A4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CE1A" w14:textId="1788069C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6B0A3" w14:textId="58723AE1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13FD" w14:textId="3149C106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A248" w14:textId="29CE0DE4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2 018,4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8809" w14:textId="60F7A623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1 786,4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A00E" w14:textId="17AD8367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4 300,8</w:t>
            </w:r>
          </w:p>
        </w:tc>
      </w:tr>
      <w:tr w:rsidR="00666DD3" w:rsidRPr="00E11DDC" w14:paraId="77022FB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4EA4" w14:textId="757EE39C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D087" w14:textId="1FEECF1C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BAE9" w14:textId="278C2D54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5DC1" w14:textId="7696D57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2 018,4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782D" w14:textId="13882846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1 786,4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1FA0" w14:textId="697DCA96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4 300,8</w:t>
            </w:r>
          </w:p>
        </w:tc>
      </w:tr>
      <w:tr w:rsidR="00666DD3" w:rsidRPr="00E11DDC" w14:paraId="365A14D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4FD1" w14:textId="544304D4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DE78" w14:textId="2A1D247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5764" w14:textId="3B0CAED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8134" w14:textId="692661AD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12 610,3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749E" w14:textId="007E1C44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9 400,3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AB3D" w14:textId="010F1E32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9 400,3</w:t>
            </w:r>
          </w:p>
        </w:tc>
      </w:tr>
      <w:tr w:rsidR="00666DD3" w:rsidRPr="00E11DDC" w14:paraId="289AEDC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08C5" w14:textId="709C3E20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3BCB" w14:textId="3508518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A680" w14:textId="1B2C8448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487B" w14:textId="3C060E33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12 610,3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5134" w14:textId="4F5B9C0B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9 400,3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0C69" w14:textId="087E379A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9 400,3</w:t>
            </w:r>
          </w:p>
        </w:tc>
      </w:tr>
      <w:tr w:rsidR="00666DD3" w:rsidRPr="00E11DDC" w14:paraId="6DE4F76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2976" w14:textId="15DB88A3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6DDA" w14:textId="22159DD3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4A2B" w14:textId="32545B81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124C6" w14:textId="6D27CE1C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11 379,6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688A" w14:textId="2B1AE6BC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8 168,6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6135" w14:textId="421276C4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8 168,6</w:t>
            </w:r>
          </w:p>
        </w:tc>
      </w:tr>
      <w:tr w:rsidR="00666DD3" w:rsidRPr="00E11DDC" w14:paraId="54F7E06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4F3C" w14:textId="69473203" w:rsidR="00666DD3" w:rsidRPr="00666DD3" w:rsidRDefault="00666DD3" w:rsidP="00666DD3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622D" w14:textId="6B56883C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16 0 03 25010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26B9" w14:textId="71B55C41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60E5" w14:textId="59630715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1B4A" w14:textId="47138E37" w:rsidR="00666DD3" w:rsidRPr="00666DD3" w:rsidRDefault="00666DD3" w:rsidP="00666DD3">
            <w:pPr>
              <w:ind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1 231,7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9C784" w14:textId="5443A8CC" w:rsidR="00666DD3" w:rsidRPr="00666DD3" w:rsidRDefault="00666DD3" w:rsidP="00666DD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66DD3">
              <w:rPr>
                <w:sz w:val="24"/>
                <w:szCs w:val="24"/>
              </w:rPr>
              <w:t>1 231,7</w:t>
            </w:r>
          </w:p>
        </w:tc>
      </w:tr>
      <w:tr w:rsidR="002F1F68" w:rsidRPr="00E11DDC" w14:paraId="216659C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7397" w14:textId="222F99D0" w:rsidR="002F1F68" w:rsidRPr="00E11DDC" w:rsidRDefault="002F1F68" w:rsidP="002F1F6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2B4B" w14:textId="172C7444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CA201" w14:textId="1F7514EB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DE53" w14:textId="7A9BF49E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119 619,4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E772" w14:textId="4C043BA5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C03B1" w14:textId="597118A9" w:rsidR="002F1F68" w:rsidRPr="00E11DDC" w:rsidRDefault="002F1F68" w:rsidP="002F1F68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2F1F68" w:rsidRPr="00E11DDC" w14:paraId="26086D1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A471" w14:textId="0FF3B456" w:rsidR="002F1F68" w:rsidRPr="00E11DDC" w:rsidRDefault="002F1F68" w:rsidP="002F1F6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86FF" w14:textId="1359FAA5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DFE4" w14:textId="7DF156A4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42663" w14:textId="06E18BD2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87C5" w14:textId="15BDA6DF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899,2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2684F" w14:textId="27B7799A" w:rsidR="002F1F68" w:rsidRPr="00E11DDC" w:rsidRDefault="002F1F68" w:rsidP="002F1F68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1 199,2</w:t>
            </w:r>
          </w:p>
        </w:tc>
      </w:tr>
      <w:tr w:rsidR="002F1F68" w:rsidRPr="00E11DDC" w14:paraId="33CB7B5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D4B98" w14:textId="2E95D574" w:rsidR="002F1F68" w:rsidRPr="00E11DDC" w:rsidRDefault="002F1F68" w:rsidP="002F1F6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Расходы, направленные на совершенствование организации </w:t>
            </w:r>
            <w:r w:rsidRPr="00E11DDC">
              <w:rPr>
                <w:sz w:val="24"/>
                <w:szCs w:val="24"/>
              </w:rPr>
              <w:lastRenderedPageBreak/>
              <w:t>движения транспорта и пешеходов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1617" w14:textId="452A90FE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17 0 01 25010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03C1" w14:textId="0D092F8D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CDE5" w14:textId="44C0D273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A8A64" w14:textId="345666E3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899,2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DBD7" w14:textId="71B5D586" w:rsidR="002F1F68" w:rsidRPr="00E11DDC" w:rsidRDefault="002F1F68" w:rsidP="002F1F68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1 199,2</w:t>
            </w:r>
          </w:p>
        </w:tc>
      </w:tr>
      <w:tr w:rsidR="002F1F68" w:rsidRPr="00E11DDC" w14:paraId="68D861B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3682" w14:textId="3471EE71" w:rsidR="002F1F68" w:rsidRPr="00E11DDC" w:rsidRDefault="002F1F68" w:rsidP="002F1F6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EFC4" w14:textId="11D54410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2A89" w14:textId="3DA0D994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DBF09" w14:textId="67CD6552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7A16" w14:textId="4DB4ED81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899,2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7236" w14:textId="31084B3A" w:rsidR="002F1F68" w:rsidRPr="00E11DDC" w:rsidRDefault="002F1F68" w:rsidP="002F1F68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1 199,2</w:t>
            </w:r>
          </w:p>
        </w:tc>
      </w:tr>
      <w:tr w:rsidR="002F1F68" w:rsidRPr="00E11DDC" w14:paraId="508D869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DE50" w14:textId="10EE21C4" w:rsidR="002F1F68" w:rsidRPr="00E11DDC" w:rsidRDefault="002F1F68" w:rsidP="002F1F6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7B8E" w14:textId="1A920BB6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BDEB" w14:textId="6FD7FEBC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9B737" w14:textId="712EEFC8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87 234,2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8076" w14:textId="30B1AF7F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19 784,9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13A5" w14:textId="2BA67294" w:rsidR="002F1F68" w:rsidRPr="00E11DDC" w:rsidRDefault="002F1F68" w:rsidP="002F1F68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21 756,3</w:t>
            </w:r>
          </w:p>
        </w:tc>
      </w:tr>
      <w:tr w:rsidR="00FB3153" w:rsidRPr="00E11DDC" w14:paraId="5E1BB1A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47E5" w14:textId="1C04B6CA" w:rsidR="00FB3153" w:rsidRPr="00E11DDC" w:rsidRDefault="00FB3153" w:rsidP="00FB31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F6A2" w14:textId="7BE5344E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E618C" w14:textId="23148BC6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F047" w14:textId="177AB7F2" w:rsidR="00FB3153" w:rsidRPr="00FB3153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B3153">
              <w:rPr>
                <w:sz w:val="24"/>
                <w:szCs w:val="24"/>
              </w:rPr>
              <w:t>3 081,4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CB61" w14:textId="571BC05F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1E2F" w14:textId="5EAFE9E8" w:rsidR="00FB3153" w:rsidRPr="00E11DDC" w:rsidRDefault="00FB3153" w:rsidP="00FB31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B3153" w:rsidRPr="00E11DDC" w14:paraId="4533658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9043" w14:textId="6642F315" w:rsidR="00FB3153" w:rsidRPr="00E11DDC" w:rsidRDefault="00FB3153" w:rsidP="00FB315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3B73" w14:textId="317469C3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6DD7" w14:textId="5A0A1E5A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9A63" w14:textId="545A1D19" w:rsidR="00FB3153" w:rsidRPr="00FB3153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B3153">
              <w:rPr>
                <w:sz w:val="24"/>
                <w:szCs w:val="24"/>
              </w:rPr>
              <w:t>3 081,4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942A" w14:textId="1C144101" w:rsidR="00FB3153" w:rsidRPr="00E11DDC" w:rsidRDefault="00FB3153" w:rsidP="00FB315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050B" w14:textId="500E8048" w:rsidR="00FB3153" w:rsidRPr="00E11DDC" w:rsidRDefault="00FB3153" w:rsidP="00FB315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B3153" w:rsidRPr="00E11DDC" w14:paraId="6484FBB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3790" w14:textId="426D6DF0" w:rsidR="00FB3153" w:rsidRPr="00FB3153" w:rsidRDefault="00FB3153" w:rsidP="00FB3153">
            <w:pPr>
              <w:ind w:firstLine="0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69150" w14:textId="7B1F6920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899A" w14:textId="7F10E1C3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7CC4" w14:textId="335C9DCA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10 491,5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717EF" w14:textId="031E1977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19 784,9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2D85" w14:textId="34C39DDB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21 756,3</w:t>
            </w:r>
          </w:p>
        </w:tc>
      </w:tr>
      <w:tr w:rsidR="00FB3153" w:rsidRPr="00E11DDC" w14:paraId="0F79803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8DDD" w14:textId="45B200D5" w:rsidR="00FB3153" w:rsidRPr="00FB3153" w:rsidRDefault="00FB3153" w:rsidP="00FB3153">
            <w:pPr>
              <w:ind w:firstLine="0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74BF3" w14:textId="58D6C31E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7C00" w14:textId="42084AA3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D3DB" w14:textId="4F8BBA2B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10 491,5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A59D0" w14:textId="3E71EBC6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19 784,9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77EC" w14:textId="336ED0D7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21 756,3</w:t>
            </w:r>
          </w:p>
        </w:tc>
      </w:tr>
      <w:tr w:rsidR="0029564C" w:rsidRPr="00E11DDC" w14:paraId="77D76CC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DCFD" w14:textId="38695F46" w:rsidR="0029564C" w:rsidRPr="00E11DDC" w:rsidRDefault="0029564C" w:rsidP="00203AF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78975" w14:textId="3D78E38F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4C83" w14:textId="61BECAB3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0EC92" w14:textId="6F73287D" w:rsidR="0029564C" w:rsidRPr="00663E87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729B" w14:textId="2FE54018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8EC9" w14:textId="08D895CA" w:rsidR="0029564C" w:rsidRPr="00E11DDC" w:rsidRDefault="0029564C" w:rsidP="0029564C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564C" w:rsidRPr="00E11DDC" w14:paraId="0703BF3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54C1" w14:textId="77F71B47" w:rsidR="0029564C" w:rsidRPr="00E11DDC" w:rsidRDefault="0029564C" w:rsidP="002956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3DAA" w14:textId="5DDE7C23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7C86" w14:textId="3B4D229B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EB63" w14:textId="721ED35F" w:rsidR="0029564C" w:rsidRPr="00663E87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</w:t>
            </w:r>
            <w:r w:rsidR="009B1C7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EC1E" w14:textId="322E5536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2E262" w14:textId="3687BD1A" w:rsidR="0029564C" w:rsidRPr="00E11DDC" w:rsidRDefault="0029564C" w:rsidP="0029564C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564C" w:rsidRPr="00E11DDC" w14:paraId="67F731E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6107" w14:textId="106E6909" w:rsidR="0029564C" w:rsidRPr="00E11DDC" w:rsidRDefault="0029564C" w:rsidP="002956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1B36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E65E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98BD" w14:textId="77777777" w:rsidR="0029564C" w:rsidRPr="00663E87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566A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EC7D" w14:textId="77777777" w:rsidR="0029564C" w:rsidRPr="00E11DDC" w:rsidRDefault="0029564C" w:rsidP="0029564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29564C" w:rsidRPr="00E11DDC" w14:paraId="001E2A9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3DE1" w14:textId="76C048E5" w:rsidR="0029564C" w:rsidRPr="00E11DDC" w:rsidRDefault="0029564C" w:rsidP="002956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6860E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8C18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59B9" w14:textId="49B97619" w:rsidR="0029564C" w:rsidRPr="00663E87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6E25A" w14:textId="6AF46F20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6FDD" w14:textId="3E581ADB" w:rsidR="0029564C" w:rsidRPr="00E11DDC" w:rsidRDefault="0029564C" w:rsidP="0029564C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564C" w:rsidRPr="00E11DDC" w14:paraId="12A5960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9541" w14:textId="550B23B1" w:rsidR="0029564C" w:rsidRPr="00E11DDC" w:rsidRDefault="0029564C" w:rsidP="002956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9D55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7AA0" w14:textId="77777777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44787" w14:textId="3E1A4E89" w:rsidR="0029564C" w:rsidRPr="00663E87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0C8A" w14:textId="6C77AEC6" w:rsidR="0029564C" w:rsidRPr="00E11DDC" w:rsidRDefault="0029564C" w:rsidP="002956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E5C5" w14:textId="4678CFA0" w:rsidR="0029564C" w:rsidRPr="00E11DDC" w:rsidRDefault="0029564C" w:rsidP="0029564C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564C" w:rsidRPr="00E11DDC" w14:paraId="52ACC72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94DC0" w14:textId="11873BFA" w:rsidR="0029564C" w:rsidRPr="00E11DDC" w:rsidRDefault="0029564C" w:rsidP="00663E87">
            <w:pPr>
              <w:ind w:firstLine="0"/>
              <w:rPr>
                <w:sz w:val="24"/>
                <w:szCs w:val="24"/>
              </w:rPr>
            </w:pPr>
            <w:r w:rsidRPr="0029564C">
              <w:rPr>
                <w:sz w:val="24"/>
                <w:szCs w:val="24"/>
              </w:rPr>
              <w:t xml:space="preserve">-расходы на мероприятия по реализации проекта инициативного бюджетирования "Вам решать" за счет </w:t>
            </w:r>
            <w:r>
              <w:rPr>
                <w:sz w:val="24"/>
                <w:szCs w:val="24"/>
              </w:rPr>
              <w:lastRenderedPageBreak/>
              <w:t>инициативных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BC54" w14:textId="77777777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DCCD6" w14:textId="77777777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82447" w14:textId="472F1DD1" w:rsidR="0029564C" w:rsidRPr="00663E87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822,</w:t>
            </w:r>
            <w:r w:rsidR="009B1C7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9F44" w14:textId="1E08A894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EDFC" w14:textId="78B3001F" w:rsidR="0029564C" w:rsidRPr="00E11DDC" w:rsidRDefault="0029564C" w:rsidP="00663E8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564C" w:rsidRPr="00E11DDC" w14:paraId="1B74673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616A" w14:textId="411321DD" w:rsidR="0029564C" w:rsidRPr="00E11DDC" w:rsidRDefault="00203AF8" w:rsidP="00663E8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C7D2" w14:textId="77777777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927E" w14:textId="77777777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9F06" w14:textId="77777777" w:rsidR="0029564C" w:rsidRPr="00663E87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88C4F" w14:textId="77777777" w:rsidR="0029564C" w:rsidRPr="00E11DDC" w:rsidRDefault="0029564C" w:rsidP="00663E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9873" w14:textId="77777777" w:rsidR="0029564C" w:rsidRPr="00E11DDC" w:rsidRDefault="0029564C" w:rsidP="00663E87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081BC4B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BF75" w14:textId="26A7AB0B" w:rsidR="00A35347" w:rsidRPr="00203AF8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Устройство асфальтобетонного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203AF8">
              <w:rPr>
                <w:sz w:val="24"/>
                <w:szCs w:val="24"/>
              </w:rPr>
              <w:t>Фрунзе, сельский поселок</w:t>
            </w:r>
            <w:r>
              <w:rPr>
                <w:sz w:val="24"/>
                <w:szCs w:val="24"/>
              </w:rPr>
              <w:t xml:space="preserve"> </w:t>
            </w:r>
            <w:r w:rsidRPr="00203AF8">
              <w:rPr>
                <w:sz w:val="24"/>
                <w:szCs w:val="24"/>
              </w:rPr>
              <w:t xml:space="preserve"> </w:t>
            </w:r>
            <w:proofErr w:type="spellStart"/>
            <w:r w:rsidRPr="00203AF8">
              <w:rPr>
                <w:sz w:val="24"/>
                <w:szCs w:val="24"/>
              </w:rPr>
              <w:t>Костенево</w:t>
            </w:r>
            <w:proofErr w:type="spellEnd"/>
            <w:r w:rsidRPr="00203AF8">
              <w:rPr>
                <w:sz w:val="24"/>
                <w:szCs w:val="24"/>
              </w:rPr>
              <w:t xml:space="preserve"> </w:t>
            </w:r>
            <w:proofErr w:type="spellStart"/>
            <w:r w:rsidRPr="00203AF8">
              <w:rPr>
                <w:sz w:val="24"/>
                <w:szCs w:val="24"/>
              </w:rPr>
              <w:t>Балахнинского</w:t>
            </w:r>
            <w:proofErr w:type="spellEnd"/>
            <w:r w:rsidRPr="00203AF8">
              <w:rPr>
                <w:sz w:val="24"/>
                <w:szCs w:val="24"/>
              </w:rPr>
              <w:t xml:space="preserve"> муниципального округа Нижегородской о</w:t>
            </w:r>
            <w:r>
              <w:rPr>
                <w:sz w:val="24"/>
                <w:szCs w:val="24"/>
              </w:rPr>
              <w:t>б</w:t>
            </w:r>
            <w:r w:rsidRPr="00203AF8">
              <w:rPr>
                <w:sz w:val="24"/>
                <w:szCs w:val="24"/>
              </w:rPr>
              <w:t>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0C053" w14:textId="1CC5BE7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B4E" w14:textId="7B23695E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C04B" w14:textId="23F2F3B5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D8BC" w14:textId="47A218D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75D1" w14:textId="309FA30F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81DFCE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837E" w14:textId="7627F92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C43C7" w14:textId="7456F2A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FC50" w14:textId="088CC67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C6CCC" w14:textId="38B69B7F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67884" w14:textId="773F3DB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58D0" w14:textId="502F18A0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AAB058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0AFF" w14:textId="3F956D9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1A88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A753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BD34" w14:textId="77777777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5D03" w14:textId="6092E2E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3639" w14:textId="0B6298F7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6C339BD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815B" w14:textId="6299804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F746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307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5DC1" w14:textId="13209A49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94DF" w14:textId="034ED163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0E18" w14:textId="01C37120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2F15E4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6663" w14:textId="35DC43B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A62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026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F42C" w14:textId="61A47614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E08D" w14:textId="41D787E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4D47" w14:textId="0485B15D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C63BD5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E501" w14:textId="5E1ECEB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30F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C9F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55508" w14:textId="105ACDE1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E128" w14:textId="17F1DFB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99FC9" w14:textId="351FC898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C50FCE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3603" w14:textId="4D0711F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участка дороги ул.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>Железнодорожная, рабочий поселок Большое Козино Балахнинского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BE6B" w14:textId="41F911F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E0AF5" w14:textId="02F4351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704B1" w14:textId="3AC4E08E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A9CE" w14:textId="0B8F0CA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3D3" w14:textId="09E547E6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CEC01A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7DBD" w14:textId="51B01AE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A89B" w14:textId="60C4DD2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2032" w14:textId="1ADD77B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FE87F" w14:textId="3BD5E8BA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0ACF" w14:textId="3C04053E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6634B" w14:textId="0149E854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0482C" w:rsidRPr="00E11DDC" w14:paraId="4D1CD55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0921" w14:textId="6C052DF0" w:rsidR="0010482C" w:rsidRPr="00E11DDC" w:rsidRDefault="0010482C" w:rsidP="0010482C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304C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0B073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E146" w14:textId="77777777" w:rsidR="0010482C" w:rsidRPr="00663E87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2ECA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FEF4" w14:textId="77777777" w:rsidR="0010482C" w:rsidRPr="00E11DDC" w:rsidRDefault="0010482C" w:rsidP="0010482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3A60F2A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170BA" w14:textId="1DC0537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6EA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E9C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C9AA" w14:textId="6F0D3CD4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40D9" w14:textId="0E5C8A7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8040" w14:textId="0F3885D8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1133CA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2E50" w14:textId="764EB8B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82A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7D4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B0E3A" w14:textId="435B1318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8855" w14:textId="0673730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06BC" w14:textId="1611B3C9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DB3A2A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A5A6" w14:textId="451074E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7AE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4F6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DC7C" w14:textId="79AB9CC1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787C" w14:textId="402AD560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F533" w14:textId="464895EC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E44996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EE0E" w14:textId="1B451FE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 xml:space="preserve">Чапаева, сельский поселок </w:t>
            </w:r>
            <w:proofErr w:type="spellStart"/>
            <w:r w:rsidRPr="0010482C">
              <w:rPr>
                <w:sz w:val="24"/>
                <w:szCs w:val="24"/>
              </w:rPr>
              <w:t>Ляхово</w:t>
            </w:r>
            <w:proofErr w:type="spellEnd"/>
            <w:r w:rsidRPr="0010482C">
              <w:rPr>
                <w:sz w:val="24"/>
                <w:szCs w:val="24"/>
              </w:rPr>
              <w:t xml:space="preserve"> </w:t>
            </w:r>
            <w:proofErr w:type="spellStart"/>
            <w:r w:rsidRPr="0010482C">
              <w:rPr>
                <w:sz w:val="24"/>
                <w:szCs w:val="24"/>
              </w:rPr>
              <w:t>Балахнинского</w:t>
            </w:r>
            <w:proofErr w:type="spellEnd"/>
            <w:r w:rsidRPr="0010482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085EB" w14:textId="30ACDDD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E8BB8" w14:textId="01E622C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FBB8" w14:textId="15878114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E92" w14:textId="69AC549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50E0" w14:textId="133677EE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5374A7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2AAF" w14:textId="27998AFA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857BC" w14:textId="022A775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AB12D" w14:textId="0C53582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BB1C9" w14:textId="18518156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4CD3" w14:textId="2BA3B31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2E92" w14:textId="421A33BA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0482C" w:rsidRPr="00E11DDC" w14:paraId="6AD45BF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9BC1" w14:textId="4875664C" w:rsidR="0010482C" w:rsidRPr="00E11DDC" w:rsidRDefault="0010482C" w:rsidP="0010482C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18B2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FD8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D2FC" w14:textId="77777777" w:rsidR="0010482C" w:rsidRPr="00663E87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EE81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A67F" w14:textId="77777777" w:rsidR="0010482C" w:rsidRPr="00E11DDC" w:rsidRDefault="0010482C" w:rsidP="0010482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01485F5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AFBA" w14:textId="5AE2446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57C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163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CCF91" w14:textId="6ACC8206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CA5D" w14:textId="5E7C65E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1FB5" w14:textId="655D83C3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AFE81C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F1CE" w14:textId="3567189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4BF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244A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B987" w14:textId="570363FC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1103" w14:textId="4F94C8E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76EE" w14:textId="19ECF3F5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08F56C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3F68" w14:textId="4F27CF7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E2E4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4E2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3D3F" w14:textId="74449EE1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5A7A" w14:textId="3257B8E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2C3D3" w14:textId="6A5D208D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DBE725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39E7" w14:textId="2BE21B1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дороги пер.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 xml:space="preserve">Полевой, сельский поселок </w:t>
            </w:r>
            <w:proofErr w:type="spellStart"/>
            <w:r w:rsidRPr="0010482C">
              <w:rPr>
                <w:sz w:val="24"/>
                <w:szCs w:val="24"/>
              </w:rPr>
              <w:t>Ляхово</w:t>
            </w:r>
            <w:proofErr w:type="spellEnd"/>
            <w:r w:rsidRPr="0010482C">
              <w:rPr>
                <w:sz w:val="24"/>
                <w:szCs w:val="24"/>
              </w:rPr>
              <w:t xml:space="preserve"> </w:t>
            </w:r>
            <w:proofErr w:type="spellStart"/>
            <w:r w:rsidRPr="0010482C">
              <w:rPr>
                <w:sz w:val="24"/>
                <w:szCs w:val="24"/>
              </w:rPr>
              <w:t>Балахнинского</w:t>
            </w:r>
            <w:proofErr w:type="spellEnd"/>
            <w:r w:rsidRPr="0010482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A1C34" w14:textId="4C7C867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A83A" w14:textId="79A20E9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ABD82" w14:textId="16CC5B7F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ECD5" w14:textId="28849C8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E8198" w14:textId="027690E3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B0A9D0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6B4B" w14:textId="36C73A1A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 xml:space="preserve">Закупка товаров, работ и услуг </w:t>
            </w:r>
            <w:r w:rsidRPr="00203AF8">
              <w:rPr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F12B6" w14:textId="2A7B1D7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lastRenderedPageBreak/>
              <w:t>17 0 03 S260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8A57" w14:textId="01C5C51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E440" w14:textId="0B1F4218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5160" w14:textId="19A108C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BFD1" w14:textId="51DA18CD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0482C" w:rsidRPr="00E11DDC" w14:paraId="2F2D4CB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5EE4F" w14:textId="140CC8D2" w:rsidR="0010482C" w:rsidRPr="00E11DDC" w:rsidRDefault="0010482C" w:rsidP="0010482C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EFFE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ABF4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9C52" w14:textId="77777777" w:rsidR="0010482C" w:rsidRPr="00663E87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0F4F2" w14:textId="77777777" w:rsidR="0010482C" w:rsidRPr="00E11DDC" w:rsidRDefault="0010482C" w:rsidP="001048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A4D5" w14:textId="77777777" w:rsidR="0010482C" w:rsidRPr="00E11DDC" w:rsidRDefault="0010482C" w:rsidP="0010482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6138A79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4809C" w14:textId="4980DDC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6DE1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67F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EE8A" w14:textId="50699798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3DC41" w14:textId="6BFC26C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8553" w14:textId="4367DD9C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3AB2C15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BE38" w14:textId="6FCA068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B41E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54A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4600E" w14:textId="016B9B93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E26F" w14:textId="02AD75B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A4FF" w14:textId="538A220F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22E0F8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5C33" w14:textId="3469F31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029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603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511B" w14:textId="33404452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44B5" w14:textId="754969D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D408" w14:textId="1C6E96DB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3D6C95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4321" w14:textId="27E024D1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075936">
              <w:rPr>
                <w:sz w:val="24"/>
                <w:szCs w:val="24"/>
              </w:rPr>
              <w:t xml:space="preserve">Устройство асфальтобетонного покрытия участка дороги </w:t>
            </w:r>
            <w:proofErr w:type="spellStart"/>
            <w:r w:rsidRPr="00075936">
              <w:rPr>
                <w:sz w:val="24"/>
                <w:szCs w:val="24"/>
              </w:rPr>
              <w:t>ул.Горького</w:t>
            </w:r>
            <w:proofErr w:type="spellEnd"/>
            <w:r w:rsidRPr="00075936">
              <w:rPr>
                <w:sz w:val="24"/>
                <w:szCs w:val="24"/>
              </w:rPr>
              <w:t>, рабочий поселок Гидроторф Балахнинского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1797" w14:textId="15EB765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DB16" w14:textId="63A2F260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D606" w14:textId="1ACFCF34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87E9" w14:textId="7029EAA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C66A" w14:textId="131C0E7E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50EE3E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F489" w14:textId="359321FC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205B" w14:textId="76904E1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F352E" w14:textId="190FB84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7CB52" w14:textId="00A42171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1009" w14:textId="3664BB23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FDDE" w14:textId="516BEC81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75936" w:rsidRPr="00E11DDC" w14:paraId="24E5833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9B582" w14:textId="688B8DF2" w:rsidR="00075936" w:rsidRPr="00E11DDC" w:rsidRDefault="00075936" w:rsidP="00075936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53CF5" w14:textId="77777777" w:rsidR="00075936" w:rsidRPr="00E11DDC" w:rsidRDefault="00075936" w:rsidP="000759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38BA" w14:textId="77777777" w:rsidR="00075936" w:rsidRPr="00E11DDC" w:rsidRDefault="00075936" w:rsidP="000759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1A7A" w14:textId="77777777" w:rsidR="00075936" w:rsidRPr="00663E87" w:rsidRDefault="00075936" w:rsidP="000759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8B2B" w14:textId="77777777" w:rsidR="00075936" w:rsidRPr="00E11DDC" w:rsidRDefault="00075936" w:rsidP="000759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0CA16" w14:textId="77777777" w:rsidR="00075936" w:rsidRPr="00E11DDC" w:rsidRDefault="00075936" w:rsidP="00075936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0F632BB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69012" w14:textId="4CD16F1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1CEE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ADE3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BDB7" w14:textId="546CB4C0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ECFE" w14:textId="2C3DC21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D278" w14:textId="584C973E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84FC9E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21C9" w14:textId="19A031C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041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F20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099D5" w14:textId="60A5DB69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6F6C" w14:textId="0D531505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636A" w14:textId="475A1F15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FC38C8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16814" w14:textId="31A195E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293D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E915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C36C" w14:textId="410C9932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5053C" w14:textId="6767404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CA81" w14:textId="7F1A6B03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134C47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2224E" w14:textId="2D4F023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D40F1F">
              <w:rPr>
                <w:sz w:val="24"/>
                <w:szCs w:val="24"/>
              </w:rPr>
              <w:t xml:space="preserve">Устройство асфальтобетонного покрытия дороги деревня </w:t>
            </w:r>
            <w:proofErr w:type="spellStart"/>
            <w:r w:rsidRPr="00D40F1F">
              <w:rPr>
                <w:sz w:val="24"/>
                <w:szCs w:val="24"/>
              </w:rPr>
              <w:t>Трестьяны</w:t>
            </w:r>
            <w:proofErr w:type="spellEnd"/>
            <w:r w:rsidRPr="00D40F1F">
              <w:rPr>
                <w:sz w:val="24"/>
                <w:szCs w:val="24"/>
              </w:rPr>
              <w:t xml:space="preserve"> </w:t>
            </w:r>
            <w:proofErr w:type="spellStart"/>
            <w:r w:rsidRPr="00D40F1F">
              <w:rPr>
                <w:sz w:val="24"/>
                <w:szCs w:val="24"/>
              </w:rPr>
              <w:t>Балахнинского</w:t>
            </w:r>
            <w:proofErr w:type="spellEnd"/>
            <w:r w:rsidRPr="00D40F1F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E452" w14:textId="343821C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623C2" w14:textId="0096C85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6C0FE" w14:textId="08FC6DFA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78E2" w14:textId="61E8417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8612C" w14:textId="2625127B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7FA929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60F4" w14:textId="5ADB6AF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21F1" w14:textId="687C1C70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0851" w14:textId="36099A8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10FAD" w14:textId="2EB62F92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2A41" w14:textId="7742C9C1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C140" w14:textId="5842DF7B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0F1F" w:rsidRPr="00E11DDC" w14:paraId="358375A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5245" w14:textId="2EA49806" w:rsidR="00D40F1F" w:rsidRPr="00E11DDC" w:rsidRDefault="00D40F1F" w:rsidP="00D40F1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EE960" w14:textId="77777777" w:rsidR="00D40F1F" w:rsidRPr="00E11DDC" w:rsidRDefault="00D40F1F" w:rsidP="00D40F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BC637" w14:textId="77777777" w:rsidR="00D40F1F" w:rsidRPr="00E11DDC" w:rsidRDefault="00D40F1F" w:rsidP="00D40F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00A9D" w14:textId="77777777" w:rsidR="00D40F1F" w:rsidRPr="00663E87" w:rsidRDefault="00D40F1F" w:rsidP="00D40F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12AF" w14:textId="77777777" w:rsidR="00D40F1F" w:rsidRPr="00E11DDC" w:rsidRDefault="00D40F1F" w:rsidP="00D40F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DA1C2" w14:textId="77777777" w:rsidR="00D40F1F" w:rsidRPr="00E11DDC" w:rsidRDefault="00D40F1F" w:rsidP="00D40F1F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4DD2445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64C3" w14:textId="7B68DA6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44A6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43A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B0B6" w14:textId="2575DEB0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108E" w14:textId="0A297CC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FAA4" w14:textId="74A4C70A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6E49B8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7503" w14:textId="00903C9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A3A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BE1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A88F" w14:textId="5DF4F919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3EA1" w14:textId="7074C84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87AB" w14:textId="4B3489E3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571A1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DC1D" w14:textId="3870971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F111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17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0FAC" w14:textId="6BD3899E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3F76" w14:textId="399A9C90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63CA7" w14:textId="7B7504A5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2EAD06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FBA7" w14:textId="652415A5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>Ремонт дорожного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582735">
              <w:rPr>
                <w:sz w:val="24"/>
                <w:szCs w:val="24"/>
              </w:rPr>
              <w:t xml:space="preserve">Железнодорожная, рабочий поселок </w:t>
            </w:r>
            <w:proofErr w:type="spellStart"/>
            <w:r w:rsidRPr="00582735">
              <w:rPr>
                <w:sz w:val="24"/>
                <w:szCs w:val="24"/>
              </w:rPr>
              <w:t>Лукино</w:t>
            </w:r>
            <w:proofErr w:type="spellEnd"/>
            <w:r w:rsidRPr="00582735">
              <w:rPr>
                <w:sz w:val="24"/>
                <w:szCs w:val="24"/>
              </w:rPr>
              <w:t xml:space="preserve"> </w:t>
            </w:r>
            <w:proofErr w:type="spellStart"/>
            <w:r w:rsidRPr="00582735">
              <w:rPr>
                <w:sz w:val="24"/>
                <w:szCs w:val="24"/>
              </w:rPr>
              <w:t>Балахнинского</w:t>
            </w:r>
            <w:proofErr w:type="spellEnd"/>
            <w:r w:rsidRPr="00582735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FECC" w14:textId="46B5DE5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BCBD" w14:textId="78E17CA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7667" w14:textId="1A637FC7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1BCB" w14:textId="2E231D3E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1470" w14:textId="142590F8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7C87B5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A0DD" w14:textId="0EE8F56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3220" w14:textId="3B66785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C86C" w14:textId="7CF5662E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A60F" w14:textId="082E8CC9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6A95" w14:textId="00372B7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ACDDD" w14:textId="5F8B8F55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2735" w:rsidRPr="00E11DDC" w14:paraId="4155BF2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0A18" w14:textId="1A1B2758" w:rsidR="00582735" w:rsidRPr="00E11DDC" w:rsidRDefault="00582735" w:rsidP="00582735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00B4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C5E4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AA720" w14:textId="77777777" w:rsidR="00582735" w:rsidRPr="00663E87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54AA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AFA9" w14:textId="77777777" w:rsidR="00582735" w:rsidRPr="00E11DDC" w:rsidRDefault="00582735" w:rsidP="00582735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09E0FDD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5148" w14:textId="1EC113E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FD8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79E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29C84" w14:textId="3EAE7633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6ADD" w14:textId="0E111E0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F843E" w14:textId="41BADF38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7BEC14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6E73E" w14:textId="7025D3A4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E99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B75A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CD01" w14:textId="24B0F982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4A38" w14:textId="391242E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42A7" w14:textId="0C9D96C6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56394F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8CA7C" w14:textId="76354066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B1C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D7BC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7D7B" w14:textId="7E01255D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1A3E3" w14:textId="14ADF14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0AE3" w14:textId="700D6E2E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CACF4B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5E63" w14:textId="04EB18D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 xml:space="preserve">Устройство асфальтобетонного покрытия дороги </w:t>
            </w:r>
            <w:proofErr w:type="spellStart"/>
            <w:r w:rsidRPr="00582735">
              <w:rPr>
                <w:sz w:val="24"/>
                <w:szCs w:val="24"/>
              </w:rPr>
              <w:t>ул.Горького</w:t>
            </w:r>
            <w:proofErr w:type="spellEnd"/>
            <w:r w:rsidRPr="00582735">
              <w:rPr>
                <w:sz w:val="24"/>
                <w:szCs w:val="24"/>
              </w:rPr>
              <w:t xml:space="preserve"> </w:t>
            </w:r>
            <w:r w:rsidRPr="00582735">
              <w:rPr>
                <w:sz w:val="24"/>
                <w:szCs w:val="24"/>
              </w:rPr>
              <w:lastRenderedPageBreak/>
              <w:t xml:space="preserve">рабочий поселок </w:t>
            </w:r>
            <w:proofErr w:type="spellStart"/>
            <w:r w:rsidRPr="00582735">
              <w:rPr>
                <w:sz w:val="24"/>
                <w:szCs w:val="24"/>
              </w:rPr>
              <w:t>Лукино</w:t>
            </w:r>
            <w:proofErr w:type="spellEnd"/>
            <w:r w:rsidRPr="00582735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E9D0" w14:textId="022A36A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lastRenderedPageBreak/>
              <w:t>17 0 03 S260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28EFB" w14:textId="5B064853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F26D" w14:textId="620AEB75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FEC4" w14:textId="4ACDB0D0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5D66" w14:textId="5004FE2B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9A4FE1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B29A" w14:textId="6A5D3501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1A3C6" w14:textId="54A58FBB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4B6FF" w14:textId="0BCCBB3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D4D33" w14:textId="6CD2CE9A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>1 444,5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5AF7" w14:textId="6A9792F5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B3D7" w14:textId="53EDAAF4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2735" w:rsidRPr="00E11DDC" w14:paraId="78887EA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BBE2" w14:textId="14C74D92" w:rsidR="00582735" w:rsidRPr="00E11DDC" w:rsidRDefault="00582735" w:rsidP="00582735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5B806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19FBC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DC2B" w14:textId="77777777" w:rsidR="00582735" w:rsidRPr="00663E87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349C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F4074" w14:textId="77777777" w:rsidR="00582735" w:rsidRPr="00E11DDC" w:rsidRDefault="00582735" w:rsidP="00582735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2AE5A50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9934" w14:textId="3CF7843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182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5C68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A0AE" w14:textId="0D41A8F6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71969" w14:textId="72BD36D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C80F" w14:textId="5FEE80D8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3A59367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564F" w14:textId="7E9862A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1013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59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B801" w14:textId="13392096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B6C8" w14:textId="5BD1C01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0E3E" w14:textId="18C372ED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EDC0B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B5A2F" w14:textId="370DD31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869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ABCD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A071" w14:textId="1405307E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3B20A" w14:textId="1D1C9A8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232B" w14:textId="6D61223A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4B9CC6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EBCD" w14:textId="28C3621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 xml:space="preserve">Устройство асфальтобетонного покрытия дороги деревня </w:t>
            </w:r>
            <w:proofErr w:type="spellStart"/>
            <w:r w:rsidRPr="00582735">
              <w:rPr>
                <w:sz w:val="24"/>
                <w:szCs w:val="24"/>
              </w:rPr>
              <w:t>Шеляухово</w:t>
            </w:r>
            <w:proofErr w:type="spellEnd"/>
            <w:r w:rsidRPr="00582735">
              <w:rPr>
                <w:sz w:val="24"/>
                <w:szCs w:val="24"/>
              </w:rPr>
              <w:t xml:space="preserve">, </w:t>
            </w:r>
            <w:proofErr w:type="spellStart"/>
            <w:r w:rsidRPr="00582735">
              <w:rPr>
                <w:sz w:val="24"/>
                <w:szCs w:val="24"/>
              </w:rPr>
              <w:t>Балахнинского</w:t>
            </w:r>
            <w:proofErr w:type="spellEnd"/>
            <w:r w:rsidRPr="00582735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8C110" w14:textId="1E84440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2F05" w14:textId="2EC92FE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B31A" w14:textId="50C8E0DB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AF94" w14:textId="2DF3014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AB760" w14:textId="5E85240F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28A911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1575" w14:textId="44BB4E9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1062" w14:textId="34CF8115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4223" w14:textId="4A2B506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1DF2" w14:textId="42E592C7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78FAC" w14:textId="34C54BC9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FB39E" w14:textId="0FF92CEC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2735" w:rsidRPr="00E11DDC" w14:paraId="0906567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C6EB" w14:textId="60C2DD22" w:rsidR="00582735" w:rsidRPr="00E11DDC" w:rsidRDefault="00582735" w:rsidP="00582735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FB9D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927F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F184" w14:textId="77777777" w:rsidR="00582735" w:rsidRPr="00663E87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5DED" w14:textId="77777777" w:rsidR="00582735" w:rsidRPr="00E11DDC" w:rsidRDefault="00582735" w:rsidP="005827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20213" w14:textId="77777777" w:rsidR="00582735" w:rsidRPr="00E11DDC" w:rsidRDefault="00582735" w:rsidP="00582735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A35347" w:rsidRPr="00E11DDC" w14:paraId="4AD61CD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CD1B" w14:textId="2EAA38D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5A8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BF1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AB3A" w14:textId="69D56E95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A89B1" w14:textId="3555D31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18ED" w14:textId="388F79F6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FECEEC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DDF7" w14:textId="53547C7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044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FBF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D2D95" w14:textId="0942A206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8F96" w14:textId="7346A815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3B0B" w14:textId="78AB2609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B0B3C5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0798A" w14:textId="6B3860BC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A71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A58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D7CE" w14:textId="64BF71C0" w:rsidR="00A35347" w:rsidRPr="00663E87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B04F" w14:textId="58DF2393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A290" w14:textId="0364A56F" w:rsidR="00A35347" w:rsidRPr="00E11DDC" w:rsidRDefault="00A35347" w:rsidP="00A3534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F1F68" w:rsidRPr="00E11DDC" w14:paraId="208ED76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7C98" w14:textId="2163F081" w:rsidR="002F1F68" w:rsidRPr="00E11DDC" w:rsidRDefault="002F1F68" w:rsidP="002F1F68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CF13" w14:textId="120E4B60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3EF69" w14:textId="496E526E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44B04" w14:textId="6D9F822E" w:rsidR="002F1F68" w:rsidRPr="00FB3153" w:rsidRDefault="00FB3153" w:rsidP="00FB315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B3153">
              <w:rPr>
                <w:b/>
                <w:bCs/>
                <w:sz w:val="24"/>
                <w:szCs w:val="24"/>
              </w:rPr>
              <w:t>32 187,5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90F3" w14:textId="4F5841F0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B9278" w14:textId="07E67D51" w:rsidR="002F1F68" w:rsidRPr="00E11DDC" w:rsidRDefault="002F1F68" w:rsidP="002F1F6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2F1F68" w:rsidRPr="00E11DDC" w14:paraId="3B915B9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E4D6" w14:textId="285D146A" w:rsidR="002F1F68" w:rsidRPr="00E11DDC" w:rsidRDefault="002F1F68" w:rsidP="002F1F68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ABBA" w14:textId="15E4E0CE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DCB13" w14:textId="0890FE74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45CD5" w14:textId="306239D5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28 187,5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A5BC7" w14:textId="43517D11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25 002,9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B9A3" w14:textId="2837C31A" w:rsidR="002F1F68" w:rsidRPr="00E11DDC" w:rsidRDefault="002F1F68" w:rsidP="002F1F6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25 002,9</w:t>
            </w:r>
          </w:p>
        </w:tc>
      </w:tr>
      <w:tr w:rsidR="002F1F68" w:rsidRPr="00E11DDC" w14:paraId="4E33E48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4EC1" w14:textId="44604362" w:rsidR="002F1F68" w:rsidRPr="00E11DDC" w:rsidRDefault="002F1F68" w:rsidP="002F1F68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2F35" w14:textId="3C05F1E6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5F013" w14:textId="4B1DE297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7F15A" w14:textId="0E9A37B1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3 364,5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EBA0" w14:textId="4D574B8E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428D" w14:textId="28FA60A7" w:rsidR="002F1F68" w:rsidRPr="00E11DDC" w:rsidRDefault="002F1F68" w:rsidP="002F1F6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2F1F68" w:rsidRPr="00E11DDC" w14:paraId="184AEFB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1F511" w14:textId="548A931F" w:rsidR="002F1F68" w:rsidRPr="00E11DDC" w:rsidRDefault="002F1F68" w:rsidP="002F1F68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35C9A" w14:textId="633AE50D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4481A" w14:textId="657206ED" w:rsidR="002F1F68" w:rsidRPr="00E11DDC" w:rsidRDefault="002F1F68" w:rsidP="002F1F6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E436" w14:textId="285AA6E2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3 364,5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D27F" w14:textId="38C0F921" w:rsidR="002F1F68" w:rsidRPr="00E11DDC" w:rsidRDefault="002F1F68" w:rsidP="002F1F6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14AC" w14:textId="5E223656" w:rsidR="002F1F68" w:rsidRPr="00E11DDC" w:rsidRDefault="002F1F68" w:rsidP="002F1F6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B3153" w:rsidRPr="00E11DDC" w14:paraId="4D2A9AA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CDBB5" w14:textId="7C4FCDB8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FB3153">
              <w:rPr>
                <w:sz w:val="24"/>
                <w:szCs w:val="24"/>
              </w:rPr>
              <w:lastRenderedPageBreak/>
              <w:t>софинансируются</w:t>
            </w:r>
            <w:proofErr w:type="spellEnd"/>
            <w:r w:rsidRPr="00FB3153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59A94" w14:textId="1C93F917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lastRenderedPageBreak/>
              <w:t>18 0 03 00000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7E1ED" w14:textId="73C7BAE6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29DA" w14:textId="1D625205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4120" w14:textId="5FF14DC6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338D" w14:textId="47419B77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1A92961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4710" w14:textId="5059F7B3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color w:val="000000"/>
                <w:sz w:val="24"/>
                <w:szCs w:val="24"/>
              </w:rPr>
              <w:lastRenderedPageBreak/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22792" w14:textId="26806878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18 0 03 М5550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087F" w14:textId="2734804A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BEBE" w14:textId="3AF60BB5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920E4" w14:textId="0C2BF2AD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FA891" w14:textId="0D099B1C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5376D55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12BC" w14:textId="242A4F4E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9B108" w14:textId="06313490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18 0 03 М5550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479D" w14:textId="28BA27E5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D255B" w14:textId="449046DB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ED4C" w14:textId="6DFB168C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26342" w14:textId="549CF4A4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7D254A9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30F79" w14:textId="08993CC9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55684" w14:textId="79BD8E28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03AF" w14:textId="78039C00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B229F" w14:textId="2462141E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03A2" w14:textId="4C4867B3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1779" w14:textId="11592AEA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70D0AAC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AD279" w14:textId="1055EAE6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color w:val="000000"/>
                <w:sz w:val="24"/>
                <w:szCs w:val="24"/>
              </w:rPr>
              <w:t>Расходы</w:t>
            </w:r>
            <w:r w:rsidR="00B44E0E">
              <w:rPr>
                <w:color w:val="000000"/>
                <w:sz w:val="24"/>
                <w:szCs w:val="24"/>
              </w:rPr>
              <w:t>,</w:t>
            </w:r>
            <w:r w:rsidRPr="00FB3153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93A07" w14:textId="22653FF4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42916" w14:textId="215346D0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90549" w14:textId="7F9F71FC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A89F" w14:textId="5C112F28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B335" w14:textId="4953B4BE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492773A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984A" w14:textId="12D064DE" w:rsidR="00FB3153" w:rsidRPr="00FB3153" w:rsidRDefault="00FB3153" w:rsidP="00FB3153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61132" w14:textId="5FBA612D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7B7D" w14:textId="0C2EF4F6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3976" w14:textId="07129121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2F8C" w14:textId="442A42C7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D2DE" w14:textId="46A30545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26FC1AA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A9F4" w14:textId="4B21223E" w:rsidR="00FB3153" w:rsidRPr="00FB3153" w:rsidRDefault="00FB3153" w:rsidP="00B44E0E">
            <w:pPr>
              <w:ind w:firstLine="0"/>
              <w:rPr>
                <w:color w:val="000000"/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DEB1" w14:textId="25E13DA4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AF941" w14:textId="4D068987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8FAFE" w14:textId="73C77568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2 525,0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CDF3" w14:textId="45F0151C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976E" w14:textId="2666B69B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FB3153" w:rsidRPr="00E11DDC" w14:paraId="7EA23E5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0EC6" w14:textId="512B7033" w:rsidR="00FB3153" w:rsidRPr="00FB3153" w:rsidRDefault="00FB3153" w:rsidP="00B44E0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9B240" w14:textId="13E55716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19 0 05 00000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FF71" w14:textId="604AABA0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62C0" w14:textId="3607CE33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2B47" w14:textId="647E5065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203A" w14:textId="5CDF12AC" w:rsidR="00FB3153" w:rsidRPr="00FB3153" w:rsidRDefault="00FB3153" w:rsidP="00FB315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</w:tr>
      <w:tr w:rsidR="00FB3153" w:rsidRPr="00E11DDC" w14:paraId="01D5A27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CF82" w14:textId="2BA701A7" w:rsidR="00FB3153" w:rsidRPr="00FB3153" w:rsidRDefault="00FB3153" w:rsidP="00FB315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96C1" w14:textId="40F7260E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2C80" w14:textId="647BBE60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01CC" w14:textId="74DC4478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393AC" w14:textId="413BB6B1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51FE7" w14:textId="2ADC6AF6" w:rsidR="00FB3153" w:rsidRPr="00FB3153" w:rsidRDefault="00FB3153" w:rsidP="00FB315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</w:tr>
      <w:tr w:rsidR="00FB3153" w:rsidRPr="00E11DDC" w14:paraId="2521A54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C884" w14:textId="7A435A2A" w:rsidR="00FB3153" w:rsidRPr="00FB3153" w:rsidRDefault="00FB3153" w:rsidP="00FB315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4E36" w14:textId="04E6EFAD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75AC9" w14:textId="2A858169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2C3CF" w14:textId="65001DDB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C088" w14:textId="50864721" w:rsidR="00FB3153" w:rsidRPr="00FB3153" w:rsidRDefault="00FB3153" w:rsidP="00FB31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DD47" w14:textId="4A639E65" w:rsidR="00FB3153" w:rsidRPr="00FB3153" w:rsidRDefault="00FB3153" w:rsidP="00FB315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532,0</w:t>
            </w:r>
          </w:p>
        </w:tc>
      </w:tr>
      <w:tr w:rsidR="00FB3153" w:rsidRPr="00E11DDC" w14:paraId="2C56A28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3DC3" w14:textId="51A257E2" w:rsidR="00FB3153" w:rsidRPr="00FB3153" w:rsidRDefault="00FB3153" w:rsidP="00FB3153">
            <w:pPr>
              <w:ind w:firstLine="0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B3153">
              <w:rPr>
                <w:sz w:val="24"/>
                <w:szCs w:val="24"/>
              </w:rPr>
              <w:t>извещателей</w:t>
            </w:r>
            <w:proofErr w:type="spellEnd"/>
            <w:r w:rsidRPr="00FB3153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159D" w14:textId="5C124CCC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1594" w14:textId="451903D4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4BE0A" w14:textId="09C35FB6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2F12" w14:textId="273B819D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8A2C" w14:textId="30E83C3A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6128CFB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3DFB" w14:textId="6BB4AE0F" w:rsidR="00FB3153" w:rsidRPr="00FB3153" w:rsidRDefault="00FB3153" w:rsidP="00FB3153">
            <w:pPr>
              <w:ind w:firstLine="0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lastRenderedPageBreak/>
              <w:t xml:space="preserve">Расходы на закупку пожарных </w:t>
            </w:r>
            <w:proofErr w:type="spellStart"/>
            <w:r w:rsidRPr="00FB3153">
              <w:rPr>
                <w:sz w:val="24"/>
                <w:szCs w:val="24"/>
              </w:rPr>
              <w:t>извещателей</w:t>
            </w:r>
            <w:proofErr w:type="spellEnd"/>
            <w:r w:rsidRPr="00FB3153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771C" w14:textId="0D8671AF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5E77" w14:textId="79C40057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C748" w14:textId="585B4EE4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FD01" w14:textId="41EE6828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0621" w14:textId="721E8C83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FB3153" w:rsidRPr="00E11DDC" w14:paraId="139C506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45E" w14:textId="6F4E0B87" w:rsidR="00FB3153" w:rsidRPr="00FB3153" w:rsidRDefault="00FB3153" w:rsidP="00FB3153">
            <w:pPr>
              <w:ind w:firstLine="0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9C1C6" w14:textId="201D390C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AADC" w14:textId="1C2256B5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6A345" w14:textId="19017075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76BF" w14:textId="6743FD83" w:rsidR="00FB3153" w:rsidRPr="00FB3153" w:rsidRDefault="00FB3153" w:rsidP="00FB3153">
            <w:pPr>
              <w:ind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22758" w14:textId="36616F98" w:rsidR="00FB3153" w:rsidRPr="00FB3153" w:rsidRDefault="00FB3153" w:rsidP="00FB315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B3153">
              <w:rPr>
                <w:sz w:val="24"/>
                <w:szCs w:val="24"/>
              </w:rPr>
              <w:t>0,0</w:t>
            </w:r>
          </w:p>
        </w:tc>
      </w:tr>
      <w:tr w:rsidR="009962E7" w:rsidRPr="00E11DDC" w14:paraId="4F902C1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494F" w14:textId="5BAC3F8F" w:rsidR="009962E7" w:rsidRPr="009962E7" w:rsidRDefault="009962E7" w:rsidP="00B44E0E">
            <w:pPr>
              <w:ind w:firstLine="0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9962E7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962E7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3C82" w14:textId="67CACC59" w:rsidR="009962E7" w:rsidRPr="009962E7" w:rsidRDefault="009962E7" w:rsidP="009962E7">
            <w:pPr>
              <w:ind w:firstLine="0"/>
              <w:jc w:val="center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D14C8" w14:textId="6A0E51F0" w:rsidR="009962E7" w:rsidRPr="009962E7" w:rsidRDefault="009962E7" w:rsidP="009962E7">
            <w:pPr>
              <w:ind w:firstLine="0"/>
              <w:jc w:val="center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F010" w14:textId="48D69572" w:rsidR="009962E7" w:rsidRPr="009962E7" w:rsidRDefault="009962E7" w:rsidP="009962E7">
            <w:pPr>
              <w:ind w:firstLine="0"/>
              <w:jc w:val="center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>2 474,7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3A27" w14:textId="6B30133F" w:rsidR="009962E7" w:rsidRPr="009962E7" w:rsidRDefault="009962E7" w:rsidP="009962E7">
            <w:pPr>
              <w:ind w:firstLine="0"/>
              <w:jc w:val="center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C7AD" w14:textId="2E5F5A1D" w:rsidR="009962E7" w:rsidRPr="009962E7" w:rsidRDefault="009962E7" w:rsidP="009962E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962E7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9962E7" w:rsidRPr="00E11DDC" w14:paraId="059116E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195E" w14:textId="77CF5326" w:rsidR="009962E7" w:rsidRPr="009962E7" w:rsidRDefault="009962E7" w:rsidP="009962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CE48C" w14:textId="67B5E059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8795" w14:textId="476CA6CD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315C" w14:textId="3319B6FA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090DC" w14:textId="7C8D655D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F3C1" w14:textId="5776AB1A" w:rsidR="009962E7" w:rsidRPr="009962E7" w:rsidRDefault="009962E7" w:rsidP="009962E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</w:tr>
      <w:tr w:rsidR="009962E7" w:rsidRPr="00E11DDC" w14:paraId="50988FB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E331" w14:textId="2E47D29A" w:rsidR="009962E7" w:rsidRPr="009962E7" w:rsidRDefault="009962E7" w:rsidP="009962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C112" w14:textId="14672667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18329" w14:textId="543909B2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1C1DE" w14:textId="7E8EEA45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732CB" w14:textId="4BBE5380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48B16" w14:textId="5F9627D8" w:rsidR="009962E7" w:rsidRPr="009962E7" w:rsidRDefault="009962E7" w:rsidP="009962E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</w:tr>
      <w:tr w:rsidR="009962E7" w:rsidRPr="00E11DDC" w14:paraId="7E4ACB9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4011" w14:textId="2B35C80F" w:rsidR="009962E7" w:rsidRPr="009962E7" w:rsidRDefault="009962E7" w:rsidP="009962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F96E0" w14:textId="4948AB7C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C1340" w14:textId="03E78B31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4C19" w14:textId="1E837B36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350B8" w14:textId="351A961E" w:rsidR="009962E7" w:rsidRPr="009962E7" w:rsidRDefault="009962E7" w:rsidP="00996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836C" w14:textId="57FDCC06" w:rsidR="009962E7" w:rsidRPr="009962E7" w:rsidRDefault="009962E7" w:rsidP="009962E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962E7">
              <w:rPr>
                <w:sz w:val="24"/>
                <w:szCs w:val="24"/>
              </w:rPr>
              <w:t>1 609,7</w:t>
            </w:r>
          </w:p>
        </w:tc>
      </w:tr>
      <w:tr w:rsidR="002D7AAD" w:rsidRPr="00E11DDC" w14:paraId="6C4D737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B022C" w14:textId="2345F8B9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F86D" w14:textId="4E63A859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003A0" w14:textId="603E41AF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4E31" w14:textId="07C2AA6E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377 151,1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2EA3" w14:textId="6D89F8B0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257 044,9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083CF" w14:textId="327F77B1" w:rsidR="002D7AAD" w:rsidRPr="002D7AAD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2D7AAD" w:rsidRPr="00E11DDC" w14:paraId="5143D23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73B3" w14:textId="4F6AD13B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8C72" w14:textId="4FE9AB89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B2FA" w14:textId="52667E36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5F831" w14:textId="5B391E1E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377 151,1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1B56" w14:textId="3441DF44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257 044,9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87A2D" w14:textId="699670D0" w:rsidR="002D7AAD" w:rsidRPr="002D7AAD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2D7AAD" w:rsidRPr="00E11DDC" w14:paraId="6E2F0BF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2E7F" w14:textId="4104B67B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87F8D" w14:textId="6CD976DB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DA8" w14:textId="6DB19828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99CE" w14:textId="0B04DDD3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134 098,6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6161" w14:textId="31DE954E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BB581" w14:textId="3BF62946" w:rsidR="002D7AAD" w:rsidRPr="002D7AAD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2D7AAD" w:rsidRPr="00E11DDC" w14:paraId="603E4E1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4D4F" w14:textId="51272640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960F" w14:textId="65F3387E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866F" w14:textId="3ECB3269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00A7" w14:textId="297BA134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sz w:val="24"/>
                <w:szCs w:val="24"/>
              </w:rPr>
              <w:t xml:space="preserve">125 </w:t>
            </w:r>
            <w:r w:rsidR="00735C17">
              <w:rPr>
                <w:sz w:val="24"/>
                <w:szCs w:val="24"/>
                <w:lang w:val="en-US"/>
              </w:rPr>
              <w:t>537</w:t>
            </w:r>
            <w:r w:rsidRPr="002D7AAD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E694" w14:textId="658503CC" w:rsidR="002D7AAD" w:rsidRPr="00E11DDC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122 337,0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826C" w14:textId="3AEF9BAD" w:rsidR="002D7AAD" w:rsidRPr="00E11DDC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122 337,0</w:t>
            </w:r>
          </w:p>
        </w:tc>
      </w:tr>
      <w:tr w:rsidR="002D7AAD" w:rsidRPr="00E11DDC" w14:paraId="00CBAA7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8E90" w14:textId="1459AA8F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0BB9" w14:textId="4EF0DD35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70C7" w14:textId="09630902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6174" w14:textId="5AE9672A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D7AAD">
              <w:rPr>
                <w:sz w:val="24"/>
                <w:szCs w:val="24"/>
              </w:rPr>
              <w:t xml:space="preserve">110 </w:t>
            </w:r>
            <w:r w:rsidR="00735C17">
              <w:rPr>
                <w:sz w:val="24"/>
                <w:szCs w:val="24"/>
                <w:lang w:val="en-US"/>
              </w:rPr>
              <w:t>014</w:t>
            </w:r>
            <w:r w:rsidRPr="002D7AAD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46CFE" w14:textId="08A14497" w:rsidR="002D7AAD" w:rsidRPr="00E11DDC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109 438,2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1B8C" w14:textId="2DD10543" w:rsidR="002D7AAD" w:rsidRPr="00E11DDC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109 438,2</w:t>
            </w:r>
          </w:p>
        </w:tc>
      </w:tr>
      <w:tr w:rsidR="002D7AAD" w:rsidRPr="00E11DDC" w14:paraId="0ACFDBA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9010" w14:textId="375D4188" w:rsidR="002D7AAD" w:rsidRPr="00E11DDC" w:rsidRDefault="002D7AAD" w:rsidP="002D7AAD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17594" w14:textId="0FA7D3E7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F9A0" w14:textId="3479020F" w:rsidR="002D7AAD" w:rsidRPr="00E11DDC" w:rsidRDefault="002D7AAD" w:rsidP="002D7AA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8DFFD" w14:textId="69995160" w:rsidR="002D7AAD" w:rsidRPr="00C64E7C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15 210,4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44B7" w14:textId="593EE318" w:rsidR="002D7AAD" w:rsidRPr="00E11DDC" w:rsidRDefault="002D7AAD" w:rsidP="002D7AA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12 898,8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E3AB" w14:textId="5C9AF4F2" w:rsidR="002D7AAD" w:rsidRPr="00E11DDC" w:rsidRDefault="002D7AAD" w:rsidP="002D7AAD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12 898,8</w:t>
            </w:r>
          </w:p>
        </w:tc>
      </w:tr>
      <w:tr w:rsidR="002D7AAD" w:rsidRPr="00E11DDC" w14:paraId="0B43982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1319" w14:textId="3E0C39C7" w:rsidR="002D7AAD" w:rsidRPr="002D7AAD" w:rsidRDefault="002D7AAD" w:rsidP="002D7AAD">
            <w:pPr>
              <w:ind w:firstLine="0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8432" w14:textId="761165C6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F2B09" w14:textId="147A5F02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CCF0" w14:textId="39D3C8E3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303,7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CF6C4" w14:textId="3E0ABF1D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A667" w14:textId="3D52954D" w:rsidR="002D7AAD" w:rsidRPr="002D7AAD" w:rsidRDefault="002D7AAD" w:rsidP="002D7AAD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D7A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D7AAD" w:rsidRPr="00E11DDC" w14:paraId="3198C0F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9315" w14:textId="5C738ABF" w:rsidR="002D7AAD" w:rsidRPr="00C64E7C" w:rsidRDefault="002D7AAD" w:rsidP="002D7AAD">
            <w:pPr>
              <w:ind w:firstLine="0"/>
              <w:rPr>
                <w:sz w:val="24"/>
                <w:szCs w:val="24"/>
              </w:rPr>
            </w:pPr>
            <w:r w:rsidRPr="00C64E7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D5CF4" w14:textId="71ED1246" w:rsidR="002D7AAD" w:rsidRPr="00C64E7C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3CBB1" w14:textId="0B4F7593" w:rsidR="002D7AAD" w:rsidRPr="00C64E7C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C64E7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10FA" w14:textId="6645FB12" w:rsidR="002D7AAD" w:rsidRPr="002D7AAD" w:rsidRDefault="002D7AAD" w:rsidP="002D7AA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3231" w14:textId="1C82A5E6" w:rsidR="002D7AAD" w:rsidRPr="002D7AAD" w:rsidRDefault="002D7AAD" w:rsidP="002D7AA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66CD" w14:textId="40A24C1C" w:rsidR="002D7AAD" w:rsidRPr="002D7AAD" w:rsidRDefault="002D7AAD" w:rsidP="002D7AAD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D7AAD" w:rsidRPr="00E11DDC" w14:paraId="6946105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615C" w14:textId="7D938322" w:rsidR="002D7AAD" w:rsidRPr="002D7AAD" w:rsidRDefault="002D7AAD" w:rsidP="002D7AAD">
            <w:pPr>
              <w:ind w:firstLine="0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D001" w14:textId="1F1AA0DF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67813" w14:textId="5B9A45AE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5635" w14:textId="351E249A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2 655,1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F8E9" w14:textId="606EF233" w:rsidR="002D7AAD" w:rsidRPr="002D7AAD" w:rsidRDefault="002D7AAD" w:rsidP="002D7AA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1 978,1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CB53" w14:textId="1B4E6898" w:rsidR="002D7AAD" w:rsidRPr="002D7AAD" w:rsidRDefault="002D7AAD" w:rsidP="002D7AAD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1 978,1</w:t>
            </w:r>
          </w:p>
        </w:tc>
      </w:tr>
      <w:tr w:rsidR="002D7AAD" w:rsidRPr="00E11DDC" w14:paraId="02757EB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D7D46" w14:textId="487006AB" w:rsidR="002D7AAD" w:rsidRPr="002D7AAD" w:rsidRDefault="002D7AAD" w:rsidP="002D7AAD">
            <w:pPr>
              <w:ind w:firstLine="0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AB97" w14:textId="0CBC9B87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8C6F" w14:textId="3AA72F82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4A3A" w14:textId="2A0F4F6F" w:rsidR="002D7AAD" w:rsidRPr="002D7AAD" w:rsidRDefault="002D7AAD" w:rsidP="002D7AAD">
            <w:pPr>
              <w:ind w:firstLine="0"/>
              <w:jc w:val="center"/>
              <w:rPr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2 655,1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6CFD" w14:textId="2867225A" w:rsidR="002D7AAD" w:rsidRPr="002D7AAD" w:rsidRDefault="002D7AAD" w:rsidP="002D7AA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1 978,1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D831" w14:textId="179DA60C" w:rsidR="002D7AAD" w:rsidRPr="002D7AAD" w:rsidRDefault="002D7AAD" w:rsidP="002D7AAD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2D7AAD">
              <w:rPr>
                <w:sz w:val="24"/>
                <w:szCs w:val="24"/>
              </w:rPr>
              <w:t>1 978,1</w:t>
            </w:r>
          </w:p>
        </w:tc>
      </w:tr>
      <w:tr w:rsidR="00B86518" w:rsidRPr="00E11DDC" w14:paraId="39CE899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DA73D" w14:textId="60D72456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B55E" w14:textId="3899EB9B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8156" w14:textId="03F07686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D7DD5" w14:textId="22E2F41E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1 622,5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13A0E" w14:textId="77BBF1A5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2 942,8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1795" w14:textId="0032437A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2 942,8</w:t>
            </w:r>
          </w:p>
        </w:tc>
      </w:tr>
      <w:tr w:rsidR="00B86518" w:rsidRPr="00E11DDC" w14:paraId="4EECA2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62BB" w14:textId="3AFFA4A8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7EB8" w14:textId="7C5CA0C9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2A10" w14:textId="08914478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A41E" w14:textId="23534E9A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1 622,5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F9EC" w14:textId="4DFB3506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2 942,8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C9A5" w14:textId="392E0F8E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2 942,8</w:t>
            </w:r>
          </w:p>
        </w:tc>
      </w:tr>
      <w:tr w:rsidR="00E90278" w:rsidRPr="00E11DDC" w14:paraId="0054796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81C88" w14:textId="7B63406F" w:rsidR="00E90278" w:rsidRPr="00E90278" w:rsidRDefault="00E90278" w:rsidP="00E90278">
            <w:pPr>
              <w:ind w:firstLine="0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7734" w14:textId="29ABCFDF" w:rsidR="00E90278" w:rsidRPr="00E9027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F203" w14:textId="3F526711" w:rsidR="00E90278" w:rsidRPr="00E9027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93B0C" w14:textId="4CCB2196" w:rsidR="00E90278" w:rsidRPr="00E9027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2 473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B3304" w14:textId="29B9A31D" w:rsidR="00E90278" w:rsidRPr="00B8651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23BA" w14:textId="54831124" w:rsidR="00E90278" w:rsidRPr="00B86518" w:rsidRDefault="00E90278" w:rsidP="00E90278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2 212,7</w:t>
            </w:r>
          </w:p>
        </w:tc>
      </w:tr>
      <w:tr w:rsidR="00E90278" w:rsidRPr="00E11DDC" w14:paraId="46A264D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CC88" w14:textId="5748D4D6" w:rsidR="00E90278" w:rsidRPr="00E90278" w:rsidRDefault="00E90278" w:rsidP="00E90278">
            <w:pPr>
              <w:ind w:firstLine="0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94470" w14:textId="2019F188" w:rsidR="00E90278" w:rsidRPr="00E9027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5E05" w14:textId="1E53B571" w:rsidR="00E90278" w:rsidRPr="00E9027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 w:rsidRPr="00E9027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ABDC8" w14:textId="1365DAED" w:rsidR="00E90278" w:rsidRPr="00B8651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84F0" w14:textId="7002B8C0" w:rsidR="00E90278" w:rsidRPr="00B86518" w:rsidRDefault="00E90278" w:rsidP="00E9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B884" w14:textId="3BBDF133" w:rsidR="00E90278" w:rsidRPr="00B86518" w:rsidRDefault="00E90278" w:rsidP="00E90278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2 212,7</w:t>
            </w:r>
          </w:p>
        </w:tc>
      </w:tr>
      <w:tr w:rsidR="00B86518" w:rsidRPr="00E11DDC" w14:paraId="72404F2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83C4" w14:textId="4874CC04" w:rsidR="00B86518" w:rsidRPr="00B86518" w:rsidRDefault="00B86518" w:rsidP="00B86518">
            <w:pPr>
              <w:ind w:firstLine="0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E314" w14:textId="3E99B639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26D1" w14:textId="09F5703C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C14BD" w14:textId="2E8D8FEC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color w:val="000000"/>
                <w:sz w:val="24"/>
                <w:szCs w:val="24"/>
              </w:rPr>
              <w:t>46 881,9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7766" w14:textId="63894695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2459" w14:textId="6C45066C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B86518" w:rsidRPr="00E11DDC" w14:paraId="6A73022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B61C" w14:textId="3FE5A921" w:rsidR="00B86518" w:rsidRPr="00B86518" w:rsidRDefault="00B86518" w:rsidP="00B86518">
            <w:pPr>
              <w:ind w:firstLine="0"/>
              <w:rPr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29B7" w14:textId="621606A1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20747" w14:textId="375C6DA9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18AB" w14:textId="3A2F1092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color w:val="000000"/>
                <w:sz w:val="24"/>
                <w:szCs w:val="24"/>
              </w:rPr>
              <w:t>41 562,2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24D8" w14:textId="7D53BE16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72AD" w14:textId="56DDFEE1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color w:val="000000"/>
                <w:sz w:val="24"/>
                <w:szCs w:val="24"/>
              </w:rPr>
              <w:t>31 178,6</w:t>
            </w:r>
          </w:p>
        </w:tc>
      </w:tr>
      <w:tr w:rsidR="00B86518" w:rsidRPr="00E11DDC" w14:paraId="51D08DD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AA19" w14:textId="6FE7ABA2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6531" w14:textId="25B06262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8C6B1" w14:textId="7ABB1F3E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B4F7D" w14:textId="1D87DE66" w:rsidR="00B86518" w:rsidRPr="00B86518" w:rsidRDefault="00B86518" w:rsidP="00B8651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24 951,9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580E" w14:textId="006BAEAC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20 800,8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015C9" w14:textId="3E18B821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20 800,8</w:t>
            </w:r>
          </w:p>
        </w:tc>
      </w:tr>
      <w:tr w:rsidR="00B86518" w:rsidRPr="00E11DDC" w14:paraId="1463029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91EB" w14:textId="62D5A3DE" w:rsidR="00B86518" w:rsidRPr="00B86518" w:rsidRDefault="00B86518" w:rsidP="00B86518">
            <w:pPr>
              <w:ind w:firstLine="0"/>
              <w:rPr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 xml:space="preserve">Закупка товаров, работ и услуг </w:t>
            </w:r>
            <w:r w:rsidRPr="00B86518">
              <w:rPr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8D8F6" w14:textId="465F4BF1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8211F" w14:textId="4E9E4492" w:rsidR="00B86518" w:rsidRPr="00B86518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B6E3D" w14:textId="5BA47491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color w:val="000000"/>
                <w:sz w:val="24"/>
                <w:szCs w:val="24"/>
              </w:rPr>
              <w:t>7 565,0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0FB0B" w14:textId="0598ED08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5 771,4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A984" w14:textId="1BF89F90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sz w:val="24"/>
                <w:szCs w:val="24"/>
              </w:rPr>
              <w:t>5 771,4</w:t>
            </w:r>
          </w:p>
        </w:tc>
      </w:tr>
      <w:tr w:rsidR="00B86518" w:rsidRPr="00E11DDC" w14:paraId="1C3A668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40872" w14:textId="5F32A81F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lastRenderedPageBreak/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4DD66" w14:textId="35689E1B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E5FAE" w14:textId="09863A6B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76F2" w14:textId="100D804F" w:rsidR="00B86518" w:rsidRPr="00B86518" w:rsidRDefault="00B86518" w:rsidP="00B8651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E880" w14:textId="71000F7E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82E06" w14:textId="2A5F48D7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B86518" w:rsidRPr="00E11DDC" w14:paraId="1169667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454A2" w14:textId="4F7D6F72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F95C8" w14:textId="1A29518B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E5B6" w14:textId="3E29EEE7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389B" w14:textId="5396E521" w:rsidR="00B86518" w:rsidRPr="00B86518" w:rsidRDefault="00B86518" w:rsidP="00B8651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1 153,4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62B5" w14:textId="5EE11687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1 154,9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58FC6" w14:textId="7C2A1653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1 199,4</w:t>
            </w:r>
          </w:p>
        </w:tc>
      </w:tr>
      <w:tr w:rsidR="00B86518" w:rsidRPr="00E11DDC" w14:paraId="386B0F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8ECC" w14:textId="69BEF09A" w:rsidR="00B86518" w:rsidRPr="00B86518" w:rsidRDefault="00B86518" w:rsidP="00B86518">
            <w:pPr>
              <w:ind w:firstLine="0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E33B" w14:textId="5D21383C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0DF9" w14:textId="5E772C0A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E47E" w14:textId="75A773D2" w:rsidR="00B86518" w:rsidRPr="00B86518" w:rsidRDefault="00B86518" w:rsidP="00B8651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651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FAA37" w14:textId="3413414A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30,0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BDCB" w14:textId="61BC936A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B86518">
              <w:rPr>
                <w:sz w:val="24"/>
                <w:szCs w:val="24"/>
              </w:rPr>
              <w:t>30,0</w:t>
            </w:r>
          </w:p>
        </w:tc>
      </w:tr>
      <w:tr w:rsidR="00B86518" w:rsidRPr="00E11DDC" w14:paraId="6106A87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9762" w14:textId="2DE208B5" w:rsidR="00B86518" w:rsidRPr="00E11DDC" w:rsidRDefault="00B86518" w:rsidP="00B86518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1B041" w14:textId="5374C9B1" w:rsidR="00B86518" w:rsidRPr="00E11DDC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C7A8" w14:textId="426A5F25" w:rsidR="00B86518" w:rsidRPr="00E11DDC" w:rsidRDefault="00B86518" w:rsidP="00B8651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8D59B" w14:textId="6E27ADDF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181 043,3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B40B" w14:textId="39C22302" w:rsidR="00B86518" w:rsidRPr="00B86518" w:rsidRDefault="00B86518" w:rsidP="00B8651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89 255,0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14090" w14:textId="29AA30B1" w:rsidR="00B86518" w:rsidRPr="00B86518" w:rsidRDefault="00B86518" w:rsidP="00B86518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B86518">
              <w:rPr>
                <w:b/>
                <w:bCs/>
                <w:sz w:val="24"/>
                <w:szCs w:val="24"/>
              </w:rPr>
              <w:t>119 112,0</w:t>
            </w:r>
          </w:p>
        </w:tc>
      </w:tr>
      <w:tr w:rsidR="009D41B9" w:rsidRPr="00E11DDC" w14:paraId="7CECAC2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3E6A" w14:textId="0F962F60" w:rsidR="009D41B9" w:rsidRPr="009D41B9" w:rsidRDefault="009D41B9" w:rsidP="009D41B9">
            <w:pPr>
              <w:ind w:firstLine="0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Обеспечение мероприятий по переселению граждан из ав</w:t>
            </w:r>
            <w:r>
              <w:rPr>
                <w:sz w:val="24"/>
                <w:szCs w:val="24"/>
              </w:rPr>
              <w:t>а</w:t>
            </w:r>
            <w:r w:rsidRPr="009D41B9">
              <w:rPr>
                <w:sz w:val="24"/>
                <w:szCs w:val="24"/>
              </w:rPr>
              <w:t xml:space="preserve">рийного жилищного фонда, в </w:t>
            </w:r>
            <w:proofErr w:type="spellStart"/>
            <w:r w:rsidRPr="009D41B9">
              <w:rPr>
                <w:sz w:val="24"/>
                <w:szCs w:val="24"/>
              </w:rPr>
              <w:t>т.ч</w:t>
            </w:r>
            <w:proofErr w:type="spellEnd"/>
            <w:r w:rsidRPr="009D41B9">
              <w:rPr>
                <w:sz w:val="24"/>
                <w:szCs w:val="24"/>
              </w:rPr>
              <w:t xml:space="preserve"> переселению граждан из ав</w:t>
            </w:r>
            <w:r>
              <w:rPr>
                <w:sz w:val="24"/>
                <w:szCs w:val="24"/>
              </w:rPr>
              <w:t>а</w:t>
            </w:r>
            <w:r w:rsidRPr="009D41B9">
              <w:rPr>
                <w:sz w:val="24"/>
                <w:szCs w:val="24"/>
              </w:rPr>
              <w:t>рийного жилищного фонда с учетом необходимости развития малоэтажного жилищного</w:t>
            </w:r>
            <w:r>
              <w:rPr>
                <w:sz w:val="24"/>
                <w:szCs w:val="24"/>
              </w:rPr>
              <w:t xml:space="preserve"> </w:t>
            </w:r>
            <w:r w:rsidRPr="009D41B9">
              <w:rPr>
                <w:sz w:val="24"/>
                <w:szCs w:val="24"/>
              </w:rPr>
              <w:t>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93E99" w14:textId="533EF169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77 7 03 09602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6878" w14:textId="30C03890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BAB39" w14:textId="4E28C077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579,2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6532" w14:textId="0C6C86D3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37E8" w14:textId="3A7D0E37" w:rsidR="009D41B9" w:rsidRPr="009D41B9" w:rsidRDefault="009D41B9" w:rsidP="009D41B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</w:tr>
      <w:tr w:rsidR="009D41B9" w:rsidRPr="00E11DDC" w14:paraId="1CA6E06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2B16" w14:textId="5946C9F9" w:rsidR="009D41B9" w:rsidRPr="009D41B9" w:rsidRDefault="009D41B9" w:rsidP="009D41B9">
            <w:pPr>
              <w:ind w:firstLine="0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B971" w14:textId="0BBF313F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77 7 03 09602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04B6" w14:textId="40D104EB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79BA" w14:textId="6A972B58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579,2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DCF1" w14:textId="4466C73B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D380" w14:textId="35F5EA5E" w:rsidR="009D41B9" w:rsidRPr="009D41B9" w:rsidRDefault="009D41B9" w:rsidP="009D41B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</w:tr>
      <w:tr w:rsidR="009D41B9" w:rsidRPr="00E11DDC" w14:paraId="2C4668E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69AB" w14:textId="38484199" w:rsidR="009D41B9" w:rsidRPr="00E11DDC" w:rsidRDefault="009D41B9" w:rsidP="009D41B9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3D7F" w14:textId="47096937" w:rsidR="009D41B9" w:rsidRPr="00E11DDC" w:rsidRDefault="009D41B9" w:rsidP="009D41B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32972" w14:textId="4F164CA1" w:rsidR="009D41B9" w:rsidRPr="00E11DDC" w:rsidRDefault="009D41B9" w:rsidP="009D41B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515E" w14:textId="4678E070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D41B9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F5A7" w14:textId="0835DBDD" w:rsidR="009D41B9" w:rsidRPr="00E11DDC" w:rsidRDefault="009D41B9" w:rsidP="009D41B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11A9A" w14:textId="15406E40" w:rsidR="009D41B9" w:rsidRPr="00E11DDC" w:rsidRDefault="009D41B9" w:rsidP="009D41B9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9D41B9" w:rsidRPr="00E11DDC" w14:paraId="14DBD8A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423EA" w14:textId="25869AAD" w:rsidR="009D41B9" w:rsidRPr="00E11DDC" w:rsidRDefault="009D41B9" w:rsidP="009D41B9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9D59" w14:textId="37E89EB0" w:rsidR="009D41B9" w:rsidRPr="00E11DDC" w:rsidRDefault="009D41B9" w:rsidP="009D41B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B5B44" w14:textId="721C967C" w:rsidR="009D41B9" w:rsidRPr="00E11DDC" w:rsidRDefault="009D41B9" w:rsidP="009D41B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903F6" w14:textId="0C4FF132" w:rsidR="009D41B9" w:rsidRPr="009D41B9" w:rsidRDefault="009D41B9" w:rsidP="009D41B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D41B9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9E06A" w14:textId="16CFF14D" w:rsidR="009D41B9" w:rsidRPr="00E11DDC" w:rsidRDefault="009D41B9" w:rsidP="009D41B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19A7" w14:textId="4268DBE8" w:rsidR="009D41B9" w:rsidRPr="00E11DDC" w:rsidRDefault="009D41B9" w:rsidP="009D41B9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E80BE8" w:rsidRPr="00E11DDC" w14:paraId="2969E97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D35" w14:textId="23FAAAF3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37A6" w14:textId="627CE60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BCA2" w14:textId="6C9235EB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D912D" w14:textId="79128A69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7524" w14:textId="5754D069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318,2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5C16B" w14:textId="6BCC2622" w:rsidR="00E80BE8" w:rsidRPr="009D41B9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318,2</w:t>
            </w:r>
          </w:p>
        </w:tc>
      </w:tr>
      <w:tr w:rsidR="00E80BE8" w:rsidRPr="00E11DDC" w14:paraId="0E13198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0132" w14:textId="402B773A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D740" w14:textId="5E89B37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5DEE" w14:textId="63B72D21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66FB2" w14:textId="11DFC5F7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7D05D" w14:textId="50BA3F84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318,2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4B4F" w14:textId="142379EE" w:rsidR="00E80BE8" w:rsidRPr="009D41B9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318,2</w:t>
            </w:r>
          </w:p>
        </w:tc>
      </w:tr>
      <w:tr w:rsidR="00E80BE8" w:rsidRPr="00E11DDC" w14:paraId="23E8920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21FB" w14:textId="054B34B7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7525" w14:textId="31320F46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F9E8" w14:textId="6880AC2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47F1" w14:textId="3009642C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E2C3" w14:textId="648F1ED6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1035" w14:textId="26C0DCF2" w:rsidR="00E80BE8" w:rsidRPr="009D41B9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</w:tr>
      <w:tr w:rsidR="00E80BE8" w:rsidRPr="00E11DDC" w14:paraId="7D7892A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E90A" w14:textId="2B58FEBB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DF2" w14:textId="10310602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1A89" w14:textId="43C02570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C9A5" w14:textId="21876900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38A8B" w14:textId="3933ADC7" w:rsidR="00E80BE8" w:rsidRPr="009D41B9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DAE7" w14:textId="73159322" w:rsidR="00E80BE8" w:rsidRPr="009D41B9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</w:tr>
      <w:tr w:rsidR="00E80BE8" w:rsidRPr="00E11DDC" w14:paraId="5E104DE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9FB0" w14:textId="16EF2975" w:rsidR="00E80BE8" w:rsidRPr="00E11DDC" w:rsidRDefault="00E80BE8" w:rsidP="00E80BE8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AFE1" w14:textId="70161FA1" w:rsidR="00E80BE8" w:rsidRPr="00E11DDC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4081" w14:textId="1BC85130" w:rsidR="00E80BE8" w:rsidRPr="00E11DDC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7DF2" w14:textId="64CDB518" w:rsidR="00E80BE8" w:rsidRPr="00E80BE8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2 259,9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90CB" w14:textId="75B4E6DC" w:rsidR="00E80BE8" w:rsidRPr="00E80BE8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624,2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95CA" w14:textId="60966981" w:rsidR="00E80BE8" w:rsidRPr="00E80BE8" w:rsidRDefault="00E80BE8" w:rsidP="00E80BE8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5 624,2</w:t>
            </w:r>
          </w:p>
        </w:tc>
      </w:tr>
      <w:tr w:rsidR="00E80BE8" w:rsidRPr="00E11DDC" w14:paraId="483984B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A4B7" w14:textId="6EDF4EEA" w:rsidR="00E80BE8" w:rsidRPr="00E11DDC" w:rsidRDefault="00E80BE8" w:rsidP="00E80BE8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8546" w14:textId="07E354DB" w:rsidR="00E80BE8" w:rsidRPr="00E11DDC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EF8F" w14:textId="373B1420" w:rsidR="00E80BE8" w:rsidRPr="00E11DDC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DDCD" w14:textId="798B610B" w:rsidR="00E80BE8" w:rsidRPr="00E80BE8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1 530,0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B05E6" w14:textId="775BC5A2" w:rsidR="00E80BE8" w:rsidRPr="00E80BE8" w:rsidRDefault="00E80BE8" w:rsidP="00E80B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482B" w14:textId="6FF081DE" w:rsidR="00E80BE8" w:rsidRPr="00E80BE8" w:rsidRDefault="00E80BE8" w:rsidP="00E80BE8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D41B9">
              <w:rPr>
                <w:sz w:val="24"/>
                <w:szCs w:val="24"/>
              </w:rPr>
              <w:t>0,0</w:t>
            </w:r>
          </w:p>
        </w:tc>
      </w:tr>
      <w:tr w:rsidR="00E80BE8" w:rsidRPr="00E11DDC" w14:paraId="3E1E96D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9CDE" w14:textId="1AD3B643" w:rsidR="00E80BE8" w:rsidRPr="00E11DDC" w:rsidRDefault="00E80BE8" w:rsidP="00E80BE8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CC805" w14:textId="4AE41232" w:rsidR="00E80BE8" w:rsidRPr="00E11DDC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2135A" w14:textId="61FDD2F2" w:rsidR="00E80BE8" w:rsidRPr="00E11DDC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2BA1" w14:textId="7BAEE94D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815A" w14:textId="2DBC788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304,2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2692" w14:textId="0D62BE4B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5 304,2</w:t>
            </w:r>
          </w:p>
        </w:tc>
      </w:tr>
      <w:tr w:rsidR="00E80BE8" w:rsidRPr="00E11DDC" w14:paraId="19F957B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6057" w14:textId="4703E34F" w:rsidR="00E80BE8" w:rsidRPr="00E11DDC" w:rsidRDefault="00E80BE8" w:rsidP="00E80BE8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C0D3" w14:textId="2A9AF5B6" w:rsidR="00E80BE8" w:rsidRPr="00E11DDC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F229D" w14:textId="556A52F7" w:rsidR="00E80BE8" w:rsidRPr="00E11DDC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FB135" w14:textId="2BB2441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416,0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25BC" w14:textId="08472CB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4AED" w14:textId="53DAC5AF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320,0</w:t>
            </w:r>
          </w:p>
        </w:tc>
      </w:tr>
      <w:tr w:rsidR="00E80BE8" w:rsidRPr="00E11DDC" w14:paraId="33F37F6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69CB" w14:textId="4F15CFAD" w:rsidR="00E80BE8" w:rsidRPr="00E11DDC" w:rsidRDefault="00E80BE8" w:rsidP="00E80BE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CE39" w14:textId="12CCFF62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08C5" w14:textId="5D6E1CC7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21692" w14:textId="0666BEAF" w:rsidR="00E80BE8" w:rsidRPr="00E80BE8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60C8" w14:textId="06D15447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39F6" w14:textId="279AD1E8" w:rsidR="00E80BE8" w:rsidRPr="00E11DDC" w:rsidRDefault="00E80BE8" w:rsidP="00E80BE8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</w:tr>
      <w:tr w:rsidR="00E80BE8" w:rsidRPr="00E11DDC" w14:paraId="5D8E153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DDE5" w14:textId="6452F7C0" w:rsidR="00E80BE8" w:rsidRPr="00E11DDC" w:rsidRDefault="00E80BE8" w:rsidP="00E80BE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675E" w14:textId="5DF76B72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5E6F" w14:textId="77E1E76D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A7A2" w14:textId="638B5D4C" w:rsidR="00E80BE8" w:rsidRPr="00E80BE8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80BE8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CD7E" w14:textId="5B65F2B7" w:rsidR="00E80BE8" w:rsidRPr="00E11DDC" w:rsidRDefault="00E80BE8" w:rsidP="00E80BE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13DE" w14:textId="711D4299" w:rsidR="00E80BE8" w:rsidRPr="00E11DDC" w:rsidRDefault="00E80BE8" w:rsidP="00E80BE8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</w:tr>
      <w:tr w:rsidR="006F698F" w:rsidRPr="00E11DDC" w14:paraId="30A40D8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02ED" w14:textId="1941FEF4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A020F" w14:textId="13DE833A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DC9A0" w14:textId="5A5CFE78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C03D" w14:textId="39766F61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B815" w14:textId="0F9B9F01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C1E4" w14:textId="602F96C5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6F698F" w:rsidRPr="00E11DDC" w14:paraId="56D4E0F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73195" w14:textId="3C9B167D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F68C" w14:textId="24BA8B89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3565" w14:textId="2387BD3F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D4A0A" w14:textId="1CB7E041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667C" w14:textId="5522EB8A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5879" w14:textId="37B2E360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E80BE8" w:rsidRPr="00E11DDC" w14:paraId="2B8BE44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F209" w14:textId="0E1D6868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0DBF" w14:textId="193B1202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C475C" w14:textId="0A2EA15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A4846" w14:textId="5D41560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9 822,4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37394" w14:textId="2E8E22A9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5DFEA" w14:textId="1DD47840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E80BE8" w:rsidRPr="00E11DDC" w14:paraId="75C5223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75B7" w14:textId="39F0F69A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3D1D0" w14:textId="6C3143E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D46F" w14:textId="39075D4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65ED3" w14:textId="7B15F45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9 822,4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0767C" w14:textId="144B4CDB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1E81" w14:textId="27D0174C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E80BE8" w:rsidRPr="00E11DDC" w14:paraId="0376C18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E0BE" w14:textId="6A92043E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</w:t>
            </w:r>
            <w:r w:rsidRPr="00E80BE8">
              <w:rPr>
                <w:sz w:val="24"/>
                <w:szCs w:val="24"/>
              </w:rPr>
              <w:lastRenderedPageBreak/>
              <w:t>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2914B" w14:textId="7EB9B91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lastRenderedPageBreak/>
              <w:t>77 7 03 66140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D3E5" w14:textId="35FF20F1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D660" w14:textId="751A78C0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5 243,5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0714" w14:textId="13975C2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65AD0" w14:textId="30B72E7E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E80BE8" w:rsidRPr="00E11DDC" w14:paraId="0D0D125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CAA1" w14:textId="179F9931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C6EFC" w14:textId="60C4A5E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93FC" w14:textId="731D2BC3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0D99" w14:textId="7E7F67F1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5 243,5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ABBB" w14:textId="78C39663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F63B" w14:textId="026D4E54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E80BE8" w:rsidRPr="00E11DDC" w14:paraId="47E1DF0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B9FF" w14:textId="4124D56B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3D3C" w14:textId="3D1C5432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F938" w14:textId="02D6D25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ABB0" w14:textId="3662917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2 151,4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70AD" w14:textId="7E72FE09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92DB" w14:textId="1C888985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E80BE8" w:rsidRPr="00E11DDC" w14:paraId="7091BA0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13E6" w14:textId="065014B9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3230A" w14:textId="4937AAC4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41138" w14:textId="779EFC74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8255" w14:textId="3D107CA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2 151,4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5F3C9" w14:textId="3C8BA5A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3811" w14:textId="545EE955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</w:tr>
      <w:tr w:rsidR="006F698F" w:rsidRPr="00E11DDC" w14:paraId="2D91E5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82B3E" w14:textId="211925B3" w:rsidR="006F698F" w:rsidRPr="00E11DDC" w:rsidRDefault="0000614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Расходы</w:t>
            </w:r>
            <w:r w:rsidRPr="0000614F">
              <w:rPr>
                <w:sz w:val="24"/>
                <w:szCs w:val="24"/>
              </w:rPr>
              <w:t xml:space="preserve">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FC17C" w14:textId="5AEFC36F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EBBB1" w14:textId="3B296EE3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2B4" w14:textId="7C0E649B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BF38" w14:textId="4F369913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9A4B" w14:textId="7C9B5706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6F698F" w:rsidRPr="00E11DDC" w14:paraId="08C2359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BFD6" w14:textId="3F8FD414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46DD" w14:textId="0BC7E666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2691F" w14:textId="0EDE9673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7A620" w14:textId="6E667B4F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CE7A0" w14:textId="6C9588E5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EC257" w14:textId="3FB1BB7E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E80BE8" w:rsidRPr="00E11DDC" w14:paraId="4BF4CEE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C92C" w14:textId="7A50F90C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9A07" w14:textId="0F6F3760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F59B" w14:textId="38AC14A6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706E9" w14:textId="18C4FB83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6 472,6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FD0C" w14:textId="57F19081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9 008,9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9E7D" w14:textId="69417C61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9 008,9</w:t>
            </w:r>
          </w:p>
        </w:tc>
      </w:tr>
      <w:tr w:rsidR="00E80BE8" w:rsidRPr="00E11DDC" w14:paraId="7A51A72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E47D" w14:textId="3CA0F5AD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32DB" w14:textId="05FDD1BB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ABD0" w14:textId="7563AB4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2380" w14:textId="104D7513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6 472,6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D6A5" w14:textId="0691199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9 008,9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360F" w14:textId="078F9ED5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9 008,9</w:t>
            </w:r>
          </w:p>
        </w:tc>
      </w:tr>
      <w:tr w:rsidR="00E80BE8" w:rsidRPr="00E11DDC" w14:paraId="75C13D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1522" w14:textId="29725534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B61E3" w14:textId="223B704D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2592" w14:textId="5D500D9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1F4A" w14:textId="6CD78219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23E22" w14:textId="22A6F7C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367,1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9FE7" w14:textId="7A7CB9D9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1 113,6</w:t>
            </w:r>
          </w:p>
        </w:tc>
      </w:tr>
      <w:tr w:rsidR="00E80BE8" w:rsidRPr="00E11DDC" w14:paraId="6CCD39B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3246" w14:textId="63264EF7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51E9" w14:textId="4FB05643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2577A" w14:textId="3AEA1DD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924D" w14:textId="1DF2C640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3698A" w14:textId="05AC4804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367,1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4D49D" w14:textId="3D536EDC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1 113,6</w:t>
            </w:r>
          </w:p>
        </w:tc>
      </w:tr>
      <w:tr w:rsidR="00E80BE8" w:rsidRPr="00E11DDC" w14:paraId="4F1075D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A65E" w14:textId="428757E2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D38AC" w14:textId="5D435B5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CDC5" w14:textId="7C13AAB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A347" w14:textId="44D0CA9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9DB24" w14:textId="18F9909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8FA20" w14:textId="392D13D3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</w:tr>
      <w:tr w:rsidR="00E80BE8" w:rsidRPr="00E11DDC" w14:paraId="4ACCF98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A08D" w14:textId="1989ECDA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  - 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03E5B" w14:textId="5B50391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00A7" w14:textId="2FAB15A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6C71C" w14:textId="115E621E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450,5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138BD" w14:textId="6CE6D1EB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A9403" w14:textId="6E1006F9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746,5</w:t>
            </w:r>
          </w:p>
        </w:tc>
      </w:tr>
      <w:tr w:rsidR="00E80BE8" w:rsidRPr="00E11DDC" w14:paraId="31837F3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747C" w14:textId="516A6987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  - расходы на обеспечение доступа к системе электронного документооборота за счет </w:t>
            </w:r>
            <w:r w:rsidRPr="00E80BE8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96DB" w14:textId="7A5F534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3949" w14:textId="360AD8EF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44F" w14:textId="77E8802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112,6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0CC7" w14:textId="2D89688E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367,1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92593" w14:textId="0B7CEA54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367,1</w:t>
            </w:r>
          </w:p>
        </w:tc>
      </w:tr>
      <w:tr w:rsidR="00E80BE8" w:rsidRPr="00E11DDC" w14:paraId="64E918A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398AD" w14:textId="59311254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lastRenderedPageBreak/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F3D3" w14:textId="4A99019F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AA5D" w14:textId="6AE01A2F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7AEB" w14:textId="52364AB8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13 158,0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47A2" w14:textId="07DD4326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26 042,4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0FE2" w14:textId="4E65B529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48 301,2</w:t>
            </w:r>
          </w:p>
        </w:tc>
      </w:tr>
      <w:tr w:rsidR="00E80BE8" w:rsidRPr="00E11DDC" w14:paraId="4408130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A4BF" w14:textId="32596CB8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1AB7" w14:textId="2BAC9B32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AA478" w14:textId="17CAAA8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35BC" w14:textId="2EE3D41E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13 158,0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323B" w14:textId="754D3DCA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26 042,4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EAF9" w14:textId="2F4865BF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48 301,2</w:t>
            </w:r>
          </w:p>
        </w:tc>
      </w:tr>
      <w:tr w:rsidR="00E80BE8" w:rsidRPr="00E11DDC" w14:paraId="7C8B623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1CC9" w14:textId="00ACF0E6" w:rsidR="00E80BE8" w:rsidRPr="00E80BE8" w:rsidRDefault="00E80BE8" w:rsidP="00E80BE8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81798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147C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B2F7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6002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A01FF" w14:textId="77777777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E80BE8" w:rsidRPr="00E11DDC" w14:paraId="0F5D87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7862" w14:textId="5BB7BF28" w:rsidR="00E80BE8" w:rsidRPr="000D4043" w:rsidRDefault="000D4043" w:rsidP="000D4043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D4043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16B9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B038" w14:textId="77777777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A153B" w14:textId="337A01F5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5DD1" w14:textId="6AA9F45C" w:rsidR="00E80BE8" w:rsidRPr="00E80BE8" w:rsidRDefault="00E80BE8" w:rsidP="00E80BE8">
            <w:pPr>
              <w:ind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5 208,5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C530" w14:textId="15105DE4" w:rsidR="00E80BE8" w:rsidRPr="00E80BE8" w:rsidRDefault="00E80BE8" w:rsidP="00E80BE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80BE8">
              <w:rPr>
                <w:sz w:val="24"/>
                <w:szCs w:val="24"/>
              </w:rPr>
              <w:t>386,4</w:t>
            </w:r>
          </w:p>
        </w:tc>
      </w:tr>
      <w:tr w:rsidR="006F698F" w:rsidRPr="00E11DDC" w14:paraId="0B24AAA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E74E4" w14:textId="403611AC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078C" w14:textId="67DA849B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972F4" w14:textId="397148D9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BE676" w14:textId="03407C24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2551" w14:textId="7CC211E1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7636" w14:textId="7C3A8FB8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6F698F" w:rsidRPr="00E11DDC" w14:paraId="206C83A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2CAD" w14:textId="4A0488EB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B86C" w14:textId="451E0D78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DD53" w14:textId="0D63AEA5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CAE0A" w14:textId="499453BC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9D43" w14:textId="113BDC51" w:rsidR="006F698F" w:rsidRPr="00E11DDC" w:rsidRDefault="008D521C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  <w:r w:rsidR="006F698F" w:rsidRPr="00E11DDC">
              <w:rPr>
                <w:sz w:val="24"/>
                <w:szCs w:val="24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CEE9" w14:textId="74A15250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0,0  </w:t>
            </w:r>
          </w:p>
        </w:tc>
      </w:tr>
      <w:tr w:rsidR="006F698F" w:rsidRPr="00E11DDC" w14:paraId="32D8180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2A029" w14:textId="442FA30B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73B95" w14:textId="728EB230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5922F" w14:textId="6756C96E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5BA64" w14:textId="7D58A255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C5356" w14:textId="4C58967B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EF40" w14:textId="7D91D368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6F698F" w:rsidRPr="00E11DDC" w14:paraId="445EBD9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C413" w14:textId="077A73AE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DD39" w14:textId="7FB49134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C91E" w14:textId="4D338488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75F0" w14:textId="5E683E1B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863B7" w14:textId="38B16C37" w:rsidR="006F698F" w:rsidRPr="00E11DDC" w:rsidRDefault="008D521C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  <w:r w:rsidR="006F698F" w:rsidRPr="00E11DDC">
              <w:rPr>
                <w:sz w:val="24"/>
                <w:szCs w:val="24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09B2" w14:textId="6BDFAD7D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0,0  </w:t>
            </w:r>
          </w:p>
        </w:tc>
      </w:tr>
      <w:tr w:rsidR="006F698F" w:rsidRPr="00E11DDC" w14:paraId="0F3BF95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3D98" w14:textId="4C702CFF" w:rsidR="006F698F" w:rsidRPr="00E11DDC" w:rsidRDefault="006F698F" w:rsidP="006F698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6A27F" w14:textId="067B1971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4B769" w14:textId="3B8BBF9F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CEAD9" w14:textId="3F94D358" w:rsidR="006F698F" w:rsidRPr="00E11DDC" w:rsidRDefault="006F698F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1 460,0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A470C" w14:textId="05992EE1" w:rsidR="006F698F" w:rsidRPr="00E11DDC" w:rsidRDefault="008D521C" w:rsidP="006F698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  <w:r w:rsidR="006F698F" w:rsidRPr="00E11DDC">
              <w:rPr>
                <w:sz w:val="24"/>
                <w:szCs w:val="24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6462" w14:textId="7F0F79EF" w:rsidR="006F698F" w:rsidRPr="00E11DDC" w:rsidRDefault="006F698F" w:rsidP="006F698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0,0  </w:t>
            </w:r>
          </w:p>
        </w:tc>
      </w:tr>
      <w:tr w:rsidR="00C0135E" w:rsidRPr="00E11DDC" w14:paraId="6A20421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D1C1" w14:textId="77777777" w:rsidR="00C0135E" w:rsidRPr="00E11DDC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AC588" w14:textId="77777777" w:rsidR="00C0135E" w:rsidRPr="00E11DDC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8EC3E" w14:textId="77777777" w:rsidR="00C0135E" w:rsidRPr="00E11DDC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BC77C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CC65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0B32" w14:textId="77777777" w:rsidR="00C0135E" w:rsidRPr="00E11DD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D4043" w:rsidRPr="00E11DDC" w14:paraId="57B1684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971D" w14:textId="77777777" w:rsidR="000D4043" w:rsidRPr="00E11DDC" w:rsidRDefault="000D4043" w:rsidP="000D4043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322A" w14:textId="77777777" w:rsidR="000D4043" w:rsidRPr="00E11DDC" w:rsidRDefault="000D4043" w:rsidP="000D4043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4E32" w14:textId="77777777" w:rsidR="000D4043" w:rsidRPr="00E11DDC" w:rsidRDefault="000D4043" w:rsidP="000D4043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25D1" w14:textId="4CB1E59F" w:rsidR="000D4043" w:rsidRPr="000D4043" w:rsidRDefault="000D4043" w:rsidP="000D40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0D4043">
              <w:rPr>
                <w:b/>
                <w:bCs/>
                <w:sz w:val="24"/>
                <w:szCs w:val="24"/>
              </w:rPr>
              <w:t>2 493 809,0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8CA8" w14:textId="50EB56BD" w:rsidR="000D4043" w:rsidRPr="000D4043" w:rsidRDefault="000D4043" w:rsidP="000D40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D4043">
              <w:rPr>
                <w:b/>
                <w:bCs/>
                <w:sz w:val="24"/>
                <w:szCs w:val="24"/>
              </w:rPr>
              <w:t>2 071 179,1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D8AD" w14:textId="082EF32C" w:rsidR="000D4043" w:rsidRPr="000D4043" w:rsidRDefault="000D4043" w:rsidP="000D404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D4043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6901099C" w14:textId="77777777" w:rsidR="006F698F" w:rsidRPr="00E11DDC" w:rsidRDefault="006F698F" w:rsidP="00C0135E">
      <w:pPr>
        <w:ind w:firstLine="540"/>
        <w:jc w:val="both"/>
        <w:rPr>
          <w:color w:val="000000"/>
          <w:sz w:val="24"/>
          <w:szCs w:val="24"/>
          <w:highlight w:val="yellow"/>
        </w:rPr>
      </w:pPr>
    </w:p>
    <w:p w14:paraId="4BFA0FFC" w14:textId="13135DC5" w:rsidR="00C0135E" w:rsidRPr="00182CA8" w:rsidRDefault="00C0135E" w:rsidP="00C0135E">
      <w:pPr>
        <w:ind w:firstLine="540"/>
        <w:jc w:val="both"/>
        <w:rPr>
          <w:color w:val="000000"/>
          <w:szCs w:val="28"/>
        </w:rPr>
      </w:pPr>
      <w:r w:rsidRPr="00182CA8">
        <w:rPr>
          <w:color w:val="000000"/>
          <w:szCs w:val="28"/>
        </w:rPr>
        <w:t>1.</w:t>
      </w:r>
      <w:r w:rsidR="0081745B" w:rsidRPr="00182CA8">
        <w:rPr>
          <w:color w:val="000000"/>
          <w:szCs w:val="28"/>
        </w:rPr>
        <w:t>7</w:t>
      </w:r>
      <w:r w:rsidRPr="00182CA8">
        <w:rPr>
          <w:color w:val="000000"/>
          <w:szCs w:val="28"/>
        </w:rPr>
        <w:t>. в приложении 6:</w:t>
      </w:r>
    </w:p>
    <w:p w14:paraId="5344061F" w14:textId="77777777" w:rsidR="00C0135E" w:rsidRPr="00E11DDC" w:rsidRDefault="00C0135E" w:rsidP="00C0135E">
      <w:pPr>
        <w:pStyle w:val="25"/>
        <w:tabs>
          <w:tab w:val="num" w:pos="0"/>
        </w:tabs>
        <w:ind w:firstLine="567"/>
        <w:rPr>
          <w:color w:val="000000"/>
          <w:szCs w:val="24"/>
          <w:highlight w:val="yellow"/>
        </w:rPr>
      </w:pPr>
    </w:p>
    <w:tbl>
      <w:tblPr>
        <w:tblW w:w="101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567"/>
        <w:gridCol w:w="1559"/>
        <w:gridCol w:w="709"/>
        <w:gridCol w:w="1163"/>
        <w:gridCol w:w="1163"/>
        <w:gridCol w:w="1275"/>
      </w:tblGrid>
      <w:tr w:rsidR="00C0135E" w:rsidRPr="00E11DDC" w14:paraId="241D3CD4" w14:textId="77777777" w:rsidTr="00B44E0E">
        <w:trPr>
          <w:cantSplit/>
          <w:trHeight w:val="432"/>
          <w:tblHeader/>
        </w:trPr>
        <w:tc>
          <w:tcPr>
            <w:tcW w:w="2552" w:type="dxa"/>
            <w:vMerge w:val="restart"/>
            <w:vAlign w:val="center"/>
          </w:tcPr>
          <w:p w14:paraId="73ABA95A" w14:textId="77777777" w:rsidR="00C0135E" w:rsidRPr="00E11DD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5"/>
            <w:vAlign w:val="center"/>
          </w:tcPr>
          <w:p w14:paraId="1B8CD696" w14:textId="77777777" w:rsidR="00C0135E" w:rsidRPr="00E11DDC" w:rsidRDefault="00C0135E" w:rsidP="00EC651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D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63" w:type="dxa"/>
            <w:vAlign w:val="center"/>
          </w:tcPr>
          <w:p w14:paraId="0510F9C2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vAlign w:val="center"/>
          </w:tcPr>
          <w:p w14:paraId="774A42F7" w14:textId="77777777" w:rsidR="00C0135E" w:rsidRPr="00E11DD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76F80679" w14:textId="77777777" w:rsidR="00C0135E" w:rsidRPr="00E11DDC" w:rsidRDefault="00C0135E" w:rsidP="00EC6513">
            <w:pPr>
              <w:ind w:left="-152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C0135E" w:rsidRPr="00E11DDC" w14:paraId="3752ADD7" w14:textId="77777777" w:rsidTr="00B44E0E">
        <w:trPr>
          <w:cantSplit/>
          <w:tblHeader/>
        </w:trPr>
        <w:tc>
          <w:tcPr>
            <w:tcW w:w="2552" w:type="dxa"/>
            <w:vMerge/>
            <w:vAlign w:val="center"/>
          </w:tcPr>
          <w:p w14:paraId="10B36803" w14:textId="77777777" w:rsidR="00C0135E" w:rsidRPr="00E11DD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68F215" w14:textId="77777777" w:rsidR="00410837" w:rsidRDefault="00C0135E" w:rsidP="00EC6513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Вед</w:t>
            </w:r>
          </w:p>
          <w:p w14:paraId="4DA9EA25" w14:textId="462E2BDB" w:rsidR="00C0135E" w:rsidRPr="00E11DDC" w:rsidRDefault="00C0135E" w:rsidP="00EC6513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1DDC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="00410837">
              <w:rPr>
                <w:b/>
                <w:bCs/>
                <w:color w:val="000000"/>
                <w:sz w:val="24"/>
                <w:szCs w:val="24"/>
              </w:rPr>
              <w:t>мс</w:t>
            </w:r>
            <w:proofErr w:type="spellEnd"/>
          </w:p>
          <w:p w14:paraId="0A8869FB" w14:textId="078F972B" w:rsidR="00C0135E" w:rsidRPr="00E11DDC" w:rsidRDefault="00C0135E" w:rsidP="00EC6513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1DDC">
              <w:rPr>
                <w:b/>
                <w:bCs/>
                <w:color w:val="000000"/>
                <w:sz w:val="24"/>
                <w:szCs w:val="24"/>
              </w:rPr>
              <w:t>тво</w:t>
            </w:r>
            <w:proofErr w:type="spellEnd"/>
          </w:p>
        </w:tc>
        <w:tc>
          <w:tcPr>
            <w:tcW w:w="567" w:type="dxa"/>
            <w:vAlign w:val="center"/>
          </w:tcPr>
          <w:p w14:paraId="2E56822C" w14:textId="77777777" w:rsidR="00C0135E" w:rsidRPr="00E11DDC" w:rsidRDefault="00C0135E" w:rsidP="00EC6513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Раз</w:t>
            </w:r>
          </w:p>
          <w:p w14:paraId="47CCB078" w14:textId="77777777" w:rsidR="00C0135E" w:rsidRPr="00E11DDC" w:rsidRDefault="00C0135E" w:rsidP="00EC6513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vAlign w:val="center"/>
          </w:tcPr>
          <w:p w14:paraId="129AC74F" w14:textId="77777777" w:rsidR="00C0135E" w:rsidRPr="00E11DDC" w:rsidRDefault="00C0135E" w:rsidP="001279B3">
            <w:pPr>
              <w:ind w:left="-108" w:right="-1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1DDC">
              <w:rPr>
                <w:b/>
                <w:bCs/>
                <w:color w:val="000000"/>
                <w:sz w:val="24"/>
                <w:szCs w:val="24"/>
              </w:rPr>
              <w:t>Подраз</w:t>
            </w:r>
            <w:proofErr w:type="spellEnd"/>
            <w:r w:rsidRPr="00E11DDC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1279B3" w:rsidRPr="00E11DDC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E11DDC">
              <w:rPr>
                <w:b/>
                <w:bCs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1559" w:type="dxa"/>
            <w:vAlign w:val="center"/>
          </w:tcPr>
          <w:p w14:paraId="56DCE1C3" w14:textId="77777777" w:rsidR="00C0135E" w:rsidRPr="00E11DD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72CDDB4A" w14:textId="77777777" w:rsidR="00C0135E" w:rsidRPr="00E11DDC" w:rsidRDefault="00C0135E" w:rsidP="00B44E0E">
            <w:pPr>
              <w:ind w:right="-12" w:hanging="7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163" w:type="dxa"/>
            <w:vAlign w:val="center"/>
          </w:tcPr>
          <w:p w14:paraId="5E62A3D6" w14:textId="77777777" w:rsidR="00C0135E" w:rsidRPr="00E11DD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9342F9F" w14:textId="77777777" w:rsidR="00C0135E" w:rsidRPr="00E11DD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13A94D" w14:textId="77777777" w:rsidR="00C0135E" w:rsidRPr="00E11DD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66CE" w:rsidRPr="00E11DDC" w14:paraId="0DF357AB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248C" w14:textId="2F4D47BC" w:rsidR="00FC66CE" w:rsidRPr="00B16D91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b/>
                <w:bCs/>
                <w:sz w:val="24"/>
                <w:szCs w:val="24"/>
              </w:rPr>
              <w:t xml:space="preserve">Финансовое управление администрации Балахнинского муниципального </w:t>
            </w:r>
            <w:r w:rsidRPr="00B16D91">
              <w:rPr>
                <w:b/>
                <w:bCs/>
                <w:sz w:val="24"/>
                <w:szCs w:val="24"/>
              </w:rPr>
              <w:lastRenderedPageBreak/>
              <w:t>округа Нижегородской области, 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FA02" w14:textId="678D8F4F" w:rsidR="00FC66CE" w:rsidRPr="00E11DDC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EED3" w14:textId="77777777" w:rsidR="00FC66CE" w:rsidRPr="00E11DDC" w:rsidRDefault="00FC66CE" w:rsidP="00FC66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F528" w14:textId="77777777" w:rsidR="00FC66CE" w:rsidRPr="00E11DDC" w:rsidRDefault="00FC66CE" w:rsidP="00FC66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2FDF0" w14:textId="77777777" w:rsidR="00FC66CE" w:rsidRPr="00E11DDC" w:rsidRDefault="00FC66CE" w:rsidP="00FC66CE">
            <w:pPr>
              <w:ind w:left="-74" w:firstLine="7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A426" w14:textId="77777777" w:rsidR="00FC66CE" w:rsidRPr="00E11DDC" w:rsidRDefault="00FC66CE" w:rsidP="00FC66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A15FB" w14:textId="4C18BB2F" w:rsidR="00FC66CE" w:rsidRPr="00FC66CE" w:rsidRDefault="00FC66CE" w:rsidP="00FC66CE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29 020,7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FF4B" w14:textId="6CF1FBB6" w:rsidR="00FC66CE" w:rsidRPr="00FC66CE" w:rsidRDefault="00FC66CE" w:rsidP="00FC66CE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DA87" w14:textId="64EAC4E2" w:rsidR="00FC66CE" w:rsidRPr="00FC66CE" w:rsidRDefault="00FC66CE" w:rsidP="00FC66CE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FC66CE" w:rsidRPr="00E11DDC" w14:paraId="6B7167A4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FE8B" w14:textId="6ED19263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FD8E" w14:textId="39ADD346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7E902" w14:textId="3E7D8C7A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C2F3" w14:textId="7182EF78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BA39" w14:textId="4729D5EA" w:rsidR="00FC66CE" w:rsidRPr="00FC66CE" w:rsidRDefault="00FC66CE" w:rsidP="00FC66CE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DD4C" w14:textId="2B004DA6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761D" w14:textId="694F8A13" w:rsidR="00FC66CE" w:rsidRPr="00FC66CE" w:rsidRDefault="00FC66CE" w:rsidP="00FC66CE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17 886,6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17A5" w14:textId="2B70FC9B" w:rsidR="00FC66CE" w:rsidRPr="00FC66CE" w:rsidRDefault="00FC66CE" w:rsidP="00FC66CE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D801" w14:textId="289789E5" w:rsidR="00FC66CE" w:rsidRPr="00FC66CE" w:rsidRDefault="00FC66CE" w:rsidP="00FC66CE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FC66CE" w:rsidRPr="00E11DDC" w14:paraId="00467BE3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B2AE" w14:textId="7B903CA0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921B" w14:textId="5C8F09E2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E7EE" w14:textId="5469CEA7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724B" w14:textId="2F56935D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A978" w14:textId="2CFA610B" w:rsidR="00FC66CE" w:rsidRPr="00FC66CE" w:rsidRDefault="00FC66CE" w:rsidP="00FC66CE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551C" w14:textId="1F10F455" w:rsidR="00FC66CE" w:rsidRPr="00FC66CE" w:rsidRDefault="00FC66CE" w:rsidP="00FC66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D808" w14:textId="70C67F2E" w:rsidR="00FC66CE" w:rsidRPr="00FC66CE" w:rsidRDefault="00FC66CE" w:rsidP="00FC66CE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16 025,3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81FA" w14:textId="3CB37B34" w:rsidR="00FC66CE" w:rsidRPr="00FC66CE" w:rsidRDefault="00FC66CE" w:rsidP="00FC66CE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09D8" w14:textId="73B207F8" w:rsidR="00FC66CE" w:rsidRPr="00FC66CE" w:rsidRDefault="00FC66CE" w:rsidP="00FC66CE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FC66CE" w:rsidRPr="00E11DDC" w14:paraId="68614088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C296" w14:textId="22AB02AC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FC66CE">
              <w:rPr>
                <w:sz w:val="24"/>
                <w:szCs w:val="24"/>
              </w:rPr>
              <w:t>Балахнинском</w:t>
            </w:r>
            <w:proofErr w:type="spellEnd"/>
            <w:r w:rsidRPr="00FC66CE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ACA5B" w14:textId="4318CF68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0B67" w14:textId="25D76AEB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627C" w14:textId="542D899E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F062" w14:textId="720560D7" w:rsidR="00FC66CE" w:rsidRPr="00FC66CE" w:rsidRDefault="00FC66CE" w:rsidP="00FC66CE">
            <w:pPr>
              <w:ind w:right="-105"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C86C" w14:textId="53610E44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DBDC" w14:textId="7F7904A7" w:rsidR="00FC66CE" w:rsidRPr="00FC66CE" w:rsidRDefault="00FC66CE" w:rsidP="00FC66CE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16 025,3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4DE2" w14:textId="60B488A8" w:rsidR="00FC66CE" w:rsidRPr="00FC66CE" w:rsidRDefault="00FC66CE" w:rsidP="00FC66CE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8B1B" w14:textId="08EB76F7" w:rsidR="00FC66CE" w:rsidRPr="00FC66CE" w:rsidRDefault="00FC66CE" w:rsidP="00FC66CE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</w:tr>
      <w:tr w:rsidR="00FC66CE" w:rsidRPr="00E11DDC" w14:paraId="18DDC2B3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5844F" w14:textId="4D6D31C6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1C1E8" w14:textId="29D9A5C5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E12E" w14:textId="4381DBDD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A43D" w14:textId="67DC8506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07BD2" w14:textId="11E82BEC" w:rsidR="00FC66CE" w:rsidRPr="00FC66CE" w:rsidRDefault="00FC66CE" w:rsidP="00FC66CE">
            <w:pPr>
              <w:ind w:right="-105"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B01F4" w14:textId="12E9B010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BF3C" w14:textId="4C3FA4B7" w:rsidR="00FC66CE" w:rsidRPr="00FC66CE" w:rsidRDefault="00FC66CE" w:rsidP="00FC66CE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16 025,3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5995" w14:textId="409EE928" w:rsidR="00FC66CE" w:rsidRPr="00FC66CE" w:rsidRDefault="00FC66CE" w:rsidP="00FC66CE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07B7A" w14:textId="2B6373DB" w:rsidR="00FC66CE" w:rsidRPr="00FC66CE" w:rsidRDefault="00FC66CE" w:rsidP="00FC66CE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</w:tr>
      <w:tr w:rsidR="00FC66CE" w:rsidRPr="00E11DDC" w14:paraId="11BD3681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61FC" w14:textId="2A14198D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AEC8" w14:textId="1DB93A01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E4E8" w14:textId="04513C41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5F3D" w14:textId="3B81360C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A8186" w14:textId="6703392F" w:rsidR="00FC66CE" w:rsidRPr="00FC66CE" w:rsidRDefault="00FC66CE" w:rsidP="00FC66CE">
            <w:pPr>
              <w:ind w:right="-105"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CDC5" w14:textId="01B59D37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BB1D" w14:textId="2160679C" w:rsidR="00FC66CE" w:rsidRPr="00FC66CE" w:rsidRDefault="00FC66CE" w:rsidP="00FC66CE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16 025,3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F204" w14:textId="0A73975A" w:rsidR="00FC66CE" w:rsidRPr="00FC66CE" w:rsidRDefault="00FC66CE" w:rsidP="00FC66CE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8348" w14:textId="0F821CB5" w:rsidR="00FC66CE" w:rsidRPr="00FC66CE" w:rsidRDefault="00FC66CE" w:rsidP="00FC66CE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16 027,3</w:t>
            </w:r>
          </w:p>
        </w:tc>
      </w:tr>
      <w:tr w:rsidR="00FC66CE" w:rsidRPr="00E11DDC" w14:paraId="6FE43CAA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0A212" w14:textId="2F5CF1FE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50A7" w14:textId="65F2FE1F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0CE6A" w14:textId="23F3ED19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97BD" w14:textId="5FDB9945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28B2" w14:textId="0693C6F5" w:rsidR="00FC66CE" w:rsidRPr="00FC66CE" w:rsidRDefault="00FC66CE" w:rsidP="00FC66CE">
            <w:pPr>
              <w:ind w:right="-105"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AF208" w14:textId="6E446524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EDAD" w14:textId="0D940A66" w:rsidR="00FC66CE" w:rsidRPr="00FC66CE" w:rsidRDefault="00FC66CE" w:rsidP="00FC66CE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15 380,3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FEB5" w14:textId="035F98D7" w:rsidR="00FC66CE" w:rsidRPr="00FC66CE" w:rsidRDefault="00FC66CE" w:rsidP="00FC66CE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15 382,3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53F24" w14:textId="057722E9" w:rsidR="00FC66CE" w:rsidRPr="00FC66CE" w:rsidRDefault="00FC66CE" w:rsidP="00FC66CE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FC66CE">
              <w:rPr>
                <w:sz w:val="24"/>
                <w:szCs w:val="24"/>
              </w:rPr>
              <w:t>15 382,3</w:t>
            </w:r>
          </w:p>
        </w:tc>
      </w:tr>
      <w:tr w:rsidR="00FC66CE" w:rsidRPr="00E11DDC" w14:paraId="41C8D870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D9F41" w14:textId="6F5F90AB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375A7" w14:textId="6517C9E3" w:rsidR="00FC66CE" w:rsidRPr="00FC66CE" w:rsidRDefault="00FC66CE" w:rsidP="00FC66CE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56DE" w14:textId="20EF0C49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5C44" w14:textId="0DB70338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5979" w14:textId="410345BF" w:rsidR="00FC66CE" w:rsidRPr="00FC66CE" w:rsidRDefault="00FC66CE" w:rsidP="00FC66CE">
            <w:pPr>
              <w:ind w:right="-105" w:firstLine="0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7365A" w14:textId="35979863" w:rsidR="00FC66CE" w:rsidRPr="00FC66CE" w:rsidRDefault="00FC66CE" w:rsidP="00FC66CE">
            <w:pPr>
              <w:ind w:firstLine="0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C16F" w14:textId="767DF340" w:rsidR="00FC66CE" w:rsidRPr="00FC66CE" w:rsidRDefault="00FC66CE" w:rsidP="00FC66CE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1 861,3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95A4" w14:textId="58E9C2CD" w:rsidR="00FC66CE" w:rsidRPr="00FC66CE" w:rsidRDefault="00FC66CE" w:rsidP="00FC66CE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AF03" w14:textId="1AE329B0" w:rsidR="00FC66CE" w:rsidRPr="00FC66CE" w:rsidRDefault="00FC66CE" w:rsidP="00FC66CE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FC66CE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565CF1" w:rsidRPr="00E11DDC" w14:paraId="55348FF8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8D086" w14:textId="0822356D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5BAE" w14:textId="77777777" w:rsidR="00565CF1" w:rsidRPr="00E11DDC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E21F" w14:textId="7948622B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BD24" w14:textId="68EB060D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EDE9" w14:textId="1B54196F" w:rsidR="00565CF1" w:rsidRPr="00B16D91" w:rsidRDefault="00565CF1" w:rsidP="00565CF1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E9B1" w14:textId="046082B5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3AA4" w14:textId="52B863EC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76B7C" w14:textId="32E30E68" w:rsidR="00565CF1" w:rsidRPr="00B16D91" w:rsidRDefault="00565CF1" w:rsidP="00565CF1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5FF2" w14:textId="4BAC6FE4" w:rsidR="00565CF1" w:rsidRPr="00B16D91" w:rsidRDefault="00565CF1" w:rsidP="00565CF1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</w:tr>
      <w:tr w:rsidR="00565CF1" w:rsidRPr="00E11DDC" w14:paraId="3B98B31E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A8B9F" w14:textId="236859F6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2B2D" w14:textId="77777777" w:rsidR="00565CF1" w:rsidRPr="00E11DDC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4413" w14:textId="058302E5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67DE" w14:textId="0E12B3F5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176C2" w14:textId="7E8E6A48" w:rsidR="00565CF1" w:rsidRPr="00B16D91" w:rsidRDefault="00565CF1" w:rsidP="00565CF1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B26A" w14:textId="389059C6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A605A" w14:textId="131E010E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405A" w14:textId="7FCCE56B" w:rsidR="00565CF1" w:rsidRPr="00B16D91" w:rsidRDefault="00565CF1" w:rsidP="00565CF1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8680" w14:textId="728A34E7" w:rsidR="00565CF1" w:rsidRPr="00B16D91" w:rsidRDefault="00565CF1" w:rsidP="00565CF1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</w:tr>
      <w:tr w:rsidR="00565CF1" w:rsidRPr="00E11DDC" w14:paraId="253CC904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79FF" w14:textId="754FF127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E614" w14:textId="77777777" w:rsidR="00565CF1" w:rsidRPr="00E11DDC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812E" w14:textId="14D0C019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9B8D" w14:textId="27663748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41E6" w14:textId="1763817A" w:rsidR="00565CF1" w:rsidRPr="00B16D91" w:rsidRDefault="00565CF1" w:rsidP="00565CF1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C796" w14:textId="5F6AE143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86D5B" w14:textId="09A0704A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07D0" w14:textId="4B746227" w:rsidR="00565CF1" w:rsidRPr="00B16D91" w:rsidRDefault="00565CF1" w:rsidP="00565CF1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828B" w14:textId="4AE64BA2" w:rsidR="00565CF1" w:rsidRPr="00B16D91" w:rsidRDefault="00565CF1" w:rsidP="00565CF1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</w:tr>
      <w:tr w:rsidR="00565CF1" w:rsidRPr="00E11DDC" w14:paraId="2A229778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72F9" w14:textId="16E36D9D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901B" w14:textId="77777777" w:rsidR="00565CF1" w:rsidRPr="00E11DDC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0086" w14:textId="2250AD2B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EEAB" w14:textId="0C101EB2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90132" w14:textId="61763E7F" w:rsidR="00565CF1" w:rsidRPr="00B16D91" w:rsidRDefault="00565CF1" w:rsidP="00565CF1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FA45F" w14:textId="104871F2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95BE" w14:textId="0EA4BE9B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93EF" w14:textId="42E1A2FE" w:rsidR="00565CF1" w:rsidRPr="00B16D91" w:rsidRDefault="00565CF1" w:rsidP="00565CF1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9FFAE" w14:textId="6536B6A0" w:rsidR="00565CF1" w:rsidRPr="00B16D91" w:rsidRDefault="00565CF1" w:rsidP="00565CF1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</w:tr>
      <w:tr w:rsidR="00565CF1" w:rsidRPr="00E11DDC" w14:paraId="15371052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022C6" w14:textId="2DF0F109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2FEA4" w14:textId="77777777" w:rsidR="00565CF1" w:rsidRPr="00E11DDC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FA508" w14:textId="4648024B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FA5F" w14:textId="538CC59F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FFE1" w14:textId="5A863E73" w:rsidR="00565CF1" w:rsidRPr="00B16D91" w:rsidRDefault="00565CF1" w:rsidP="00565CF1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2DD6" w14:textId="6B16ABE0" w:rsidR="00565CF1" w:rsidRPr="00B16D91" w:rsidRDefault="00565CF1" w:rsidP="00565C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2F13" w14:textId="2CC3462D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DEEB" w14:textId="15BE7C54" w:rsidR="00565CF1" w:rsidRPr="00B16D91" w:rsidRDefault="00565CF1" w:rsidP="00565CF1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B03E" w14:textId="47B453BE" w:rsidR="00565CF1" w:rsidRPr="00B16D91" w:rsidRDefault="00565CF1" w:rsidP="00565CF1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B16D91">
              <w:rPr>
                <w:sz w:val="24"/>
                <w:szCs w:val="24"/>
              </w:rPr>
              <w:t>200,0</w:t>
            </w:r>
          </w:p>
        </w:tc>
      </w:tr>
      <w:tr w:rsidR="00565CF1" w:rsidRPr="00E11DDC" w14:paraId="424E5FAF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90BF" w14:textId="3E6BAC76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BBF7" w14:textId="33E25766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BEA2" w14:textId="4F8B613B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26C4" w14:textId="311DF17F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05D9" w14:textId="64C65F8A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4BE" w14:textId="294C1923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9542" w14:textId="00D74530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129,8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F392" w14:textId="5D85EE7E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05C7" w14:textId="761B507B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65CF1" w:rsidRPr="00E11DDC" w14:paraId="7BF8405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A5D9" w14:textId="676D0BAF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578B" w14:textId="0D3FA70B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1D94" w14:textId="33CE30CA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8572" w14:textId="083273BA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0F3F" w14:textId="128E5ED8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E3DE" w14:textId="7AD947C0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786A" w14:textId="10EB7BE4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129,8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6043" w14:textId="34FCA163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6B770" w14:textId="5AC81859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65CF1" w:rsidRPr="00E11DDC" w14:paraId="771A5ED6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7CAC8" w14:textId="4E559C7A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53AB" w14:textId="2A2111C4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8802" w14:textId="2E9823A5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9A1A" w14:textId="1D9C3A86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CE81" w14:textId="0D7DE865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1CC1" w14:textId="324929A2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F58C" w14:textId="150FA62A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2,0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E91B" w14:textId="1AE8BCC1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845A" w14:textId="6D9E07AF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</w:tr>
      <w:tr w:rsidR="00565CF1" w:rsidRPr="00E11DDC" w14:paraId="1780733A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388B" w14:textId="3BCEF582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0FA0" w14:textId="51B35808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F52E0" w14:textId="4B395976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4ED7" w14:textId="7229F442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646D" w14:textId="4E8C7380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66A9" w14:textId="7D37C226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6306" w14:textId="1466538E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2,0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99F2" w14:textId="6299C107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BEAA" w14:textId="3F8F1E82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</w:tr>
      <w:tr w:rsidR="00565CF1" w:rsidRPr="00E11DDC" w14:paraId="603BB434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F5E5" w14:textId="5F20250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15C6" w14:textId="6844FDDA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46FC" w14:textId="1683DC5B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2DA0" w14:textId="5BA958B6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D4B88" w14:textId="0ABD2D2A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9CA4" w14:textId="167A5F14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F95A" w14:textId="34A02E33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2,0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AA6E5" w14:textId="70922974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8EAF" w14:textId="324D4B3E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</w:tr>
      <w:tr w:rsidR="00565CF1" w:rsidRPr="00E11DDC" w14:paraId="2A2E337B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068E" w14:textId="6F9E4C4B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635A" w14:textId="39CB70F5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77F2" w14:textId="3E468638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4951" w14:textId="3297E53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906C" w14:textId="084144C7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D83EF" w14:textId="4AF838F2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B35AD" w14:textId="00193C8A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2,0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FD20" w14:textId="5A4C45FD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6ED8" w14:textId="3B25EB27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</w:tr>
      <w:tr w:rsidR="00565CF1" w:rsidRPr="00E11DDC" w14:paraId="768EAD8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B573" w14:textId="2FAD6DAA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C65B" w14:textId="4CB93BE6" w:rsidR="00565CF1" w:rsidRPr="00565CF1" w:rsidRDefault="00565CF1" w:rsidP="00565CF1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07921" w14:textId="6F3FD23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F2A8" w14:textId="7E707A78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E0AF" w14:textId="3C173C6A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889D" w14:textId="62757ADC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F695" w14:textId="63341DB9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2,0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7C3C" w14:textId="38BB14C1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D5ED" w14:textId="7C1804EE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0,0</w:t>
            </w:r>
          </w:p>
        </w:tc>
      </w:tr>
      <w:tr w:rsidR="00565CF1" w:rsidRPr="00E11DDC" w14:paraId="157042A0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1FE0D" w14:textId="0087E07D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F14B" w14:textId="183BAC9C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A968" w14:textId="7C6F7B74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C87B" w14:textId="5BDFFB9D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FE63" w14:textId="3AC49438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DE6E" w14:textId="22770E8C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D9DB" w14:textId="4ED3D47B" w:rsidR="00565CF1" w:rsidRPr="00565CF1" w:rsidRDefault="00565CF1" w:rsidP="00565CF1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893BB" w14:textId="2F8B53B8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3970" w14:textId="0F1775F1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65CF1" w:rsidRPr="00E11DDC" w14:paraId="6E2C00A4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8ABCD" w14:textId="4C75E168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 w:rsidRPr="00565CF1">
              <w:rPr>
                <w:b/>
                <w:bCs/>
                <w:sz w:val="24"/>
                <w:szCs w:val="24"/>
              </w:rPr>
              <w:lastRenderedPageBreak/>
              <w:t>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8960" w14:textId="4459A1AE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00AA" w14:textId="1D21AFFA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85CF6" w14:textId="3068CFF4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33617" w14:textId="3FFE9E14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D968" w14:textId="26034853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6ECE" w14:textId="12144597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2B0C6" w14:textId="2EBE7DAF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470E6" w14:textId="5CE87585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65CF1" w:rsidRPr="00E11DDC" w14:paraId="54459267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92A9" w14:textId="66FA5092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lastRenderedPageBreak/>
              <w:t xml:space="preserve">Муниципальная программа "Повышение эффективности бюджетных расходов в </w:t>
            </w:r>
            <w:proofErr w:type="spellStart"/>
            <w:r w:rsidRPr="00565CF1">
              <w:rPr>
                <w:sz w:val="24"/>
                <w:szCs w:val="24"/>
              </w:rPr>
              <w:t>Балахнинском</w:t>
            </w:r>
            <w:proofErr w:type="spellEnd"/>
            <w:r w:rsidRPr="00565CF1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1346" w14:textId="3D9C7537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088C" w14:textId="7A761811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AB77" w14:textId="1F862B21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CE71" w14:textId="79315AA4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B991" w14:textId="756F349E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B488" w14:textId="5CF14C14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3C2D7" w14:textId="30007029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66821" w14:textId="1BDBA705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</w:tr>
      <w:tr w:rsidR="00565CF1" w:rsidRPr="00E11DDC" w14:paraId="618F8DAC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E6026" w14:textId="46429918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4668" w14:textId="36499320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CAE3" w14:textId="5D01CDB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4EC4" w14:textId="293E21C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890C" w14:textId="4FA29487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7505" w14:textId="2B28D29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E443" w14:textId="54A3214A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8E97" w14:textId="1140EFC0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93628" w14:textId="033A4064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</w:tr>
      <w:tr w:rsidR="00565CF1" w:rsidRPr="00E11DDC" w14:paraId="00AE5DFF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E3AB" w14:textId="5823B2A3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EABE" w14:textId="3F9E0BCA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49C5" w14:textId="5CA5B6FB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071A" w14:textId="5C69A235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1F93" w14:textId="5B80C217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2DE9" w14:textId="75A2C95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CFF83" w14:textId="6CC4F32C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372" w14:textId="5AB1DDB0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CAF8" w14:textId="74929FB2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</w:tr>
      <w:tr w:rsidR="00565CF1" w:rsidRPr="00E11DDC" w14:paraId="46559BAB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A135" w14:textId="0112F86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301E" w14:textId="2D372411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C73C" w14:textId="0AED531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4EEB" w14:textId="4D999C7B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6C9A" w14:textId="1914EF94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4AFA" w14:textId="5337D2E3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3C8D" w14:textId="38056C0C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11 004,3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BE00" w14:textId="430ECFEB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B222" w14:textId="2A4B2FC2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14 304,3</w:t>
            </w:r>
          </w:p>
        </w:tc>
      </w:tr>
      <w:tr w:rsidR="00565CF1" w:rsidRPr="00E11DDC" w14:paraId="1F955923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B660" w14:textId="1FA22B4E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771D" w14:textId="2B6404D6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5F24" w14:textId="371A53BE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A61F" w14:textId="080B7D3D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3B605" w14:textId="3BD03F23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D7F2" w14:textId="3F13017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621C" w14:textId="2173E099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CE78" w14:textId="757C0D1E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CD01" w14:textId="3310394D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</w:tr>
      <w:tr w:rsidR="00565CF1" w:rsidRPr="00E11DDC" w14:paraId="1E13CD9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48EA" w14:textId="08DC98A9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1F23" w14:textId="5C2092BA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A4B4C" w14:textId="68A9D564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6451" w14:textId="566C45C7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08318" w14:textId="12BDC514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F960" w14:textId="153E4551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A08D" w14:textId="10730D20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10 987,8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448C5" w14:textId="28CB4969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14 227,8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77AB" w14:textId="19CC113F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14 227,8</w:t>
            </w:r>
          </w:p>
        </w:tc>
      </w:tr>
      <w:tr w:rsidR="00565CF1" w:rsidRPr="00E11DDC" w14:paraId="43836889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E3F6" w14:textId="58DA4553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4475" w14:textId="4843B2C2" w:rsidR="00565CF1" w:rsidRPr="00565CF1" w:rsidRDefault="00565CF1" w:rsidP="00565CF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565CF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73284" w14:textId="682D9291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CF16" w14:textId="375CB991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A76BB" w14:textId="7B47B0EF" w:rsidR="00565CF1" w:rsidRPr="00565CF1" w:rsidRDefault="00565CF1" w:rsidP="00565CF1">
            <w:pPr>
              <w:ind w:right="-105"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A199" w14:textId="085BC90C" w:rsidR="00565CF1" w:rsidRPr="00565CF1" w:rsidRDefault="00565CF1" w:rsidP="00565CF1">
            <w:pPr>
              <w:ind w:firstLine="0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573B" w14:textId="44BE5808" w:rsidR="00565CF1" w:rsidRPr="00565CF1" w:rsidRDefault="00565CF1" w:rsidP="00565CF1">
            <w:pPr>
              <w:ind w:left="-138" w:right="-87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16,5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3498" w14:textId="554402F2" w:rsidR="00565CF1" w:rsidRPr="00565CF1" w:rsidRDefault="00565CF1" w:rsidP="00565CF1">
            <w:pPr>
              <w:ind w:left="-137" w:right="-214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93F7" w14:textId="2D31E82A" w:rsidR="00565CF1" w:rsidRPr="00565CF1" w:rsidRDefault="00565CF1" w:rsidP="00565CF1">
            <w:pPr>
              <w:ind w:left="-137" w:right="-109" w:firstLine="0"/>
              <w:jc w:val="center"/>
              <w:rPr>
                <w:sz w:val="24"/>
                <w:szCs w:val="24"/>
              </w:rPr>
            </w:pPr>
            <w:r w:rsidRPr="00565CF1">
              <w:rPr>
                <w:sz w:val="24"/>
                <w:szCs w:val="24"/>
              </w:rPr>
              <w:t>76,5</w:t>
            </w:r>
          </w:p>
        </w:tc>
      </w:tr>
      <w:tr w:rsidR="00FA7AE5" w:rsidRPr="00E11DDC" w14:paraId="388F9AD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D3CA" w14:textId="42D1F423" w:rsidR="00FA7AE5" w:rsidRPr="00E11DDC" w:rsidRDefault="00FA7AE5" w:rsidP="00FA7AE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области, 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0DF8C" w14:textId="3A08C202" w:rsidR="00FA7AE5" w:rsidRPr="00E11DDC" w:rsidRDefault="00FA7AE5" w:rsidP="00FA7AE5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DEBE" w14:textId="25D0F349" w:rsidR="00FA7AE5" w:rsidRPr="00E11DDC" w:rsidRDefault="00FA7AE5" w:rsidP="00FA7AE5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F38B" w14:textId="5C11ED2B" w:rsidR="00FA7AE5" w:rsidRPr="00E11DDC" w:rsidRDefault="00FA7AE5" w:rsidP="00FA7AE5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0F124" w14:textId="36C4668F" w:rsidR="00FA7AE5" w:rsidRPr="00E11DDC" w:rsidRDefault="00FA7AE5" w:rsidP="00FA7AE5">
            <w:pPr>
              <w:ind w:left="-74" w:firstLine="74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BD28" w14:textId="279F50EB" w:rsidR="00FA7AE5" w:rsidRPr="00E11DDC" w:rsidRDefault="00FA7AE5" w:rsidP="00FA7AE5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88186" w14:textId="73E47707" w:rsidR="00FA7AE5" w:rsidRPr="00FA7AE5" w:rsidRDefault="00FA7AE5" w:rsidP="00FA7AE5">
            <w:pPr>
              <w:ind w:left="-138" w:right="-87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13 488,7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AAED" w14:textId="77036AD2" w:rsidR="00FA7AE5" w:rsidRPr="00FA7AE5" w:rsidRDefault="00FA7AE5" w:rsidP="00FA7AE5">
            <w:pPr>
              <w:ind w:left="-137" w:right="-21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173E" w14:textId="1E19475A" w:rsidR="00FA7AE5" w:rsidRPr="00FA7AE5" w:rsidRDefault="00FA7AE5" w:rsidP="00FA7AE5">
            <w:pPr>
              <w:ind w:left="-137"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FA7AE5" w:rsidRPr="00E11DDC" w14:paraId="07748141" w14:textId="77777777" w:rsidTr="00B44E0E">
        <w:trPr>
          <w:trHeight w:val="4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D524" w14:textId="5F562381" w:rsidR="00FA7AE5" w:rsidRPr="00E11DDC" w:rsidRDefault="00FA7AE5" w:rsidP="00FA7AE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C383" w14:textId="181AFF2A" w:rsidR="00FA7AE5" w:rsidRPr="00E11DDC" w:rsidRDefault="00FA7AE5" w:rsidP="00FA7AE5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2EC3" w14:textId="56D297E7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D531" w14:textId="582468C6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976F" w14:textId="7664F3FC" w:rsidR="00FA7AE5" w:rsidRPr="00E11DDC" w:rsidRDefault="00FA7AE5" w:rsidP="00FA7AE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66FA" w14:textId="4FCE9291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43CCA" w14:textId="04D0EBEF" w:rsidR="00FA7AE5" w:rsidRPr="00FA7AE5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13 438,7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0586" w14:textId="668FC494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ADFD" w14:textId="3475530F" w:rsidR="00FA7AE5" w:rsidRPr="00E11DDC" w:rsidRDefault="00FA7AE5" w:rsidP="00FA7AE5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FA7AE5" w:rsidRPr="00E11DDC" w14:paraId="3BA53C55" w14:textId="77777777" w:rsidTr="00B44E0E">
        <w:trPr>
          <w:trHeight w:val="4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52E3" w14:textId="33550C19" w:rsidR="00FA7AE5" w:rsidRPr="00E11DDC" w:rsidRDefault="00FA7AE5" w:rsidP="00FA7AE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B91C0" w14:textId="5EBB9F2F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50F0" w14:textId="1E24DD2F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4C707" w14:textId="27B5DA34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42817" w14:textId="13EF0152" w:rsidR="00FA7AE5" w:rsidRPr="00E11DDC" w:rsidRDefault="00FA7AE5" w:rsidP="00FA7AE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DE50" w14:textId="03D2A0B9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6260" w14:textId="0711D297" w:rsidR="00FA7AE5" w:rsidRPr="00FA7AE5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13 438,7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5E95F" w14:textId="669E4059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BBF4" w14:textId="60178D17" w:rsidR="00FA7AE5" w:rsidRPr="00E11DDC" w:rsidRDefault="00FA7AE5" w:rsidP="00FA7AE5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FA7AE5" w:rsidRPr="00E11DDC" w14:paraId="44667FF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67AA" w14:textId="5769BDBF" w:rsidR="00FA7AE5" w:rsidRPr="00E11DDC" w:rsidRDefault="00FA7AE5" w:rsidP="00FA7AE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B5FB" w14:textId="5ED6BF5D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3421" w14:textId="5B9B305D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9694" w14:textId="3D8B5A76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7546" w14:textId="55B89588" w:rsidR="00FA7AE5" w:rsidRPr="00E11DDC" w:rsidRDefault="00FA7AE5" w:rsidP="00FA7AE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B92C" w14:textId="2400ECC0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B669" w14:textId="4C1A2021" w:rsidR="00FA7AE5" w:rsidRPr="00FA7AE5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13 438,7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A36C" w14:textId="690BC537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758CC" w14:textId="0399BABC" w:rsidR="00FA7AE5" w:rsidRPr="00E11DDC" w:rsidRDefault="00FA7AE5" w:rsidP="00FA7AE5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15 477,6</w:t>
            </w:r>
          </w:p>
        </w:tc>
      </w:tr>
      <w:tr w:rsidR="00FA7AE5" w:rsidRPr="00E11DDC" w14:paraId="4A5ACE9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4295" w14:textId="2ADAA3AC" w:rsidR="00FA7AE5" w:rsidRPr="00E11DDC" w:rsidRDefault="00FA7AE5" w:rsidP="00FA7AE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20C7" w14:textId="6F784533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332E" w14:textId="0731BC90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5117" w14:textId="31828137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AFFA" w14:textId="0B24CBC4" w:rsidR="00FA7AE5" w:rsidRPr="00E11DDC" w:rsidRDefault="00FA7AE5" w:rsidP="00FA7AE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F4BE" w14:textId="17CF4706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FE95" w14:textId="000508E3" w:rsidR="00FA7AE5" w:rsidRPr="00FA7AE5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10 487,1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760CA" w14:textId="20FA77ED" w:rsidR="00FA7AE5" w:rsidRPr="00E11DDC" w:rsidRDefault="00FA7AE5" w:rsidP="00FA7A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12 937,5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8E3E0" w14:textId="43D77499" w:rsidR="00FA7AE5" w:rsidRPr="00E11DDC" w:rsidRDefault="00FA7AE5" w:rsidP="00FA7AE5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12 962,7</w:t>
            </w:r>
          </w:p>
        </w:tc>
      </w:tr>
      <w:tr w:rsidR="00FA7AE5" w:rsidRPr="00E11DDC" w14:paraId="6C2573B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0B8A" w14:textId="05E46350" w:rsidR="00FA7AE5" w:rsidRPr="00E11DDC" w:rsidRDefault="00FA7AE5" w:rsidP="00FA7A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65B4" w14:textId="74039D60" w:rsidR="00FA7AE5" w:rsidRPr="00E11DDC" w:rsidRDefault="00FA7AE5" w:rsidP="00FA7AE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898C" w14:textId="34DC2AC0" w:rsidR="00FA7AE5" w:rsidRPr="00E11DDC" w:rsidRDefault="00FA7AE5" w:rsidP="00FA7A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B3ED" w14:textId="7D60CF3A" w:rsidR="00FA7AE5" w:rsidRPr="00E11DDC" w:rsidRDefault="00FA7AE5" w:rsidP="00FA7A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94C83" w14:textId="05FAEF37" w:rsidR="00FA7AE5" w:rsidRPr="00E11DDC" w:rsidRDefault="00FA7AE5" w:rsidP="00FA7AE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0705" w14:textId="06B7D04C" w:rsidR="00FA7AE5" w:rsidRPr="00E11DDC" w:rsidRDefault="00FA7AE5" w:rsidP="00FA7A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24F6" w14:textId="1F36FAD2" w:rsidR="00FA7AE5" w:rsidRPr="00FA7AE5" w:rsidRDefault="00FA7AE5" w:rsidP="00FA7A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9 049,2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9230" w14:textId="25AE3457" w:rsidR="00FA7AE5" w:rsidRPr="00E11DDC" w:rsidRDefault="00FA7AE5" w:rsidP="00FA7A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12 318,6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0457" w14:textId="271AC5F3" w:rsidR="00FA7AE5" w:rsidRPr="00E11DDC" w:rsidRDefault="00FA7AE5" w:rsidP="00FA7AE5">
            <w:pPr>
              <w:ind w:right="-109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12 343,8</w:t>
            </w:r>
          </w:p>
        </w:tc>
      </w:tr>
      <w:tr w:rsidR="00FA7AE5" w:rsidRPr="00E11DDC" w14:paraId="3850DC0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3154" w14:textId="209E1745" w:rsidR="00FA7AE5" w:rsidRPr="00E11DDC" w:rsidRDefault="00FA7AE5" w:rsidP="00FA7AE5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E11DDC">
              <w:rPr>
                <w:sz w:val="24"/>
                <w:szCs w:val="24"/>
              </w:rPr>
              <w:t>подотраслям</w:t>
            </w:r>
            <w:proofErr w:type="spellEnd"/>
            <w:r w:rsidRPr="00E11DDC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503D" w14:textId="18BEE543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FD37" w14:textId="59C6DACA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04A3" w14:textId="3CC45139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E35D" w14:textId="526CC961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B5442" w14:textId="327667A1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29EB" w14:textId="7BE479E0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7 186,1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0C9DA" w14:textId="37834CA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93D9" w14:textId="4320826D" w:rsidR="00FA7AE5" w:rsidRPr="00E11DDC" w:rsidRDefault="00FA7AE5" w:rsidP="00FA7AE5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</w:tr>
      <w:tr w:rsidR="00FA7AE5" w:rsidRPr="00E11DDC" w14:paraId="3FC8E20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C2B2" w14:textId="037259B8" w:rsidR="00FA7AE5" w:rsidRPr="00E11DDC" w:rsidRDefault="00FA7AE5" w:rsidP="00FA7AE5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E035" w14:textId="6E6E007F" w:rsidR="00FA7AE5" w:rsidRPr="00E11DDC" w:rsidRDefault="00FA7AE5" w:rsidP="00FA7AE5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3E46" w14:textId="787F02C5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E848" w14:textId="3B9A46D0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FFEBB" w14:textId="289B6E29" w:rsidR="00FA7AE5" w:rsidRPr="00E11DDC" w:rsidRDefault="00FA7AE5" w:rsidP="00FA7AE5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070E" w14:textId="6DDDD124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63A1" w14:textId="2031A32B" w:rsidR="00FA7AE5" w:rsidRPr="00FA7AE5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7 186,1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CC2A" w14:textId="7CFAF64E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63556" w14:textId="42C7FA28" w:rsidR="00FA7AE5" w:rsidRPr="00E11DDC" w:rsidRDefault="00FA7AE5" w:rsidP="00FA7AE5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7 240,7</w:t>
            </w:r>
          </w:p>
        </w:tc>
      </w:tr>
      <w:tr w:rsidR="0082261E" w:rsidRPr="00E11DDC" w14:paraId="69B568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2DAC" w14:textId="71AD3F65" w:rsidR="0082261E" w:rsidRPr="00E11DDC" w:rsidRDefault="0082261E" w:rsidP="008226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D941" w14:textId="0D15FB15" w:rsidR="0082261E" w:rsidRPr="00E11DDC" w:rsidRDefault="0082261E" w:rsidP="0082261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6E2D" w14:textId="4B13F2E7" w:rsidR="0082261E" w:rsidRPr="00E11DDC" w:rsidRDefault="0082261E" w:rsidP="008226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8CD7" w14:textId="575A6DAB" w:rsidR="0082261E" w:rsidRPr="00E11DDC" w:rsidRDefault="0082261E" w:rsidP="008226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DB70" w14:textId="432E2C96" w:rsidR="0082261E" w:rsidRPr="00E11DDC" w:rsidRDefault="0082261E" w:rsidP="0082261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2E88" w14:textId="5D714CCF" w:rsidR="0082261E" w:rsidRPr="00E11DDC" w:rsidRDefault="0082261E" w:rsidP="008226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EDEE3" w14:textId="217743D2" w:rsidR="0082261E" w:rsidRPr="00E11DDC" w:rsidRDefault="0082261E" w:rsidP="008226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8F3E" w14:textId="2A1C79BE" w:rsidR="0082261E" w:rsidRPr="00E11DDC" w:rsidRDefault="0082261E" w:rsidP="008226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92320" w14:textId="6408366A" w:rsidR="0082261E" w:rsidRPr="00E11DDC" w:rsidRDefault="0082261E" w:rsidP="0082261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FA7AE5" w:rsidRPr="00E11DDC" w14:paraId="0C2E553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977" w14:textId="69B2238C" w:rsidR="00FA7AE5" w:rsidRPr="00E11DDC" w:rsidRDefault="00FA7AE5" w:rsidP="00FA7AE5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24455" w14:textId="77777777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2C25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7B47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C4BF3" w14:textId="77777777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9E8A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F83D" w14:textId="3F3822CA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2 406,5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00969" w14:textId="3A290FE6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2 223,3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E565" w14:textId="5453B5B5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2 223,3</w:t>
            </w:r>
          </w:p>
        </w:tc>
      </w:tr>
      <w:tr w:rsidR="00FA7AE5" w:rsidRPr="00E11DDC" w14:paraId="73B88FE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97ECD" w14:textId="54F45953" w:rsidR="00FA7AE5" w:rsidRPr="00E11DDC" w:rsidRDefault="00FA7AE5" w:rsidP="00FA7A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681F" w14:textId="77777777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14B98" w14:textId="4C178C50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FA5B" w14:textId="1F66F6D2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63B9" w14:textId="7C3F31D0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BB47" w14:textId="73FE423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4B11" w14:textId="4F6FD4F1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4 779,6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8E76" w14:textId="7F0570FC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5 017,4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230E" w14:textId="0ECC76C0" w:rsidR="00FA7AE5" w:rsidRPr="00E11DDC" w:rsidRDefault="00FA7AE5" w:rsidP="00FA7AE5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5 017,4</w:t>
            </w:r>
          </w:p>
        </w:tc>
      </w:tr>
      <w:tr w:rsidR="00FA7AE5" w:rsidRPr="00E11DDC" w14:paraId="5851B50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47A6" w14:textId="2D51C0C2" w:rsidR="00FA7AE5" w:rsidRPr="00E11DDC" w:rsidRDefault="00FA7AE5" w:rsidP="00FA7A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768F8" w14:textId="1F4DFA52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DEBE" w14:textId="5FADAF3B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7E12F" w14:textId="252844F3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B0D3" w14:textId="14E9E1F1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65F2" w14:textId="6B8D8ED9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5BFD7" w14:textId="3375A00F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623,0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8D85" w14:textId="46B31B7D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0F2B" w14:textId="1C4F9143" w:rsidR="00FA7AE5" w:rsidRPr="00E11DDC" w:rsidRDefault="00FA7AE5" w:rsidP="00FA7AE5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666,7</w:t>
            </w:r>
          </w:p>
        </w:tc>
      </w:tr>
      <w:tr w:rsidR="00FA7AE5" w:rsidRPr="00E11DDC" w14:paraId="560B03A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56D5" w14:textId="30AE12CB" w:rsidR="00FA7AE5" w:rsidRPr="00E11DDC" w:rsidRDefault="00FA7AE5" w:rsidP="00FA7A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174D" w14:textId="0D88DD48" w:rsidR="00FA7AE5" w:rsidRPr="00E11DDC" w:rsidRDefault="00FA7AE5" w:rsidP="00FA7AE5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AA5B" w14:textId="0EF5CBD7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468A" w14:textId="0699BE5E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0208" w14:textId="5328C5A8" w:rsidR="00FA7AE5" w:rsidRPr="00E11DDC" w:rsidRDefault="00FA7AE5" w:rsidP="00FA7AE5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EE4F" w14:textId="5E33AFFF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1ADB" w14:textId="48214775" w:rsidR="00FA7AE5" w:rsidRPr="00FA7AE5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623,0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6E1FA" w14:textId="0FD2E2B9" w:rsidR="00FA7AE5" w:rsidRPr="00E11DDC" w:rsidRDefault="00FA7AE5" w:rsidP="00FA7AE5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2A48" w14:textId="1D8A12C1" w:rsidR="00FA7AE5" w:rsidRPr="00E11DDC" w:rsidRDefault="00FA7AE5" w:rsidP="00FA7AE5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666,7</w:t>
            </w:r>
          </w:p>
        </w:tc>
      </w:tr>
      <w:tr w:rsidR="003E78BE" w:rsidRPr="00E11DDC" w14:paraId="353D822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862B" w14:textId="7FF3AE09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11AA" w14:textId="569DBD31" w:rsidR="003E78BE" w:rsidRPr="00E11DDC" w:rsidRDefault="003E78BE" w:rsidP="003E78B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6BEB" w14:textId="429F4C52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2E2F3" w14:textId="743FC971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502D" w14:textId="4E1FE438" w:rsidR="003E78BE" w:rsidRPr="00E11DDC" w:rsidRDefault="003E78BE" w:rsidP="003E78B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CEA0" w14:textId="38830F09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A8C4" w14:textId="0B733CFE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B3C79" w14:textId="43360BE6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BC8E" w14:textId="413FAF54" w:rsidR="003E78BE" w:rsidRPr="00E11DDC" w:rsidRDefault="003E78BE" w:rsidP="003E78B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FA7AE5" w:rsidRPr="00E11DDC" w14:paraId="03A18FA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15F5" w14:textId="1C8E0F05" w:rsidR="00FA7AE5" w:rsidRPr="00E11DDC" w:rsidRDefault="00FA7AE5" w:rsidP="00FA7AE5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22EC5" w14:textId="77777777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2272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31F3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1C81" w14:textId="77777777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69E9" w14:textId="77777777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02CF" w14:textId="038D0FF5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233,9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EA001" w14:textId="55A9CB92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3A48" w14:textId="6DF38843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352,7</w:t>
            </w:r>
          </w:p>
        </w:tc>
      </w:tr>
      <w:tr w:rsidR="00FA7AE5" w:rsidRPr="00E11DDC" w14:paraId="4FFAF23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7FC73" w14:textId="4D769957" w:rsidR="00FA7AE5" w:rsidRPr="00E11DDC" w:rsidRDefault="00FA7AE5" w:rsidP="00FA7A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842C" w14:textId="77777777" w:rsidR="00FA7AE5" w:rsidRPr="00E11DDC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4EE5" w14:textId="1F79561D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A88E7" w14:textId="31297BA6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2B400" w14:textId="4A4416BF" w:rsidR="00FA7AE5" w:rsidRPr="00E11DDC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032AD" w14:textId="32DFAEDD" w:rsidR="00FA7AE5" w:rsidRPr="00E11DDC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E60D" w14:textId="73A8C6B0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389,1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A33F9" w14:textId="73F2B12A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BA95" w14:textId="12E45F8C" w:rsidR="00FA7AE5" w:rsidRPr="00FA7AE5" w:rsidRDefault="00FA7AE5" w:rsidP="00FA7AE5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314,0</w:t>
            </w:r>
          </w:p>
        </w:tc>
      </w:tr>
      <w:tr w:rsidR="00FA7AE5" w:rsidRPr="00E11DDC" w14:paraId="5AEE4EC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0514" w14:textId="64310835" w:rsidR="00FA7AE5" w:rsidRPr="00FA7AE5" w:rsidRDefault="00FA7AE5" w:rsidP="00FA7AE5">
            <w:pPr>
              <w:ind w:firstLine="0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A469" w14:textId="2DD9AFE6" w:rsidR="00FA7AE5" w:rsidRPr="00FA7AE5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294F" w14:textId="5E1326C9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89B62" w14:textId="1FC3CDC1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D6B7" w14:textId="35B92BB2" w:rsidR="00FA7AE5" w:rsidRPr="00FA7AE5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1BB3" w14:textId="1BCE298D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A671D" w14:textId="3F91D0B0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8926" w14:textId="57FFCD86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2076" w14:textId="0B7C6281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6 212,0</w:t>
            </w:r>
          </w:p>
        </w:tc>
      </w:tr>
      <w:tr w:rsidR="00FA7AE5" w:rsidRPr="00E11DDC" w14:paraId="4F10A71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0B7CF" w14:textId="4F1CD08D" w:rsidR="00FA7AE5" w:rsidRPr="00FA7AE5" w:rsidRDefault="00FA7AE5" w:rsidP="00FA7AE5">
            <w:pPr>
              <w:ind w:firstLine="0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2450" w14:textId="133DE2AC" w:rsidR="00FA7AE5" w:rsidRPr="00FA7AE5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0009" w14:textId="15ECAA12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C2420" w14:textId="334541F1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A4B5" w14:textId="02FF8662" w:rsidR="00FA7AE5" w:rsidRPr="00FA7AE5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9FBA" w14:textId="1FD30A30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7299" w14:textId="3DDB93A7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20AC2" w14:textId="2BBC4EA0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90A4" w14:textId="72212B9C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6 212,0</w:t>
            </w:r>
          </w:p>
        </w:tc>
      </w:tr>
      <w:tr w:rsidR="00FA7AE5" w:rsidRPr="00E11DDC" w14:paraId="046200D7" w14:textId="77777777" w:rsidTr="00B44E0E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EA15" w14:textId="7E3A89D6" w:rsidR="00FA7AE5" w:rsidRPr="00FA7AE5" w:rsidRDefault="00FA7AE5" w:rsidP="00FA7AE5">
            <w:pPr>
              <w:ind w:firstLine="0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0178" w14:textId="26C6C2A4" w:rsidR="00FA7AE5" w:rsidRPr="00FA7AE5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2A44" w14:textId="3225D6A2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A4C18" w14:textId="70A7E282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602F1" w14:textId="73A99760" w:rsidR="00FA7AE5" w:rsidRPr="00FA7AE5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BC9AA" w14:textId="4C212B58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712C" w14:textId="7D92F78E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8CD6" w14:textId="0A2FF468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BE4A" w14:textId="6CBFE9F5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FA7AE5" w:rsidRPr="00E11DDC" w14:paraId="51BE409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F792" w14:textId="2F88B758" w:rsidR="00FA7AE5" w:rsidRPr="00FA7AE5" w:rsidRDefault="00FA7AE5" w:rsidP="00FA7AE5">
            <w:pPr>
              <w:ind w:firstLine="0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701B" w14:textId="2AEE85C9" w:rsidR="00FA7AE5" w:rsidRPr="00FA7AE5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DB45F" w14:textId="1B8F2931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5E07" w14:textId="5E2C06FA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1141" w14:textId="5A149E47" w:rsidR="00FA7AE5" w:rsidRPr="00FA7AE5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BB4DE" w14:textId="6408F47D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82B5" w14:textId="197F5457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2 172,6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66B1" w14:textId="44D35CA8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1 870,6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87C4" w14:textId="7B9664B5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1 870,6</w:t>
            </w:r>
          </w:p>
        </w:tc>
      </w:tr>
      <w:tr w:rsidR="00FA7AE5" w:rsidRPr="00E11DDC" w14:paraId="3691A61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F19F" w14:textId="4698526D" w:rsidR="00FA7AE5" w:rsidRPr="00FA7AE5" w:rsidRDefault="00FA7AE5" w:rsidP="00FA7AE5">
            <w:pPr>
              <w:ind w:firstLine="0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118B" w14:textId="5C9EF278" w:rsidR="00FA7AE5" w:rsidRPr="00FA7AE5" w:rsidRDefault="00FA7AE5" w:rsidP="00FA7AE5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BE7E" w14:textId="58C8BB63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95B4" w14:textId="27C99DFB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017E" w14:textId="7CBE77ED" w:rsidR="00FA7AE5" w:rsidRPr="00FA7AE5" w:rsidRDefault="00FA7AE5" w:rsidP="00FA7AE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1637" w14:textId="320BC5D2" w:rsidR="00FA7AE5" w:rsidRPr="00FA7AE5" w:rsidRDefault="00FA7AE5" w:rsidP="00FA7AE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A7AE5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14D9" w14:textId="53A25F20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4 261,4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8CA4" w14:textId="172833B5" w:rsidR="00FA7AE5" w:rsidRPr="00FA7AE5" w:rsidRDefault="00FA7AE5" w:rsidP="00FA7AE5">
            <w:pPr>
              <w:ind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4 341,4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582F" w14:textId="7C545B80" w:rsidR="00FA7AE5" w:rsidRPr="00FA7AE5" w:rsidRDefault="00FA7AE5" w:rsidP="00FA7AE5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7AE5">
              <w:rPr>
                <w:sz w:val="24"/>
                <w:szCs w:val="24"/>
              </w:rPr>
              <w:t>4 341,4</w:t>
            </w:r>
          </w:p>
        </w:tc>
      </w:tr>
      <w:tr w:rsidR="003E78BE" w:rsidRPr="00E11DDC" w14:paraId="7FE32AF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2823" w14:textId="64877C14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AAF8" w14:textId="7C6FD6D1" w:rsidR="003E78BE" w:rsidRPr="00E11DDC" w:rsidRDefault="003E78BE" w:rsidP="003E78B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C749" w14:textId="47111F26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F12A" w14:textId="76E4C20D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4DA8F" w14:textId="40F57757" w:rsidR="003E78BE" w:rsidRPr="00E11DDC" w:rsidRDefault="003E78BE" w:rsidP="003E78B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74FE" w14:textId="23F01FF2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1455" w14:textId="4ADF460F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D578" w14:textId="728F8C75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5F92" w14:textId="080C4AA3" w:rsidR="003E78BE" w:rsidRPr="00E11DDC" w:rsidRDefault="003E78BE" w:rsidP="003E78B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3E78BE" w:rsidRPr="00E11DDC" w14:paraId="335A6D2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5300" w14:textId="4E064A80" w:rsidR="003E78BE" w:rsidRPr="00E11DDC" w:rsidRDefault="003E78BE" w:rsidP="003E78B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033E" w14:textId="6990FDD8" w:rsidR="003E78BE" w:rsidRPr="00E11DDC" w:rsidRDefault="003E78BE" w:rsidP="003E78B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05A4" w14:textId="539327E2" w:rsidR="003E78BE" w:rsidRPr="00E11DDC" w:rsidRDefault="003E78BE" w:rsidP="003E78B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2D30" w14:textId="4F6DDB26" w:rsidR="003E78BE" w:rsidRPr="00E11DDC" w:rsidRDefault="003E78BE" w:rsidP="003E78B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3E4A" w14:textId="447D16AC" w:rsidR="003E78BE" w:rsidRPr="00E11DDC" w:rsidRDefault="003E78BE" w:rsidP="003E78B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6B09" w14:textId="0DDBA479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AFD0E" w14:textId="5A97F281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D22F" w14:textId="123F2DE9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3596" w14:textId="1CD0FE77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3E78BE" w:rsidRPr="00E11DDC" w14:paraId="20A9484D" w14:textId="77777777" w:rsidTr="00B44E0E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F4DF" w14:textId="3E415D38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E3B8" w14:textId="6CA20E13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CDDBA" w14:textId="2002DBDA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FC7E" w14:textId="28B8F1D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3209" w14:textId="5A23A9EA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48F4" w14:textId="253A4ECD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C8FA2" w14:textId="347A1C78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0F46" w14:textId="1D1E74F8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A69A" w14:textId="2D908A82" w:rsidR="003E78BE" w:rsidRPr="00E11DDC" w:rsidRDefault="003E78BE" w:rsidP="003E78B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E78BE" w:rsidRPr="00E11DDC" w14:paraId="5188EF6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6A3F" w14:textId="6E6BC438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B62C" w14:textId="77777777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942B" w14:textId="6CA08C9A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11BD2" w14:textId="77860CA8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3E33" w14:textId="08A9DCBE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0E8E" w14:textId="55E33660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4A3B" w14:textId="23CEEBE5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A1F5" w14:textId="543C6756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11CC1" w14:textId="2C554275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362,0</w:t>
            </w:r>
          </w:p>
        </w:tc>
      </w:tr>
      <w:tr w:rsidR="00D86C0B" w:rsidRPr="00E11DDC" w14:paraId="19DFDAA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1A65B" w14:textId="6BC09CC5" w:rsidR="00D86C0B" w:rsidRPr="00D86C0B" w:rsidRDefault="00D86C0B" w:rsidP="00D86C0B">
            <w:pPr>
              <w:ind w:firstLine="0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9F37" w14:textId="4D528008" w:rsidR="00D86C0B" w:rsidRPr="00D86C0B" w:rsidRDefault="00D86C0B" w:rsidP="00D86C0B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D6A0" w14:textId="7785498E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335" w14:textId="4F63D0E9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F3BE2" w14:textId="43524C17" w:rsidR="00D86C0B" w:rsidRPr="00D86C0B" w:rsidRDefault="00D86C0B" w:rsidP="00D86C0B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0659" w14:textId="473DF934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5557A" w14:textId="18A00937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2 951,6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1EA9" w14:textId="4E8E54BA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FE42" w14:textId="455543EE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2 514,9</w:t>
            </w:r>
          </w:p>
        </w:tc>
      </w:tr>
      <w:tr w:rsidR="00D86C0B" w:rsidRPr="00E11DDC" w14:paraId="32331E5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2199" w14:textId="2F8E1A7B" w:rsidR="00D86C0B" w:rsidRPr="00D86C0B" w:rsidRDefault="00D86C0B" w:rsidP="00D86C0B">
            <w:pPr>
              <w:ind w:firstLine="0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6C2FF" w14:textId="71068121" w:rsidR="00D86C0B" w:rsidRPr="00D86C0B" w:rsidRDefault="00D86C0B" w:rsidP="00D86C0B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975D" w14:textId="3DAAF29B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A5D3" w14:textId="6229F65A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5DBA" w14:textId="7EDCD6EC" w:rsidR="00D86C0B" w:rsidRPr="00D86C0B" w:rsidRDefault="00D86C0B" w:rsidP="00D86C0B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8CC0" w14:textId="792E2214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75F9" w14:textId="731BCB90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436,7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68B3B" w14:textId="61401F25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0BA2" w14:textId="2BF29900" w:rsidR="00D86C0B" w:rsidRPr="00D86C0B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86C0B">
              <w:rPr>
                <w:sz w:val="24"/>
                <w:szCs w:val="24"/>
              </w:rPr>
              <w:t> </w:t>
            </w:r>
          </w:p>
        </w:tc>
      </w:tr>
      <w:tr w:rsidR="00D86C0B" w:rsidRPr="00E11DDC" w14:paraId="5B4EA7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DD4C" w14:textId="79DE4D54" w:rsidR="00D86C0B" w:rsidRPr="00D86C0B" w:rsidRDefault="00D86C0B" w:rsidP="00D86C0B">
            <w:pPr>
              <w:ind w:firstLine="0"/>
              <w:rPr>
                <w:sz w:val="24"/>
                <w:szCs w:val="24"/>
              </w:rPr>
            </w:pPr>
            <w:r w:rsidRPr="00D86C0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A9D0" w14:textId="2194C11B" w:rsidR="00D86C0B" w:rsidRPr="00D86C0B" w:rsidRDefault="00D86C0B" w:rsidP="00D86C0B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7E7B" w14:textId="7D7241BF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206F" w14:textId="235143DC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FD98" w14:textId="7FA511FB" w:rsidR="00D86C0B" w:rsidRPr="00D86C0B" w:rsidRDefault="00D86C0B" w:rsidP="00D86C0B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7DB1" w14:textId="7AAFB9D3" w:rsidR="00D86C0B" w:rsidRPr="00D86C0B" w:rsidRDefault="00D86C0B" w:rsidP="00D86C0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86C0B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E877" w14:textId="00E9E187" w:rsidR="00D86C0B" w:rsidRPr="00E11DDC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436,7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EC5C5" w14:textId="75929E9F" w:rsidR="00D86C0B" w:rsidRPr="00E11DDC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D44F" w14:textId="5FA80EF4" w:rsidR="00D86C0B" w:rsidRPr="00E11DDC" w:rsidRDefault="00D86C0B" w:rsidP="00D86C0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0,0 </w:t>
            </w:r>
          </w:p>
        </w:tc>
      </w:tr>
      <w:tr w:rsidR="003E78BE" w:rsidRPr="00E11DDC" w14:paraId="65CAD8C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33B7" w14:textId="786110C2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D992C" w14:textId="3ECCEC45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EE78" w14:textId="5690EE67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E685C" w14:textId="1116CF5F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4114" w14:textId="331E1CD8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63D3" w14:textId="25456030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6689" w14:textId="507A73FD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85E7" w14:textId="04C09E76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8AEE8" w14:textId="6C8BB768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E78BE" w:rsidRPr="00E11DDC" w14:paraId="3E0826E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AB2EB" w14:textId="7187E37B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EA170" w14:textId="052EE1EB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04C7" w14:textId="729DAE23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81DE2" w14:textId="262E76A4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4DE8" w14:textId="5F8A4A37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78DA" w14:textId="574E1B9C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062D" w14:textId="470806D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FB62" w14:textId="19FC56A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D55E" w14:textId="0096177F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E78BE" w:rsidRPr="00E11DDC" w14:paraId="0B94C47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5443" w14:textId="6A8624A2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</w:t>
            </w:r>
            <w:r w:rsidRPr="00E11DDC">
              <w:rPr>
                <w:color w:val="000000"/>
                <w:sz w:val="24"/>
                <w:szCs w:val="24"/>
              </w:rPr>
              <w:lastRenderedPageBreak/>
              <w:t xml:space="preserve">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75F6" w14:textId="37384972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6696" w14:textId="05667827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B6B05" w14:textId="471C2C8F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5998D" w14:textId="1EE6533A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07DEE" w14:textId="0513936B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BE6C8" w14:textId="19102527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5FE5" w14:textId="1B6DFD9F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BAD8" w14:textId="65A7816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3E78BE" w:rsidRPr="00E11DDC" w14:paraId="7EF623C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D475" w14:textId="5B0B1DF3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Подпрограмма "Комплексное развитие"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746E" w14:textId="5488E850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7754" w14:textId="23453AA1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A36A" w14:textId="31E6E5B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6E170" w14:textId="020866CB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6DEA" w14:textId="175C3923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76E3" w14:textId="661D5826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9A3E1" w14:textId="0ECBA3A4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B82B" w14:textId="35518B64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3E78BE" w:rsidRPr="00E11DDC" w14:paraId="78C0DBB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B706" w14:textId="4808C0D1" w:rsidR="003E78BE" w:rsidRPr="00E11DDC" w:rsidRDefault="003E78BE" w:rsidP="003E78BE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2A3C" w14:textId="12D9FF40" w:rsidR="003E78BE" w:rsidRPr="00E11DDC" w:rsidRDefault="003E78BE" w:rsidP="003E78BE">
            <w:pPr>
              <w:spacing w:line="250" w:lineRule="exact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91D74" w14:textId="5021EE40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ED4C" w14:textId="40BDE956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B1D5A" w14:textId="50AD6B26" w:rsidR="003E78BE" w:rsidRPr="00E11DDC" w:rsidRDefault="003E78BE" w:rsidP="003E78BE">
            <w:pPr>
              <w:spacing w:line="250" w:lineRule="exact"/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EDFE" w14:textId="27F461A7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1DF" w14:textId="145D59BE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F094" w14:textId="5C487C67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634A" w14:textId="63D965F7" w:rsidR="003E78BE" w:rsidRPr="00E11DDC" w:rsidRDefault="003E78BE" w:rsidP="003E78B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3E78BE" w:rsidRPr="00E11DDC" w14:paraId="7B57928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8A93" w14:textId="65531D21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E3C6" w14:textId="4091768C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E984" w14:textId="277DA07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247A" w14:textId="1982CE21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26A7" w14:textId="4A2A7EFC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9ACE" w14:textId="5B566FD3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84E9" w14:textId="262999D0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C1B3" w14:textId="24FE7550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3CEF6" w14:textId="50E7531B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3E78BE" w:rsidRPr="00E11DDC" w14:paraId="090E5CB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12BE" w14:textId="01A898B6" w:rsidR="003E78BE" w:rsidRPr="00E11DDC" w:rsidRDefault="003E78BE" w:rsidP="003E78B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4EACD" w14:textId="6B8E5674" w:rsidR="003E78BE" w:rsidRPr="00E11DDC" w:rsidRDefault="003E78BE" w:rsidP="003E78B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083E6" w14:textId="4E978631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0F0F" w14:textId="2603EEED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79B4" w14:textId="7FF1CDDD" w:rsidR="003E78BE" w:rsidRPr="00E11DDC" w:rsidRDefault="003E78BE" w:rsidP="003E78B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8E4A1" w14:textId="7A739A55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C018" w14:textId="556C12D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116C3" w14:textId="2E1CA33E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F999" w14:textId="1BAF5E23" w:rsidR="003E78BE" w:rsidRPr="00E11DDC" w:rsidRDefault="003E78BE" w:rsidP="003E78B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A7124B" w:rsidRPr="00E11DDC" w14:paraId="2278A43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BC5C" w14:textId="77777777" w:rsidR="00A7124B" w:rsidRPr="00E11DDC" w:rsidRDefault="00A7124B" w:rsidP="003E78B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F421" w14:textId="77777777" w:rsidR="00A7124B" w:rsidRPr="00E11DDC" w:rsidRDefault="00A7124B" w:rsidP="003E78B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7869A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C25F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9D3E" w14:textId="77777777" w:rsidR="00A7124B" w:rsidRPr="00E11DDC" w:rsidRDefault="00A7124B" w:rsidP="003E78BE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10820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7ABB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403C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11A4" w14:textId="77777777" w:rsidR="00A7124B" w:rsidRPr="00E11DDC" w:rsidRDefault="00A7124B" w:rsidP="003E78B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D2381" w:rsidRPr="00E11DDC" w14:paraId="721F09B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B552" w14:textId="2F7A7933" w:rsidR="005D2381" w:rsidRPr="00D86C0B" w:rsidRDefault="005D2381" w:rsidP="005D2381">
            <w:pPr>
              <w:ind w:firstLine="0"/>
              <w:rPr>
                <w:color w:val="000000"/>
                <w:sz w:val="24"/>
                <w:szCs w:val="24"/>
              </w:rPr>
            </w:pPr>
            <w:r w:rsidRPr="00D86C0B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области,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C04A" w14:textId="088862A9" w:rsidR="005D2381" w:rsidRPr="00D86C0B" w:rsidRDefault="005D2381" w:rsidP="005D2381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86C0B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4A4E2" w14:textId="34CC6E01" w:rsidR="005D2381" w:rsidRPr="00D86C0B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64F50" w14:textId="5A316A6B" w:rsidR="005D2381" w:rsidRPr="00D86C0B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D8868" w14:textId="6AE47A36" w:rsidR="005D2381" w:rsidRPr="00D86C0B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6B72D" w14:textId="355A7919" w:rsidR="005D2381" w:rsidRPr="00D86C0B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186E" w14:textId="38AEB531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44B33">
              <w:rPr>
                <w:b/>
                <w:bCs/>
                <w:sz w:val="24"/>
                <w:szCs w:val="24"/>
              </w:rPr>
              <w:t>12 652,5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210E" w14:textId="11B68793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381">
              <w:rPr>
                <w:b/>
                <w:bCs/>
                <w:sz w:val="24"/>
                <w:szCs w:val="24"/>
              </w:rPr>
              <w:t>10 353,5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01E9" w14:textId="029C6C51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381">
              <w:rPr>
                <w:b/>
                <w:bCs/>
                <w:sz w:val="24"/>
                <w:szCs w:val="24"/>
              </w:rPr>
              <w:t>10 353,5</w:t>
            </w:r>
          </w:p>
        </w:tc>
      </w:tr>
      <w:tr w:rsidR="005D2381" w:rsidRPr="00E11DDC" w14:paraId="3D2B23A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52CB7" w14:textId="0729BF4D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43F8" w14:textId="47E1DCEE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9529E" w14:textId="7C65BFBA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342DB" w14:textId="66794385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7BA9" w14:textId="55203662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F3C2" w14:textId="4FD32B1D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52EF" w14:textId="78940EFD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b/>
                <w:bCs/>
                <w:sz w:val="24"/>
                <w:szCs w:val="24"/>
              </w:rPr>
              <w:t>12 652,5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8598" w14:textId="41210719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10 353,5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1233" w14:textId="262E5768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10 353,5</w:t>
            </w:r>
          </w:p>
        </w:tc>
      </w:tr>
      <w:tr w:rsidR="00444B33" w:rsidRPr="00E11DDC" w14:paraId="05AFBDE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20BF" w14:textId="622250F1" w:rsidR="00444B33" w:rsidRPr="00E11DDC" w:rsidRDefault="00444B33" w:rsidP="00444B3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14E2" w14:textId="3EE57B64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DF3F" w14:textId="4BDBA2E4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2FC1" w14:textId="4404F1C6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F4FA" w14:textId="0CBC16D1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E9F1" w14:textId="26C41A42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BB8F" w14:textId="7693B948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b/>
                <w:bCs/>
                <w:sz w:val="24"/>
                <w:szCs w:val="24"/>
              </w:rPr>
              <w:t>10 093,8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4434" w14:textId="16E1B7D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3DE8" w14:textId="6C56BA0D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444B33" w:rsidRPr="00E11DDC" w14:paraId="197A9FC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31D7" w14:textId="4C3010A5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5E6AA" w14:textId="04BB7882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CE44" w14:textId="4A7A5275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DD9F" w14:textId="51BA1E68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EB37" w14:textId="6C2D55B1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5747" w14:textId="223D664E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FE69" w14:textId="292CF6B0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10 093,8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BDCA" w14:textId="7FFAE30F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6B856" w14:textId="56E5A664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</w:tr>
      <w:tr w:rsidR="00444B33" w:rsidRPr="00E11DDC" w14:paraId="1894175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25CF" w14:textId="288A93AE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41BB" w14:textId="270ACA27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A5A01" w14:textId="0F116FC5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C59D" w14:textId="2AF99051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8C512" w14:textId="43222C4C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FD63" w14:textId="110A3448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17B23" w14:textId="58CEB5DB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10 093,8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9BB8" w14:textId="37F93E77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CFEA" w14:textId="6FDE1CA4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</w:tr>
      <w:tr w:rsidR="00444B33" w:rsidRPr="00E11DDC" w14:paraId="0F1D444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CAC2" w14:textId="4F846B5F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234C5" w14:textId="63F9F31D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1733" w14:textId="027994DC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9CAC2" w14:textId="0D506E21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360A" w14:textId="619D8FED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F501" w14:textId="74A760CF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D2E6" w14:textId="23053699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10 093,8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F897D" w14:textId="3D3DA9A7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A4245" w14:textId="01A232DB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9 324,8</w:t>
            </w:r>
          </w:p>
        </w:tc>
      </w:tr>
      <w:tr w:rsidR="00444B33" w:rsidRPr="00E11DDC" w14:paraId="57E9EB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4C42" w14:textId="5439E16E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7DB5" w14:textId="06F07B2D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5ACC" w14:textId="0BF1894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4058" w14:textId="4C2C67A5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2997" w14:textId="5E9112A3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537C" w14:textId="7E84CE0E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766B" w14:textId="5B5F125F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8 471,3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AD73" w14:textId="5685FE76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6 382,0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1907" w14:textId="59DF364C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6 382,0</w:t>
            </w:r>
          </w:p>
        </w:tc>
      </w:tr>
      <w:tr w:rsidR="00444B33" w:rsidRPr="00E11DDC" w14:paraId="255B232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6FCC" w14:textId="1F37A744" w:rsidR="00444B33" w:rsidRPr="00444B33" w:rsidRDefault="00444B33" w:rsidP="00444B33">
            <w:pPr>
              <w:ind w:firstLine="0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8E06" w14:textId="77777777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3665" w14:textId="692DA385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4C611" w14:textId="16E71DE1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39F1" w14:textId="3B71FE2E" w:rsidR="00444B33" w:rsidRPr="00444B33" w:rsidRDefault="00444B33" w:rsidP="00444B33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9C20" w14:textId="1F310274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8611" w14:textId="6332E8A2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6 910,2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F930" w14:textId="331385B0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5 484,0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9D6C" w14:textId="0EFC8DED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5 484,0</w:t>
            </w:r>
          </w:p>
        </w:tc>
      </w:tr>
      <w:tr w:rsidR="00444B33" w:rsidRPr="00E11DDC" w14:paraId="07023DE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8AEA" w14:textId="7087F7EB" w:rsidR="00444B33" w:rsidRPr="00E11DDC" w:rsidRDefault="00444B33" w:rsidP="00444B3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1157" w14:textId="5260B1C9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12ABE" w14:textId="2483160D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1A9B2" w14:textId="53F1BA00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D015" w14:textId="7B798490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74E0" w14:textId="7FDF7E1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E652E" w14:textId="1198CD88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1 552,1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6B34" w14:textId="731B01A8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898,0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98D66" w14:textId="3208CC2B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898,0</w:t>
            </w:r>
          </w:p>
        </w:tc>
      </w:tr>
      <w:tr w:rsidR="00444B33" w:rsidRPr="00E11DDC" w14:paraId="19E69E9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FDC9" w14:textId="6C8809AD" w:rsidR="00444B33" w:rsidRPr="00444B33" w:rsidRDefault="00444B33" w:rsidP="00444B33">
            <w:pPr>
              <w:ind w:right="-108" w:firstLine="0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EBFA" w14:textId="45CC63BA" w:rsidR="00444B33" w:rsidRPr="00444B33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9523" w14:textId="18A1B368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25DA" w14:textId="0E6C4EFD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D045" w14:textId="6C1EE7D8" w:rsidR="00444B33" w:rsidRPr="00444B33" w:rsidRDefault="00444B33" w:rsidP="00444B33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CA1F" w14:textId="78B1428D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6E60B" w14:textId="32916B06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2B94" w14:textId="0FC39E33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C912" w14:textId="5E98B5E9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0,0</w:t>
            </w:r>
          </w:p>
        </w:tc>
      </w:tr>
      <w:tr w:rsidR="00444B33" w:rsidRPr="00E11DDC" w14:paraId="101FDF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3983" w14:textId="1DD1C122" w:rsidR="00444B33" w:rsidRPr="00444B33" w:rsidRDefault="00444B33" w:rsidP="00444B33">
            <w:pPr>
              <w:ind w:right="-108" w:firstLine="0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44CF" w14:textId="5CD71DE3" w:rsidR="00444B33" w:rsidRPr="00444B33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9A88" w14:textId="5DFAA4BF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92B60" w14:textId="738F2E57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BECA" w14:textId="56F1C294" w:rsidR="00444B33" w:rsidRPr="00444B33" w:rsidRDefault="00444B33" w:rsidP="00444B33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3F13" w14:textId="13C29517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80C3" w14:textId="1FDE560F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1 622,5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18FE8" w14:textId="2F984A8D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A93AB" w14:textId="0070D98B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2 942,8</w:t>
            </w:r>
          </w:p>
        </w:tc>
      </w:tr>
      <w:tr w:rsidR="00444B33" w:rsidRPr="00E11DDC" w14:paraId="3A9536C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717F" w14:textId="2ADE475B" w:rsidR="00444B33" w:rsidRPr="00444B33" w:rsidRDefault="00444B33" w:rsidP="00444B33">
            <w:pPr>
              <w:ind w:right="-108" w:firstLine="0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F019" w14:textId="43A28281" w:rsidR="00444B33" w:rsidRPr="00444B33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4DC8D" w14:textId="1E7D5059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F599" w14:textId="4880372E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C965" w14:textId="79D1B92C" w:rsidR="00444B33" w:rsidRPr="00444B33" w:rsidRDefault="00444B33" w:rsidP="00444B33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739" w14:textId="7DB9C88A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0640" w14:textId="04566691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1 622,5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9859" w14:textId="01A97D95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52AB" w14:textId="5E435EE1" w:rsidR="00444B33" w:rsidRPr="00444B33" w:rsidRDefault="00444B33" w:rsidP="00444B33">
            <w:pPr>
              <w:ind w:firstLine="0"/>
              <w:jc w:val="center"/>
              <w:rPr>
                <w:sz w:val="24"/>
                <w:szCs w:val="24"/>
              </w:rPr>
            </w:pPr>
            <w:r w:rsidRPr="00444B33">
              <w:rPr>
                <w:sz w:val="24"/>
                <w:szCs w:val="24"/>
              </w:rPr>
              <w:t>2 942,8</w:t>
            </w:r>
          </w:p>
        </w:tc>
      </w:tr>
      <w:tr w:rsidR="005D2381" w:rsidRPr="00E11DDC" w14:paraId="4E3A95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6597" w14:textId="17A1499D" w:rsidR="005D2381" w:rsidRPr="00E11DDC" w:rsidRDefault="005D2381" w:rsidP="005D2381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5069" w14:textId="0010B3E3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9E0B" w14:textId="6ECBDD80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D3ED" w14:textId="1DFD77DB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B1352" w14:textId="1FEBC5E2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2408" w14:textId="331320DB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00879" w14:textId="5A7BD7B0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b/>
                <w:bCs/>
                <w:sz w:val="24"/>
                <w:szCs w:val="24"/>
              </w:rPr>
              <w:t>2 558,7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BAF6" w14:textId="57AE97B4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4144" w14:textId="4968F3DB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1 028,7</w:t>
            </w:r>
          </w:p>
        </w:tc>
      </w:tr>
      <w:tr w:rsidR="005D2381" w:rsidRPr="00E11DDC" w14:paraId="64EB7BD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B5014" w14:textId="7FE03C69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C24" w14:textId="1BD1CC48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38DB" w14:textId="6CB153F9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F2FD" w14:textId="69EF7BC7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AE0C" w14:textId="236C791B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5EFE7" w14:textId="136EC54C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6056" w14:textId="2E9793CB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2 558,7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A0E6" w14:textId="2BD4FC65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E99B4" w14:textId="45F1527C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1 028,7</w:t>
            </w:r>
          </w:p>
        </w:tc>
      </w:tr>
      <w:tr w:rsidR="005D2381" w:rsidRPr="00E11DDC" w14:paraId="4042F76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8F39" w14:textId="1B93A8D6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2518E" w14:textId="5A969E34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F71E1" w14:textId="2505E70E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8E8B" w14:textId="6E7DD60E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411E" w14:textId="6C89CC59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CE79" w14:textId="7D715682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E91A" w14:textId="0B363B1F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2 558,7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48B6" w14:textId="646C718E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45C9" w14:textId="4067ECD8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1 028,7</w:t>
            </w:r>
          </w:p>
        </w:tc>
      </w:tr>
      <w:tr w:rsidR="005D2381" w:rsidRPr="00E11DDC" w14:paraId="2DBEA5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EE68" w14:textId="6A67FD59" w:rsidR="005D2381" w:rsidRPr="00E11DDC" w:rsidRDefault="005D2381" w:rsidP="005D2381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F581" w14:textId="4BDB3066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3B04" w14:textId="6B9E3939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EAAE" w14:textId="30062BD4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31A70" w14:textId="77CC420C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9ECA9" w14:textId="720EC4FC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91584" w14:textId="035235D8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1 530,0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482F" w14:textId="6E3188A7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2E1B" w14:textId="2BDAAB00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5D2381" w:rsidRPr="00E11DDC" w14:paraId="692797A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6FE9" w14:textId="3BA7F6DA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E9C7" w14:textId="32DC930B" w:rsidR="005D2381" w:rsidRPr="00E11DDC" w:rsidRDefault="005D2381" w:rsidP="005D2381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509B" w14:textId="1B94BBCF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37ED" w14:textId="33F5B9CF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E7555" w14:textId="74E60A38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2FFF" w14:textId="3823063F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15B1" w14:textId="0152F025" w:rsidR="005D2381" w:rsidRPr="00444B33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1 530,0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E8CA" w14:textId="496AB3E2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5DC9" w14:textId="626EF327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444B33" w:rsidRPr="00E11DDC" w14:paraId="63A8E39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8F68" w14:textId="32B37B20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4E2B" w14:textId="5301EC9B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82BD" w14:textId="2272E56B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7290" w14:textId="2CD7EDB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AD95A" w14:textId="72C7A05B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1FC6" w14:textId="6F5FAE34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ACBF" w14:textId="6E2991EA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1 530,0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EF9C" w14:textId="72429E96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ED70" w14:textId="00CAD802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444B33" w:rsidRPr="00E11DDC" w14:paraId="7407F57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0D6AC" w14:textId="44AAF781" w:rsidR="00444B33" w:rsidRPr="00E11DDC" w:rsidRDefault="00444B33" w:rsidP="00444B3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801E" w14:textId="0BDEC776" w:rsidR="00444B33" w:rsidRPr="00E11DDC" w:rsidRDefault="00444B33" w:rsidP="00444B33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CD80" w14:textId="259D0E96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6FBC" w14:textId="1545512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36AC" w14:textId="1F473C02" w:rsidR="00444B33" w:rsidRPr="00E11DDC" w:rsidRDefault="00444B33" w:rsidP="00444B33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20E0" w14:textId="0AD5CF5A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1AA6" w14:textId="7970CA00" w:rsidR="00444B33" w:rsidRPr="00444B33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44B33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3404" w14:textId="5706E839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2B88" w14:textId="37EAF6BA" w:rsidR="00444B33" w:rsidRPr="00E11DDC" w:rsidRDefault="00444B33" w:rsidP="00444B3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A7124B" w:rsidRPr="00E11DDC" w14:paraId="47868EE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DE5" w14:textId="77777777" w:rsidR="00A7124B" w:rsidRPr="00E11DDC" w:rsidRDefault="00A7124B" w:rsidP="001F4C6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73EB" w14:textId="77777777" w:rsidR="00A7124B" w:rsidRPr="00E11DDC" w:rsidRDefault="00A7124B" w:rsidP="001F4C6C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F462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230A9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1B42A" w14:textId="77777777" w:rsidR="00A7124B" w:rsidRPr="00E11DDC" w:rsidRDefault="00A7124B" w:rsidP="001F4C6C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970E5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CDF87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0BD2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A3F98" w14:textId="77777777" w:rsidR="00A7124B" w:rsidRPr="00E11DDC" w:rsidRDefault="00A7124B" w:rsidP="001F4C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D2381" w:rsidRPr="00E11DDC" w14:paraId="4760FCA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E5C3" w14:textId="2187B557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области,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5178" w14:textId="6E4485F2" w:rsidR="005D2381" w:rsidRPr="00E11DDC" w:rsidRDefault="005D2381" w:rsidP="005D2381">
            <w:pPr>
              <w:ind w:left="-108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242A" w14:textId="55D38FB8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223F" w14:textId="303D7AF5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8D34" w14:textId="41A2DF2C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ADDA" w14:textId="2058707B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533F" w14:textId="252BD9E7" w:rsidR="005D2381" w:rsidRPr="00B44E0E" w:rsidRDefault="005D2381" w:rsidP="00B44E0E">
            <w:pPr>
              <w:ind w:right="-250" w:hanging="79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B44E0E">
              <w:rPr>
                <w:b/>
                <w:bCs/>
                <w:sz w:val="22"/>
                <w:szCs w:val="22"/>
              </w:rPr>
              <w:t>2 432 238,7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6390" w14:textId="77A41A79" w:rsidR="005D2381" w:rsidRPr="00B44E0E" w:rsidRDefault="005D2381" w:rsidP="005D2381">
            <w:pPr>
              <w:ind w:left="-114" w:right="-108"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44E0E">
              <w:rPr>
                <w:b/>
                <w:bCs/>
                <w:sz w:val="22"/>
                <w:szCs w:val="22"/>
              </w:rPr>
              <w:t>2 007 669,8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76AF" w14:textId="0E3A0018" w:rsidR="005D2381" w:rsidRPr="00B44E0E" w:rsidRDefault="005D2381" w:rsidP="005D2381">
            <w:pPr>
              <w:ind w:right="-108" w:hanging="108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44E0E">
              <w:rPr>
                <w:b/>
                <w:bCs/>
                <w:sz w:val="22"/>
                <w:szCs w:val="22"/>
              </w:rPr>
              <w:t>1 917 715,2</w:t>
            </w:r>
          </w:p>
        </w:tc>
      </w:tr>
      <w:tr w:rsidR="005D2381" w:rsidRPr="00E11DDC" w14:paraId="76EA2B3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6DC7" w14:textId="7BDFDBD2" w:rsidR="005D2381" w:rsidRPr="00E11DDC" w:rsidRDefault="005D2381" w:rsidP="005D2381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66B3" w14:textId="0A4501D8" w:rsidR="005D2381" w:rsidRPr="00E11DDC" w:rsidRDefault="005D2381" w:rsidP="005D23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1C129" w14:textId="01CB300A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C1D76" w14:textId="6AFEA86D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E9FE" w14:textId="469051AA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A2F7" w14:textId="2999BF1A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3DAEF" w14:textId="5B1C5174" w:rsidR="005D2381" w:rsidRPr="00B44E0E" w:rsidRDefault="005D2381" w:rsidP="005D2381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44E0E">
              <w:rPr>
                <w:b/>
                <w:bCs/>
                <w:sz w:val="22"/>
                <w:szCs w:val="22"/>
              </w:rPr>
              <w:t>151 678,1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2F0BE" w14:textId="5265B1F1" w:rsidR="005D2381" w:rsidRPr="00B44E0E" w:rsidRDefault="005D2381" w:rsidP="005D2381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44E0E">
              <w:rPr>
                <w:b/>
                <w:bCs/>
                <w:sz w:val="22"/>
                <w:szCs w:val="22"/>
              </w:rPr>
              <w:t>142 286,3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A94C6" w14:textId="148A8836" w:rsidR="005D2381" w:rsidRPr="00B44E0E" w:rsidRDefault="005D2381" w:rsidP="005D2381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44E0E">
              <w:rPr>
                <w:b/>
                <w:bCs/>
                <w:sz w:val="22"/>
                <w:szCs w:val="22"/>
              </w:rPr>
              <w:t>147 138,0</w:t>
            </w:r>
          </w:p>
        </w:tc>
      </w:tr>
      <w:tr w:rsidR="0031127A" w:rsidRPr="00E11DDC" w14:paraId="1589733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97BE5" w14:textId="4EB0EB87" w:rsidR="0031127A" w:rsidRPr="0031127A" w:rsidRDefault="0031127A" w:rsidP="00B44E0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2D469" w14:textId="4E07DD0C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B747" w14:textId="359E378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17CE" w14:textId="11C5873F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FACD" w14:textId="61E234C1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5075" w14:textId="3E0ECB25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96502" w14:textId="6D82F21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C2AA" w14:textId="538E608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CAB6E" w14:textId="181A1BD9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31127A" w:rsidRPr="00E11DDC" w14:paraId="3ADC75B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7CCA" w14:textId="58942E05" w:rsidR="0031127A" w:rsidRPr="0031127A" w:rsidRDefault="0031127A" w:rsidP="0031127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3050" w14:textId="1EB7EB87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7296" w14:textId="3A67F731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B258" w14:textId="4182EB5E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CA93E" w14:textId="568C4373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901A" w14:textId="5E04657F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63AD1" w14:textId="3CAB1086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B4A0E" w14:textId="09A5C37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C4BE" w14:textId="37487D74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</w:tr>
      <w:tr w:rsidR="0031127A" w:rsidRPr="00E11DDC" w14:paraId="0E90A3D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13E8" w14:textId="69B6A75B" w:rsidR="0031127A" w:rsidRPr="0031127A" w:rsidRDefault="0031127A" w:rsidP="0031127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Непрограммное направление </w:t>
            </w:r>
            <w:r w:rsidRPr="0031127A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9933" w14:textId="10D36F8A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255A" w14:textId="5607076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3AFDB" w14:textId="66B4A1A2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4D4E" w14:textId="3AA9B72B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A6FE" w14:textId="1BE4B501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2933" w14:textId="7301A115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7BF1" w14:textId="208D8995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B466" w14:textId="70E3E2C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</w:tr>
      <w:tr w:rsidR="0031127A" w:rsidRPr="00E11DDC" w14:paraId="3EAD9C9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5EF1" w14:textId="3000ACAC" w:rsidR="0031127A" w:rsidRPr="0031127A" w:rsidRDefault="0031127A" w:rsidP="0031127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3178" w14:textId="1A6ABE47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B457" w14:textId="377E4CA9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4F16" w14:textId="034FCA10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E4F7" w14:textId="2707730C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E02D" w14:textId="63D565C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7EF58" w14:textId="718001B3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EA5E" w14:textId="56CE115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0B77" w14:textId="3A7CCE7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</w:tr>
      <w:tr w:rsidR="0031127A" w:rsidRPr="00E11DDC" w14:paraId="53502AE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9B71" w14:textId="0CAE9302" w:rsidR="0031127A" w:rsidRPr="0031127A" w:rsidRDefault="0031127A" w:rsidP="0031127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2D9F" w14:textId="0C1265AA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F1FF" w14:textId="639F2DF4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972E" w14:textId="6CB2DF0D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ADDC" w14:textId="2523E7C4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84FF" w14:textId="6D7F0F5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0DB1" w14:textId="61096F1D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1E17" w14:textId="41F89B1B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0338" w14:textId="7963200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</w:tr>
      <w:tr w:rsidR="0031127A" w:rsidRPr="00E11DDC" w14:paraId="0DBDEEE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86B0" w14:textId="3E7D2F5D" w:rsidR="0031127A" w:rsidRPr="0031127A" w:rsidRDefault="0031127A" w:rsidP="0031127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D772" w14:textId="38D2E341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EB28" w14:textId="78A1CF9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46F6" w14:textId="72A5CA9D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EE48" w14:textId="5D5AE57D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32BA" w14:textId="0322E161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C9A2" w14:textId="6AD1198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2 655,1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314E" w14:textId="72CDB159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354ED" w14:textId="5819AB0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1 978,1</w:t>
            </w:r>
          </w:p>
        </w:tc>
      </w:tr>
      <w:tr w:rsidR="0031127A" w:rsidRPr="00E11DDC" w14:paraId="2603BFA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3FA1" w14:textId="77777777" w:rsidR="0031127A" w:rsidRDefault="0031127A" w:rsidP="0031127A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Функционирование Правительства </w:t>
            </w:r>
          </w:p>
          <w:p w14:paraId="10881102" w14:textId="0A83C0C9" w:rsidR="0031127A" w:rsidRPr="00E11DDC" w:rsidRDefault="0031127A" w:rsidP="0031127A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1264F" w14:textId="575D15B8" w:rsidR="0031127A" w:rsidRPr="00E11DDC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8175" w14:textId="3A4F2DC8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E60C3" w14:textId="0A9C1505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2EB09" w14:textId="20DF1F9C" w:rsidR="0031127A" w:rsidRPr="00E11DDC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9C13" w14:textId="2ACC5F64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5CA5" w14:textId="0AE3896F" w:rsidR="0031127A" w:rsidRPr="0031127A" w:rsidRDefault="0031127A" w:rsidP="00B44E0E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b/>
                <w:bCs/>
                <w:sz w:val="24"/>
                <w:szCs w:val="24"/>
              </w:rPr>
              <w:t>118 645,5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F452" w14:textId="0F84D8EA" w:rsidR="0031127A" w:rsidRPr="0031127A" w:rsidRDefault="0031127A" w:rsidP="00B44E0E">
            <w:pPr>
              <w:ind w:right="-79" w:hanging="108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A11E" w14:textId="7F14BEAB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E81FB0" w:rsidRPr="00E11DDC" w14:paraId="7777E0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81F3" w14:textId="2703E997" w:rsidR="00E81FB0" w:rsidRPr="009D74C2" w:rsidRDefault="00E81FB0" w:rsidP="0031127A">
            <w:pPr>
              <w:ind w:firstLine="0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24B7" w14:textId="77777777" w:rsidR="00E81FB0" w:rsidRPr="009D74C2" w:rsidRDefault="00E81FB0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475D" w14:textId="7AA6124A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08E2E" w14:textId="7C315E8F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5AEB" w14:textId="103960CE" w:rsidR="00E81FB0" w:rsidRPr="009D74C2" w:rsidRDefault="00E81FB0" w:rsidP="0031127A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CBE6" w14:textId="238840C0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314B" w14:textId="33F66F87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3 719,3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ABBD" w14:textId="64BCB3C9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3 719,3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652EB" w14:textId="66A9DE6E" w:rsidR="00E81FB0" w:rsidRPr="009D74C2" w:rsidRDefault="00E81FB0" w:rsidP="003112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74C2">
              <w:rPr>
                <w:bCs/>
                <w:sz w:val="24"/>
                <w:szCs w:val="24"/>
              </w:rPr>
              <w:t>3 719,3</w:t>
            </w:r>
          </w:p>
        </w:tc>
      </w:tr>
      <w:tr w:rsidR="0031127A" w:rsidRPr="00E11DDC" w14:paraId="79D3BD2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DA01" w14:textId="6D70B15A" w:rsidR="0031127A" w:rsidRPr="0031127A" w:rsidRDefault="0031127A" w:rsidP="0031127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1A27" w14:textId="2210CA21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01014" w14:textId="105E854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594CC" w14:textId="152BBC4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4587" w14:textId="49E2AE35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A29C7" w14:textId="18420CD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9A0C" w14:textId="45B97810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A7C9" w14:textId="773FDAA5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4934C" w14:textId="67B3EE2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</w:tr>
      <w:tr w:rsidR="0031127A" w:rsidRPr="00E11DDC" w14:paraId="47B342F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8407" w14:textId="744884BD" w:rsidR="0031127A" w:rsidRPr="0031127A" w:rsidRDefault="0031127A" w:rsidP="00B44E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color w:val="000000"/>
                <w:sz w:val="24"/>
                <w:szCs w:val="24"/>
              </w:rPr>
              <w:t xml:space="preserve">Организационно-техническое и информационно-методическое </w:t>
            </w:r>
            <w:r w:rsidRPr="0031127A">
              <w:rPr>
                <w:color w:val="000000"/>
                <w:sz w:val="24"/>
                <w:szCs w:val="24"/>
              </w:rPr>
              <w:lastRenderedPageBreak/>
              <w:t>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A6D4" w14:textId="79272A74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0C3F" w14:textId="6CE730E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3C90B" w14:textId="7C4BF03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48404" w14:textId="084BA08A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38D7" w14:textId="585A7BE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4A1A" w14:textId="7CC4B5C5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5A88C" w14:textId="217E31B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E4A4" w14:textId="014609B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</w:tr>
      <w:tr w:rsidR="0031127A" w:rsidRPr="00E11DDC" w14:paraId="0232CCF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554E" w14:textId="2250992D" w:rsidR="0031127A" w:rsidRPr="0031127A" w:rsidRDefault="0031127A" w:rsidP="0031127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693A" w14:textId="6E949581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EB263" w14:textId="6E1FD43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E2B0C" w14:textId="561DF303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5635" w14:textId="5600A59C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609D7" w14:textId="71DE449C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6E19" w14:textId="76F01303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8BA0" w14:textId="73165040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4B19" w14:textId="3A119DDD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1 407,1</w:t>
            </w:r>
          </w:p>
        </w:tc>
      </w:tr>
      <w:tr w:rsidR="0031127A" w:rsidRPr="00E11DDC" w14:paraId="3C223C4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7B22" w14:textId="76FB06EF" w:rsidR="0031127A" w:rsidRPr="0031127A" w:rsidRDefault="0031127A" w:rsidP="0031127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8012" w14:textId="55386F52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41FA3" w14:textId="735B4107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75AC" w14:textId="0EDAA806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52FEF" w14:textId="756CB908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C5C1" w14:textId="6703535A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6677" w14:textId="50E1EF71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1 328,6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A5B0" w14:textId="06AB98D2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5590" w14:textId="001270CE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1 378,6</w:t>
            </w:r>
          </w:p>
        </w:tc>
      </w:tr>
      <w:tr w:rsidR="0031127A" w:rsidRPr="00E11DDC" w14:paraId="617429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FD6F" w14:textId="05A18FD2" w:rsidR="0031127A" w:rsidRPr="0031127A" w:rsidRDefault="0031127A" w:rsidP="0031127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410D" w14:textId="7113878F" w:rsidR="0031127A" w:rsidRPr="0031127A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4C44" w14:textId="6CA22FC2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9D8E" w14:textId="250F28C1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03B0" w14:textId="519B3094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24C21" w14:textId="49A38E02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F7BFC" w14:textId="5E7E515F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78,5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3EE5" w14:textId="2F048EBE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DAEB" w14:textId="5CE4DF58" w:rsidR="0031127A" w:rsidRPr="0031127A" w:rsidRDefault="0031127A" w:rsidP="003112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28,5</w:t>
            </w:r>
          </w:p>
        </w:tc>
      </w:tr>
      <w:tr w:rsidR="0031127A" w:rsidRPr="00E11DDC" w14:paraId="0544256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8B7B" w14:textId="2D7571CF" w:rsidR="0031127A" w:rsidRPr="00E11DDC" w:rsidRDefault="0031127A" w:rsidP="0031127A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Непрограммные </w:t>
            </w:r>
            <w:r w:rsidRPr="00E11DDC">
              <w:rPr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2E187" w14:textId="1350080F" w:rsidR="0031127A" w:rsidRPr="00E11DDC" w:rsidRDefault="0031127A" w:rsidP="0031127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A4A0" w14:textId="2F1A6B91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26AE2" w14:textId="239D7850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B5B5D" w14:textId="6B1D5859" w:rsidR="0031127A" w:rsidRPr="00E11DDC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AA8B" w14:textId="5FD32C84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77355" w14:textId="2D75B290" w:rsidR="0031127A" w:rsidRPr="0031127A" w:rsidRDefault="0031127A" w:rsidP="00B44E0E">
            <w:pPr>
              <w:ind w:hanging="79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114 926,2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5FBE" w14:textId="6FB2B3CD" w:rsidR="0031127A" w:rsidRPr="00E11DDC" w:rsidRDefault="0031127A" w:rsidP="00B44E0E">
            <w:pPr>
              <w:ind w:hanging="108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CA06" w14:textId="35A8BCD4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</w:tr>
      <w:tr w:rsidR="0031127A" w:rsidRPr="00E11DDC" w14:paraId="5BDEA33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45AC" w14:textId="435FAA3B" w:rsidR="0031127A" w:rsidRPr="00E11DDC" w:rsidRDefault="0031127A" w:rsidP="0031127A">
            <w:pPr>
              <w:ind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90E2" w14:textId="0051DA7B" w:rsidR="0031127A" w:rsidRPr="00E11DDC" w:rsidRDefault="0031127A" w:rsidP="0031127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E6D4" w14:textId="0683FA1D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F363" w14:textId="101EEA3A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AE26C" w14:textId="0D0C75AF" w:rsidR="0031127A" w:rsidRPr="00E11DDC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31AF" w14:textId="320B8069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E85B" w14:textId="771FFD4F" w:rsidR="0031127A" w:rsidRPr="0031127A" w:rsidRDefault="0031127A" w:rsidP="00311F2A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114 926,2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C678" w14:textId="1177ECBC" w:rsidR="0031127A" w:rsidRPr="00E11DDC" w:rsidRDefault="0031127A" w:rsidP="00311F2A">
            <w:pPr>
              <w:ind w:hanging="108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DA83" w14:textId="40C1A42A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</w:tr>
      <w:tr w:rsidR="0031127A" w:rsidRPr="00E11DDC" w14:paraId="68501AC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383A" w14:textId="7E49FAB5" w:rsidR="0031127A" w:rsidRPr="00E11DDC" w:rsidRDefault="0031127A" w:rsidP="0031127A">
            <w:pPr>
              <w:spacing w:line="250" w:lineRule="exact"/>
              <w:ind w:right="-115" w:firstLine="34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AD1C" w14:textId="5F37488B" w:rsidR="0031127A" w:rsidRPr="00E11DDC" w:rsidRDefault="0031127A" w:rsidP="0031127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F32B" w14:textId="37204BAF" w:rsidR="0031127A" w:rsidRPr="00E11DDC" w:rsidRDefault="0031127A" w:rsidP="0031127A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4BD51" w14:textId="6D043F87" w:rsidR="0031127A" w:rsidRPr="00E11DDC" w:rsidRDefault="0031127A" w:rsidP="0031127A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C0A4" w14:textId="57061EC5" w:rsidR="0031127A" w:rsidRPr="00E11DDC" w:rsidRDefault="0031127A" w:rsidP="0031127A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22DA" w14:textId="20D747CE" w:rsidR="0031127A" w:rsidRPr="00E11DDC" w:rsidRDefault="0031127A" w:rsidP="0031127A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E5C6" w14:textId="0D302376" w:rsidR="0031127A" w:rsidRPr="0031127A" w:rsidRDefault="0031127A" w:rsidP="0031127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114 926,2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E260" w14:textId="73615D16" w:rsidR="0031127A" w:rsidRPr="00E11DDC" w:rsidRDefault="0031127A" w:rsidP="0031127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6A0C" w14:textId="793D0D2D" w:rsidR="0031127A" w:rsidRPr="00E11DDC" w:rsidRDefault="0031127A" w:rsidP="0031127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114 466,6</w:t>
            </w:r>
          </w:p>
        </w:tc>
      </w:tr>
      <w:tr w:rsidR="00E67BFE" w:rsidRPr="00E11DDC" w14:paraId="1AEEDED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7559" w14:textId="7DEA7450" w:rsidR="00E67BFE" w:rsidRPr="00E11DDC" w:rsidRDefault="00E67BFE" w:rsidP="00E67BFE">
            <w:pPr>
              <w:spacing w:line="250" w:lineRule="exact"/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B97D" w14:textId="66E6EE9C" w:rsidR="00E67BFE" w:rsidRPr="00E11DDC" w:rsidRDefault="00E67BFE" w:rsidP="00E67BFE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C84D" w14:textId="26DCDD32" w:rsidR="00E67BFE" w:rsidRPr="00E11DDC" w:rsidRDefault="00E67BFE" w:rsidP="00E67BFE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0E49" w14:textId="021E9C49" w:rsidR="00E67BFE" w:rsidRPr="00E11DDC" w:rsidRDefault="00E67BFE" w:rsidP="00E67BFE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D7F7" w14:textId="6B5E5D2E" w:rsidR="00E67BFE" w:rsidRPr="00E11DDC" w:rsidRDefault="00E67BFE" w:rsidP="00E67BFE">
            <w:pPr>
              <w:spacing w:line="250" w:lineRule="exact"/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0993" w14:textId="1E29A48D" w:rsidR="00E67BFE" w:rsidRPr="00E11DDC" w:rsidRDefault="00E67BFE" w:rsidP="00E67BFE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4D80" w14:textId="6025B53B" w:rsidR="00E67BFE" w:rsidRPr="0031127A" w:rsidRDefault="00E67BFE" w:rsidP="000730B0">
            <w:pPr>
              <w:spacing w:line="250" w:lineRule="exact"/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 xml:space="preserve">113 </w:t>
            </w:r>
            <w:r w:rsidR="000730B0">
              <w:rPr>
                <w:sz w:val="24"/>
                <w:szCs w:val="24"/>
              </w:rPr>
              <w:t>131</w:t>
            </w:r>
            <w:r w:rsidRPr="0031127A">
              <w:rPr>
                <w:sz w:val="24"/>
                <w:szCs w:val="24"/>
              </w:rPr>
              <w:t>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2681" w14:textId="524FD8E8" w:rsidR="00E67BFE" w:rsidRPr="0031127A" w:rsidRDefault="00E67BFE" w:rsidP="00E67BFE">
            <w:pPr>
              <w:spacing w:line="250" w:lineRule="exact"/>
              <w:ind w:left="-129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112 672,2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0F835" w14:textId="5C410FC0" w:rsidR="00E67BFE" w:rsidRPr="0031127A" w:rsidRDefault="00E67BFE" w:rsidP="00E67BFE">
            <w:pPr>
              <w:spacing w:line="250" w:lineRule="exact"/>
              <w:ind w:left="-128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112 672,2</w:t>
            </w:r>
          </w:p>
        </w:tc>
      </w:tr>
      <w:tr w:rsidR="0031127A" w:rsidRPr="00E11DDC" w14:paraId="71545C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3D34" w14:textId="6B9D7CB7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8E269" w14:textId="48E72E3A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2ACFC" w14:textId="3F97E8C1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32D64" w14:textId="41C901BD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3A1B" w14:textId="57549064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F0369" w14:textId="62343946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B8AC" w14:textId="3CAD6720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99 816,8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7D0C" w14:textId="635A055F" w:rsidR="0031127A" w:rsidRPr="0031127A" w:rsidRDefault="0031127A" w:rsidP="00311F2A">
            <w:pPr>
              <w:ind w:right="-79" w:hanging="108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100 975,5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F1AD" w14:textId="0F8D0A0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100 975,5</w:t>
            </w:r>
          </w:p>
        </w:tc>
      </w:tr>
      <w:tr w:rsidR="0031127A" w:rsidRPr="00E11DDC" w14:paraId="74A31D9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8C3" w14:textId="1A2CBDC2" w:rsidR="0031127A" w:rsidRPr="0031127A" w:rsidRDefault="0031127A" w:rsidP="0031127A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FEF3" w14:textId="67E54182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8F84" w14:textId="0DC183F6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A6942" w14:textId="3D1BD353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EC8F" w14:textId="27482CE7" w:rsidR="0031127A" w:rsidRPr="0031127A" w:rsidRDefault="0031127A" w:rsidP="0031127A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ECDD" w14:textId="7A137856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95A0" w14:textId="61C327EA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13 011,3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315EF" w14:textId="0897E906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11 696,7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4094" w14:textId="30D8478D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11 696,7</w:t>
            </w:r>
          </w:p>
        </w:tc>
      </w:tr>
      <w:tr w:rsidR="0031127A" w:rsidRPr="00E11DDC" w14:paraId="5098E9F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DD84" w14:textId="57FC7958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ED1D" w14:textId="610EFB48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5B6A" w14:textId="1691EE51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97E0" w14:textId="77705909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51FD9" w14:textId="2C14B6A4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BFDF" w14:textId="31AF7B89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812F" w14:textId="743DAD2F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303,7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EA9A" w14:textId="380561D9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D99B" w14:textId="0A88A5D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3272A3C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3F89" w14:textId="0BD5BFC4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27FC" w14:textId="38C04024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D7BF" w14:textId="5327D7EA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F9520" w14:textId="3A9314AF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C531" w14:textId="378D4DE6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1B71A" w14:textId="42F23F9B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332B" w14:textId="7F7ABDA3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C07A" w14:textId="22CA0B41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9E995" w14:textId="3C1E8BF7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67BFE" w:rsidRPr="00E11DDC" w14:paraId="7ABC636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573D" w14:textId="627EE8FC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B27A" w14:textId="426987FC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7BAC6" w14:textId="21597A60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3092" w14:textId="00B88906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2796" w14:textId="426D5DFB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C511A" w14:textId="78BB45D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2158" w14:textId="7AEC43EA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1113" w14:textId="54F66942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D327" w14:textId="0C30EF8F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32109B0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016D" w14:textId="4374393A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6853" w14:textId="65929F64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F4B2" w14:textId="7224C4AC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2182" w14:textId="0799F54C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780E" w14:textId="38640CFF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866D" w14:textId="715368C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9FF87" w14:textId="4C62E79D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C884" w14:textId="095C4163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4E10" w14:textId="33453427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661739C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F007" w14:textId="27E87C55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201F" w14:textId="44F9BF28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2E76" w14:textId="38832FEB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3F9B" w14:textId="1BD2251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F5DF" w14:textId="67E67BBC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60AC" w14:textId="1025CFF7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39F92" w14:textId="00EE970F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6BE6" w14:textId="5C25DA96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11172" w14:textId="333F98EA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45BD674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5F56" w14:textId="4FA8D2EF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реализацию полномочий органов местного самоуправления по </w:t>
            </w:r>
            <w:r w:rsidRPr="00E11DDC">
              <w:rPr>
                <w:sz w:val="24"/>
                <w:szCs w:val="24"/>
              </w:rPr>
              <w:lastRenderedPageBreak/>
              <w:t>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2A21" w14:textId="3C2736BA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FD32" w14:textId="0FCCA4C6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2C66" w14:textId="38D9E864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41899" w14:textId="2FD098E8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93BB" w14:textId="31D1A39B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02103" w14:textId="5DAC7B24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2CC8" w14:textId="2521ED1B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D370" w14:textId="762DDB2B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0CB9A9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BE60" w14:textId="527E2ED3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72976" w14:textId="476B4534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E83BD" w14:textId="53DA410A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A468" w14:textId="76FDF6B2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ECD7" w14:textId="7086D36C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E3BF" w14:textId="4E4CA4A0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091A" w14:textId="6B3EFFB2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07E2" w14:textId="47AF6603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C2FFB" w14:textId="4A80008E" w:rsidR="00E67BFE" w:rsidRPr="00E11DDC" w:rsidRDefault="00E67BFE" w:rsidP="00E67BF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606B083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62D5" w14:textId="6D546471" w:rsidR="00E67BFE" w:rsidRPr="00E11DDC" w:rsidRDefault="00E67BFE" w:rsidP="00E67BF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6EE0" w14:textId="794AA83D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7DFC" w14:textId="23371806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1AFF" w14:textId="13A161C5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D5239" w14:textId="31306FE6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2747" w14:textId="2A41A046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AF13" w14:textId="1BFA8A8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45568" w14:textId="75A1F605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20AB" w14:textId="616823D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E67BFE" w:rsidRPr="00E11DDC" w14:paraId="0BBC0C4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82B1" w14:textId="01279894" w:rsidR="00E67BFE" w:rsidRPr="00E11DDC" w:rsidRDefault="00E67BFE" w:rsidP="00E67BFE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</w:t>
            </w:r>
            <w:r w:rsidR="003669A4">
              <w:rPr>
                <w:sz w:val="24"/>
                <w:szCs w:val="24"/>
              </w:rPr>
              <w:t xml:space="preserve"> </w:t>
            </w: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84F0" w14:textId="40252FE2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AD59" w14:textId="77BE1E6B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1816" w14:textId="53A1E2DC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B4EB" w14:textId="0488F2A9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8CAA" w14:textId="14D1DD9E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921D0" w14:textId="7334AD79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EA0D" w14:textId="149201DC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C520" w14:textId="71EDE8CD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04A4E88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EDB6" w14:textId="671515B8" w:rsidR="00E67BFE" w:rsidRPr="00E11DDC" w:rsidRDefault="00E67BFE" w:rsidP="00E67BFE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</w:t>
            </w:r>
            <w:r w:rsidR="003669A4">
              <w:rPr>
                <w:sz w:val="24"/>
                <w:szCs w:val="24"/>
              </w:rPr>
              <w:t xml:space="preserve"> </w:t>
            </w: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4ADD" w14:textId="6DAAD787" w:rsidR="00E67BFE" w:rsidRPr="00E11DDC" w:rsidRDefault="00E67BFE" w:rsidP="00E67BF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7E1C4" w14:textId="6EA5A3D8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022F" w14:textId="638B77EC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80B7" w14:textId="78848CA5" w:rsidR="00E67BFE" w:rsidRPr="00E11DDC" w:rsidRDefault="00E67BFE" w:rsidP="00E67BF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DCCD" w14:textId="10149612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62BE" w14:textId="4DD6C2C4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2C453" w14:textId="749F471F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91EC" w14:textId="30B8D464" w:rsidR="00E67BFE" w:rsidRPr="00E11DDC" w:rsidRDefault="00E67BFE" w:rsidP="00E67BF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67BFE" w:rsidRPr="00E11DDC" w14:paraId="31871F7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0638" w14:textId="1F6E0CF1" w:rsidR="00E67BFE" w:rsidRPr="00E11DDC" w:rsidRDefault="00E67BFE" w:rsidP="00E67BFE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777E" w14:textId="4E1B3B7F" w:rsidR="00E67BFE" w:rsidRPr="00E11DDC" w:rsidRDefault="00E67BFE" w:rsidP="00E67BFE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E2538" w14:textId="1FE17FDE" w:rsidR="00E67BFE" w:rsidRPr="00E11DDC" w:rsidRDefault="00E67BFE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6A657" w14:textId="28F31B93" w:rsidR="00E67BFE" w:rsidRPr="00E11DDC" w:rsidRDefault="00E67BFE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83F01" w14:textId="1175AB86" w:rsidR="00E67BFE" w:rsidRPr="00E11DDC" w:rsidRDefault="00E67BFE" w:rsidP="00E67BF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FCAD" w14:textId="6A41F457" w:rsidR="00E67BFE" w:rsidRPr="00E11DDC" w:rsidRDefault="00E67BFE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67AC" w14:textId="0690C91A" w:rsidR="00E67BFE" w:rsidRPr="00E11DDC" w:rsidRDefault="0031127A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D766" w14:textId="1C3F4E65" w:rsidR="00E67BFE" w:rsidRPr="00E11DDC" w:rsidRDefault="00E67BFE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83A72" w14:textId="43AF4844" w:rsidR="00E67BFE" w:rsidRPr="00E11DDC" w:rsidRDefault="00E67BFE" w:rsidP="00E67BF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31127A" w:rsidRPr="00E11DDC" w14:paraId="749EA1C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5852" w14:textId="7F47A470" w:rsidR="0031127A" w:rsidRPr="00E11DDC" w:rsidRDefault="0031127A" w:rsidP="0031127A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F797" w14:textId="05C64EE2" w:rsidR="0031127A" w:rsidRPr="00E11DDC" w:rsidRDefault="0031127A" w:rsidP="0031127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1F5D" w14:textId="107D2325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25E0" w14:textId="2BBA0F3F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DC37" w14:textId="1BE79E55" w:rsidR="0031127A" w:rsidRPr="00E11DDC" w:rsidRDefault="0031127A" w:rsidP="0031127A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FBA6" w14:textId="1FB1F06F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0F0F" w14:textId="1D86102E" w:rsidR="0031127A" w:rsidRPr="00311F2A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311F2A">
              <w:rPr>
                <w:bCs/>
                <w:sz w:val="24"/>
                <w:szCs w:val="24"/>
              </w:rPr>
              <w:t>2 000,0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780C0" w14:textId="223416A3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31879" w14:textId="43552C7A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31127A" w:rsidRPr="00E11DDC" w14:paraId="5C1C07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89D3" w14:textId="086185BB" w:rsidR="0031127A" w:rsidRPr="00E11DDC" w:rsidRDefault="0031127A" w:rsidP="0031127A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0E70" w14:textId="23CCDC1E" w:rsidR="0031127A" w:rsidRPr="00E11DDC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ADA9" w14:textId="50DB89F1" w:rsidR="0031127A" w:rsidRPr="00E11DDC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1777" w14:textId="1147B068" w:rsidR="0031127A" w:rsidRPr="00E11DDC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1FBA" w14:textId="06472EB2" w:rsidR="0031127A" w:rsidRPr="00E11DDC" w:rsidRDefault="0031127A" w:rsidP="0031127A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E0D6" w14:textId="73D71CE1" w:rsidR="0031127A" w:rsidRPr="00E11DDC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B4969" w14:textId="7178CF3F" w:rsidR="0031127A" w:rsidRPr="0031127A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2 000,0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088E" w14:textId="28FD6EBB" w:rsidR="0031127A" w:rsidRPr="00E11DDC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E708" w14:textId="1D8DC25E" w:rsidR="0031127A" w:rsidRPr="00E11DDC" w:rsidRDefault="0031127A" w:rsidP="0031127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31127A" w:rsidRPr="00E11DDC" w14:paraId="49CA206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DA7A5" w14:textId="1E7BE91D" w:rsidR="0031127A" w:rsidRPr="00E11DDC" w:rsidRDefault="0031127A" w:rsidP="0031127A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3DF5" w14:textId="05251E3A" w:rsidR="0031127A" w:rsidRPr="00E11DDC" w:rsidRDefault="0031127A" w:rsidP="0031127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B1C1" w14:textId="3B2CFC8E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DF31C" w14:textId="47E1954C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4346" w14:textId="342969EA" w:rsidR="0031127A" w:rsidRPr="00E11DDC" w:rsidRDefault="0031127A" w:rsidP="0031127A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C6EC" w14:textId="33D0FFAA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1431" w14:textId="7D5DBE1F" w:rsidR="0031127A" w:rsidRPr="0031127A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2 000,0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6813" w14:textId="0C8171A8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9DA9" w14:textId="5CF1F3F3" w:rsidR="0031127A" w:rsidRPr="00E11DDC" w:rsidRDefault="0031127A" w:rsidP="0031127A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31127A" w:rsidRPr="00E11DDC" w14:paraId="20E8F11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F31A" w14:textId="73ECE56F" w:rsidR="0031127A" w:rsidRPr="00E11DDC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0FCD" w14:textId="7C055ACD" w:rsidR="0031127A" w:rsidRPr="00E11DDC" w:rsidRDefault="0031127A" w:rsidP="0031127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FFC5" w14:textId="211B671E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E94E" w14:textId="334FB607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E2CC6" w14:textId="1406F300" w:rsidR="0031127A" w:rsidRPr="00E11DDC" w:rsidRDefault="0031127A" w:rsidP="0031127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A728" w14:textId="69A51346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193DB" w14:textId="7378B653" w:rsidR="0031127A" w:rsidRPr="0031127A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2 000,0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08BB" w14:textId="35C6948B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D569" w14:textId="1E3D6094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31127A" w:rsidRPr="00E11DDC" w14:paraId="3601F5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DD70" w14:textId="7CE1612F" w:rsidR="0031127A" w:rsidRPr="00E11DDC" w:rsidRDefault="0031127A" w:rsidP="003112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D75F" w14:textId="74797277" w:rsidR="0031127A" w:rsidRPr="00E11DDC" w:rsidRDefault="0031127A" w:rsidP="0031127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62E81" w14:textId="384F2319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E048" w14:textId="4F025983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306B1" w14:textId="2830D1DB" w:rsidR="0031127A" w:rsidRPr="00E11DDC" w:rsidRDefault="0031127A" w:rsidP="0031127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9AA7" w14:textId="73EF7B2C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D74E" w14:textId="49FDC353" w:rsidR="0031127A" w:rsidRPr="0031127A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2 000,0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8EA0" w14:textId="5676C84F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47F2" w14:textId="25EF673A" w:rsidR="0031127A" w:rsidRPr="00E11DDC" w:rsidRDefault="0031127A" w:rsidP="003112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1 500,0</w:t>
            </w:r>
          </w:p>
        </w:tc>
      </w:tr>
      <w:tr w:rsidR="005D2381" w:rsidRPr="00E11DDC" w14:paraId="410B531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5073" w14:textId="4555452A" w:rsidR="005D2381" w:rsidRPr="00E11DDC" w:rsidRDefault="005D2381" w:rsidP="005D2381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095F" w14:textId="72293324" w:rsidR="005D2381" w:rsidRPr="00E11DDC" w:rsidRDefault="005D2381" w:rsidP="005D23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40D3" w14:textId="26BAB684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CB26" w14:textId="63F8AA36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54B3F" w14:textId="55A6C5AA" w:rsidR="005D2381" w:rsidRPr="00E11DDC" w:rsidRDefault="005D2381" w:rsidP="005D238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6C95" w14:textId="79F9E1BF" w:rsidR="005D2381" w:rsidRPr="00E11DDC" w:rsidRDefault="005D2381" w:rsidP="005D238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488E" w14:textId="436C3769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27 839,9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A1A71" w14:textId="100E47AE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20 458,8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5D5B" w14:textId="586CFCAB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b/>
                <w:bCs/>
                <w:sz w:val="24"/>
                <w:szCs w:val="24"/>
              </w:rPr>
              <w:t>25 458,8</w:t>
            </w:r>
          </w:p>
        </w:tc>
      </w:tr>
      <w:tr w:rsidR="0031127A" w:rsidRPr="00E11DDC" w14:paraId="777CF61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BE22" w14:textId="1CF9451A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Муниципальная программа "Управление муниципальным </w:t>
            </w:r>
            <w:r w:rsidRPr="0031127A">
              <w:rPr>
                <w:sz w:val="24"/>
                <w:szCs w:val="24"/>
              </w:rPr>
              <w:lastRenderedPageBreak/>
              <w:t>имуществом и земельными ресурсами</w:t>
            </w:r>
            <w:r w:rsidRPr="0031127A">
              <w:rPr>
                <w:sz w:val="24"/>
                <w:szCs w:val="24"/>
              </w:rPr>
              <w:br/>
              <w:t>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F172" w14:textId="58D343FB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8D1C" w14:textId="2C3E3414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5E31" w14:textId="69609BD6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2A62" w14:textId="3A473FE7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ECE5C" w14:textId="5A6B4E9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9AAD" w14:textId="65246D32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2 755,0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D769" w14:textId="417E0276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2 892,4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94AA" w14:textId="1A3146E8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2 892,4</w:t>
            </w:r>
          </w:p>
        </w:tc>
      </w:tr>
      <w:tr w:rsidR="0031127A" w:rsidRPr="00E11DDC" w14:paraId="23E4AFA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A3411" w14:textId="61B3EB19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23F4" w14:textId="3BE3E6C0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0ED3" w14:textId="48C8D08A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17D8E" w14:textId="5AF52B4D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A6AC" w14:textId="0A8B1BC4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F883" w14:textId="15B4EC2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A63C" w14:textId="6F79E42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1 550,9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342C" w14:textId="3233B7D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56CC" w14:textId="05217C92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</w:tr>
      <w:tr w:rsidR="0031127A" w:rsidRPr="00E11DDC" w14:paraId="634514F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31720" w14:textId="58D50FC7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31127A">
              <w:rPr>
                <w:sz w:val="24"/>
                <w:szCs w:val="24"/>
              </w:rPr>
              <w:t>Балахнинского</w:t>
            </w:r>
            <w:proofErr w:type="spellEnd"/>
            <w:r w:rsidRPr="0031127A">
              <w:rPr>
                <w:sz w:val="24"/>
                <w:szCs w:val="24"/>
              </w:rPr>
              <w:t xml:space="preserve"> </w:t>
            </w:r>
            <w:proofErr w:type="spellStart"/>
            <w:r w:rsidRPr="0031127A">
              <w:rPr>
                <w:sz w:val="24"/>
                <w:szCs w:val="24"/>
              </w:rPr>
              <w:t>муниипального</w:t>
            </w:r>
            <w:proofErr w:type="spellEnd"/>
            <w:r w:rsidRPr="0031127A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D35C" w14:textId="3118232D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34C2" w14:textId="0B2B7064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C320" w14:textId="1C83576A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9BDC" w14:textId="75BD4D7E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1CB6" w14:textId="7A52C402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7180" w14:textId="70B49400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1 550,9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E6E3" w14:textId="5A9EAF39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F4C75" w14:textId="14B4F4DA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</w:tr>
      <w:tr w:rsidR="0031127A" w:rsidRPr="00E11DDC" w14:paraId="16C3E72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6240" w14:textId="5436723E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F42A" w14:textId="060A3D82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AA9B" w14:textId="1B7B4B0B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BC164" w14:textId="63FAB265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054D" w14:textId="239ABEE2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32AFF" w14:textId="0299B70D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522E" w14:textId="7D220C2F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1 550,9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E6482" w14:textId="1E3A61B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B91A" w14:textId="40C42A1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992,4</w:t>
            </w:r>
          </w:p>
        </w:tc>
      </w:tr>
      <w:tr w:rsidR="0031127A" w:rsidRPr="00E11DDC" w14:paraId="3841498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5CD2" w14:textId="5E10241E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DC53" w14:textId="51E654A1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35B1" w14:textId="29C87DA8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A377" w14:textId="0B8969C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CFBE" w14:textId="31ACBA29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78C1" w14:textId="4A6E84D2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03797" w14:textId="40905295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1 204,1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6D87" w14:textId="7BBCF2DF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AD70" w14:textId="1ABE3F90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</w:tr>
      <w:tr w:rsidR="0031127A" w:rsidRPr="00E11DDC" w14:paraId="1B5BC87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329D" w14:textId="0CEA4289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31127A">
              <w:rPr>
                <w:sz w:val="24"/>
                <w:szCs w:val="24"/>
              </w:rPr>
              <w:t>Балахнинского</w:t>
            </w:r>
            <w:proofErr w:type="spellEnd"/>
            <w:r w:rsidRPr="0031127A">
              <w:rPr>
                <w:sz w:val="24"/>
                <w:szCs w:val="24"/>
              </w:rPr>
              <w:t xml:space="preserve"> </w:t>
            </w:r>
            <w:proofErr w:type="spellStart"/>
            <w:r w:rsidRPr="0031127A">
              <w:rPr>
                <w:sz w:val="24"/>
                <w:szCs w:val="24"/>
              </w:rPr>
              <w:t>муниипального</w:t>
            </w:r>
            <w:proofErr w:type="spellEnd"/>
            <w:r w:rsidRPr="0031127A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8542" w14:textId="0C498B5E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8EEBF" w14:textId="39F71F08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F0F4" w14:textId="586E5883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772C5" w14:textId="1C4674EE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B6E6" w14:textId="5600920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6C66" w14:textId="0F99362E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1 204,1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4C89" w14:textId="03C04567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3088D" w14:textId="023326D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</w:tr>
      <w:tr w:rsidR="0031127A" w:rsidRPr="00E11DDC" w14:paraId="64E89C2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3C66" w14:textId="6EEFAA0D" w:rsidR="0031127A" w:rsidRPr="0031127A" w:rsidRDefault="0031127A" w:rsidP="0031127A">
            <w:pPr>
              <w:ind w:right="-115" w:firstLine="34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CD3F" w14:textId="7C7457AE" w:rsidR="0031127A" w:rsidRPr="0031127A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F2ED" w14:textId="079AA0E3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76D8" w14:textId="521AD40B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102FA" w14:textId="6A4590F2" w:rsidR="0031127A" w:rsidRPr="0031127A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07BC" w14:textId="09D683C9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AC1C" w14:textId="7F66805D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1 204,1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8EE7" w14:textId="1A5763B4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20DD" w14:textId="2598BACC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</w:rPr>
            </w:pPr>
            <w:r w:rsidRPr="0031127A">
              <w:rPr>
                <w:sz w:val="24"/>
                <w:szCs w:val="24"/>
              </w:rPr>
              <w:t>1 900,0</w:t>
            </w:r>
          </w:p>
        </w:tc>
      </w:tr>
      <w:tr w:rsidR="005D2381" w:rsidRPr="00E11DDC" w14:paraId="1B79794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4377" w14:textId="6577FBCC" w:rsidR="005D2381" w:rsidRPr="00E11DDC" w:rsidRDefault="005D2381" w:rsidP="005D2381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0938" w14:textId="319BEC48" w:rsidR="005D2381" w:rsidRPr="00E11DDC" w:rsidRDefault="005D2381" w:rsidP="005D23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6CC8" w14:textId="73A3882F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FA6B" w14:textId="63AC64BD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29279" w14:textId="67A195A0" w:rsidR="005D2381" w:rsidRPr="00E11DDC" w:rsidRDefault="005D2381" w:rsidP="005D238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9D6E4" w14:textId="3CF61BB4" w:rsidR="005D2381" w:rsidRPr="00E11DDC" w:rsidRDefault="005D2381" w:rsidP="005D238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C5BE" w14:textId="10F8EC91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24 784,9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C67E" w14:textId="447B5EF7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17 266,4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E99A6" w14:textId="5CAA3CB8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22 266,4</w:t>
            </w:r>
          </w:p>
        </w:tc>
      </w:tr>
      <w:tr w:rsidR="005D2381" w:rsidRPr="00E11DDC" w14:paraId="6CC9DE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8782" w14:textId="4891968A" w:rsidR="005D2381" w:rsidRPr="00E11DDC" w:rsidRDefault="005D2381" w:rsidP="005D2381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5859" w14:textId="45C457E7" w:rsidR="005D2381" w:rsidRPr="00E11DDC" w:rsidRDefault="005D2381" w:rsidP="005D23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2B2B" w14:textId="530EF541" w:rsidR="005D2381" w:rsidRPr="00E11DDC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EC7B" w14:textId="7FE39F1E" w:rsidR="005D2381" w:rsidRPr="00E11DDC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F1F0D" w14:textId="5A5C404D" w:rsidR="005D2381" w:rsidRPr="00E11DDC" w:rsidRDefault="005D2381" w:rsidP="005D2381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EC93" w14:textId="201BB44C" w:rsidR="005D2381" w:rsidRPr="00E11DDC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E7561" w14:textId="314E4FA5" w:rsidR="005D2381" w:rsidRPr="005D2381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24 784,9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E9FF" w14:textId="042D0FED" w:rsidR="005D2381" w:rsidRPr="005D2381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17 266,4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C62F" w14:textId="604D3AAF" w:rsidR="005D2381" w:rsidRPr="005D2381" w:rsidRDefault="005D2381" w:rsidP="005D23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22 266,4</w:t>
            </w:r>
          </w:p>
        </w:tc>
      </w:tr>
      <w:tr w:rsidR="0031127A" w:rsidRPr="00E11DDC" w14:paraId="43DDC40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595C" w14:textId="61E097C8" w:rsidR="0031127A" w:rsidRPr="00E11DDC" w:rsidRDefault="0031127A" w:rsidP="0031127A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D425" w14:textId="186D1947" w:rsidR="0031127A" w:rsidRPr="00E11DDC" w:rsidRDefault="0031127A" w:rsidP="0031127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7259" w14:textId="28B6DB46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912E" w14:textId="0A06D0B2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C6B2E" w14:textId="4280EA5F" w:rsidR="0031127A" w:rsidRPr="00E11DDC" w:rsidRDefault="0031127A" w:rsidP="0031127A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8728B" w14:textId="66AC10B5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F0621" w14:textId="53DED325" w:rsidR="0031127A" w:rsidRPr="0031127A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127A">
              <w:rPr>
                <w:sz w:val="24"/>
                <w:szCs w:val="24"/>
              </w:rPr>
              <w:t>17 642,5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EC57" w14:textId="4B373720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A2F7" w14:textId="204AA0C4" w:rsidR="0031127A" w:rsidRPr="00E11DDC" w:rsidRDefault="0031127A" w:rsidP="003112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14 772,2</w:t>
            </w:r>
          </w:p>
        </w:tc>
      </w:tr>
      <w:tr w:rsidR="002B7215" w:rsidRPr="00E11DDC" w14:paraId="4C5BB6A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583F" w14:textId="7209D38E" w:rsidR="002B7215" w:rsidRPr="00E11DDC" w:rsidRDefault="002B7215" w:rsidP="002B7215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225C" w14:textId="2C6F82E6" w:rsidR="002B7215" w:rsidRPr="00E11DDC" w:rsidRDefault="002B7215" w:rsidP="002B721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E31D" w14:textId="445610C0" w:rsidR="002B7215" w:rsidRPr="00E11DDC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9225" w14:textId="34CD767C" w:rsidR="002B7215" w:rsidRPr="00E11DDC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81A3" w14:textId="494739A1" w:rsidR="002B7215" w:rsidRPr="00E11DDC" w:rsidRDefault="002B7215" w:rsidP="002B7215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2F24" w14:textId="4C7AB35F" w:rsidR="002B7215" w:rsidRPr="00E11DDC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6B9E" w14:textId="540DD412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17 642,5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69D5" w14:textId="1E1C9418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1FDA0" w14:textId="0885971A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14 772,2</w:t>
            </w:r>
          </w:p>
        </w:tc>
      </w:tr>
      <w:tr w:rsidR="002B7215" w:rsidRPr="00E11DDC" w14:paraId="2B62D1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AEB6" w14:textId="3C8221B9" w:rsidR="002B7215" w:rsidRPr="002B7215" w:rsidRDefault="002B7215" w:rsidP="002B7215">
            <w:pPr>
              <w:ind w:right="-115" w:firstLine="34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441B9" w14:textId="169FCCA1" w:rsidR="002B7215" w:rsidRPr="002B7215" w:rsidRDefault="002B7215" w:rsidP="002B721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4C97" w14:textId="32018FB7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3CC2" w14:textId="00F321B9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BAB6" w14:textId="0A615934" w:rsidR="002B7215" w:rsidRPr="002B7215" w:rsidRDefault="002B7215" w:rsidP="002B7215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3C8F5" w14:textId="53A7CCB3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4E1F" w14:textId="080279B2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10 941,0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E369" w14:textId="62034C72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10 193,8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71F90" w14:textId="3398A6C1" w:rsidR="002B7215" w:rsidRPr="002B7215" w:rsidRDefault="002B7215" w:rsidP="002B7215">
            <w:pPr>
              <w:ind w:firstLine="0"/>
              <w:jc w:val="center"/>
              <w:rPr>
                <w:sz w:val="24"/>
                <w:szCs w:val="24"/>
              </w:rPr>
            </w:pPr>
            <w:r w:rsidRPr="002B7215">
              <w:rPr>
                <w:sz w:val="24"/>
                <w:szCs w:val="24"/>
              </w:rPr>
              <w:t>10 193,8</w:t>
            </w:r>
          </w:p>
        </w:tc>
      </w:tr>
      <w:tr w:rsidR="002B7215" w:rsidRPr="00E11DDC" w14:paraId="7B2190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BAC43" w14:textId="1D8D9B4D" w:rsidR="002B7215" w:rsidRPr="00E11DDC" w:rsidRDefault="002B7215" w:rsidP="002B7215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86FE" w14:textId="4CFD7DAE" w:rsidR="002B7215" w:rsidRPr="00E11DDC" w:rsidRDefault="002B7215" w:rsidP="002B721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39378" w14:textId="735B09A2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2A39" w14:textId="068D7B46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BF6C" w14:textId="7CBEE3CC" w:rsidR="002B7215" w:rsidRPr="00E11DDC" w:rsidRDefault="002B7215" w:rsidP="002B721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6FAB" w14:textId="4236123A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E05D" w14:textId="38D9ADC8" w:rsidR="002B7215" w:rsidRPr="002B7215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5 729,8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498C" w14:textId="4119FD30" w:rsidR="002B7215" w:rsidRPr="002B7215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4 578,4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39B5" w14:textId="7CD2E6B6" w:rsidR="002B7215" w:rsidRPr="002B7215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4 578,4</w:t>
            </w:r>
          </w:p>
        </w:tc>
      </w:tr>
      <w:tr w:rsidR="005D2381" w:rsidRPr="00E11DDC" w14:paraId="7541E9E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7964" w14:textId="4AFDD354" w:rsidR="005D2381" w:rsidRPr="00E11DDC" w:rsidRDefault="005D2381" w:rsidP="005D2381">
            <w:pPr>
              <w:ind w:right="-115" w:firstLine="34"/>
              <w:rPr>
                <w:color w:val="000000"/>
                <w:sz w:val="24"/>
                <w:szCs w:val="24"/>
                <w:highlight w:val="yellow"/>
              </w:rPr>
            </w:pPr>
            <w:bookmarkStart w:id="4" w:name="_Hlk71725038"/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D9C8" w14:textId="1DD5DE30" w:rsidR="005D2381" w:rsidRPr="00E11DDC" w:rsidRDefault="005D2381" w:rsidP="005D23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A9489" w14:textId="6EC47BD0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14587" w14:textId="02CEC57D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2C41" w14:textId="517B07AD" w:rsidR="005D2381" w:rsidRPr="00E11DDC" w:rsidRDefault="005D2381" w:rsidP="005D2381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F75C7" w14:textId="77E26BB0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4E06" w14:textId="5BD3AF0B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7 142,4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2A66" w14:textId="0A367BF5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2 494,2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6C64" w14:textId="57301527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7 494,2</w:t>
            </w:r>
          </w:p>
        </w:tc>
      </w:tr>
      <w:bookmarkEnd w:id="4"/>
      <w:tr w:rsidR="005D2381" w:rsidRPr="00E11DDC" w14:paraId="5B3A6DE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32BD" w14:textId="444A28BC" w:rsidR="005D2381" w:rsidRPr="00E11DDC" w:rsidRDefault="005D2381" w:rsidP="005D2381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F706D" w14:textId="1D7B58D8" w:rsidR="005D2381" w:rsidRPr="00E11DDC" w:rsidRDefault="005D2381" w:rsidP="005D23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D180" w14:textId="485C06D5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F56A" w14:textId="0D7EEAD4" w:rsidR="005D2381" w:rsidRPr="00E11DDC" w:rsidRDefault="005D2381" w:rsidP="005D23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BC26" w14:textId="59038B80" w:rsidR="005D2381" w:rsidRPr="00E11DDC" w:rsidRDefault="005D2381" w:rsidP="005D238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D312" w14:textId="780B8816" w:rsidR="005D2381" w:rsidRPr="00E11DDC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4E81" w14:textId="044922D8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379,9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7319" w14:textId="645CB76E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374,2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3D75" w14:textId="1A5D82DE" w:rsidR="005D2381" w:rsidRPr="005D2381" w:rsidRDefault="005D2381" w:rsidP="005D23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381">
              <w:rPr>
                <w:sz w:val="24"/>
                <w:szCs w:val="24"/>
              </w:rPr>
              <w:t>5 374,2</w:t>
            </w:r>
          </w:p>
        </w:tc>
      </w:tr>
      <w:tr w:rsidR="0037135A" w:rsidRPr="00E11DDC" w14:paraId="505D164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D377" w14:textId="0409BE14" w:rsidR="0037135A" w:rsidRPr="00E11DDC" w:rsidRDefault="0037135A" w:rsidP="0037135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5DF1" w14:textId="200C2AEA" w:rsidR="0037135A" w:rsidRPr="00E11DDC" w:rsidRDefault="0037135A" w:rsidP="0037135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94A2" w14:textId="63D33B95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D987" w14:textId="39A1A00A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6DF3E" w14:textId="08858278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2723" w14:textId="04EAD91D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4CD8" w14:textId="00EB4919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</w:t>
            </w:r>
            <w:r w:rsidR="0021519F">
              <w:rPr>
                <w:sz w:val="24"/>
                <w:szCs w:val="24"/>
              </w:rPr>
              <w:t>16</w:t>
            </w:r>
            <w:r w:rsidRPr="00E11DDC">
              <w:rPr>
                <w:sz w:val="24"/>
                <w:szCs w:val="24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E038" w14:textId="538066D9" w:rsidR="0037135A" w:rsidRPr="00E11DDC" w:rsidRDefault="005D2381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  <w:r w:rsidR="0037135A"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B7F6" w14:textId="2FC46557" w:rsidR="0037135A" w:rsidRPr="00E11DDC" w:rsidRDefault="005D2381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  <w:r w:rsidR="0037135A" w:rsidRPr="00E11DDC">
              <w:rPr>
                <w:sz w:val="24"/>
                <w:szCs w:val="24"/>
              </w:rPr>
              <w:t>0,0</w:t>
            </w:r>
          </w:p>
        </w:tc>
      </w:tr>
      <w:tr w:rsidR="002B7215" w:rsidRPr="00E11DDC" w14:paraId="64D0398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BD2B" w14:textId="77C4695C" w:rsidR="002B7215" w:rsidRPr="00E11DDC" w:rsidRDefault="002B7215" w:rsidP="002B7215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D046" w14:textId="0DD721B0" w:rsidR="002B7215" w:rsidRPr="00E11DDC" w:rsidRDefault="002B7215" w:rsidP="002B721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6C301" w14:textId="4BA5AD95" w:rsidR="002B7215" w:rsidRPr="00E11DDC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D254" w14:textId="2E011954" w:rsidR="002B7215" w:rsidRPr="00E11DDC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8DFF8" w14:textId="7B356A14" w:rsidR="002B7215" w:rsidRPr="00E11DDC" w:rsidRDefault="002B7215" w:rsidP="002B721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05E2" w14:textId="4B3374CE" w:rsidR="002B7215" w:rsidRPr="00E11DDC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924E" w14:textId="7842F5F7" w:rsidR="002B7215" w:rsidRPr="002B7215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3 800,0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CA70E" w14:textId="7AF56E05" w:rsidR="002B7215" w:rsidRPr="00E11DDC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B382" w14:textId="348AAED4" w:rsidR="002B7215" w:rsidRPr="00E11DDC" w:rsidRDefault="002B7215" w:rsidP="002B721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</w:tr>
      <w:tr w:rsidR="002B7215" w:rsidRPr="00E11DDC" w14:paraId="3DBED75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A578" w14:textId="1014E046" w:rsidR="002B7215" w:rsidRPr="00E11DDC" w:rsidRDefault="002B7215" w:rsidP="002B7215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B3A0" w14:textId="113405C7" w:rsidR="002B7215" w:rsidRPr="00E11DDC" w:rsidRDefault="002B7215" w:rsidP="002B721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E275" w14:textId="10686476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67A77" w14:textId="0FE2BCB7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30E0" w14:textId="086E74A7" w:rsidR="002B7215" w:rsidRPr="00E11DDC" w:rsidRDefault="002B7215" w:rsidP="002B7215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0CEC8" w14:textId="107DD8AD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7420" w14:textId="0F3E36C7" w:rsidR="002B7215" w:rsidRPr="002B7215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2B7215">
              <w:rPr>
                <w:sz w:val="24"/>
                <w:szCs w:val="24"/>
              </w:rPr>
              <w:t>3 800,0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9C35" w14:textId="0B75522C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7A04" w14:textId="2EDE0820" w:rsidR="002B7215" w:rsidRPr="00E11DDC" w:rsidRDefault="002B7215" w:rsidP="002B721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120,0</w:t>
            </w:r>
          </w:p>
        </w:tc>
      </w:tr>
      <w:tr w:rsidR="00C87130" w:rsidRPr="00E11DDC" w14:paraId="22B1B3A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CF6D" w14:textId="7396941D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7325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137AC" w14:textId="4865A52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842D" w14:textId="7E7DAEC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58C9" w14:textId="36A6A118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F7D4" w14:textId="317EF45B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4D92" w14:textId="2C3A547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1 311,4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E8D70" w14:textId="54C6E28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F2C1" w14:textId="6CECF63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C87130" w:rsidRPr="00E11DDC" w14:paraId="273D1B3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CEFA" w14:textId="72BD250D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 xml:space="preserve">Мобилизационная и вневойсковая </w:t>
            </w:r>
            <w:r w:rsidRPr="00C87130">
              <w:rPr>
                <w:b/>
                <w:bCs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51C18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A54D" w14:textId="6E710A5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959FC" w14:textId="01A6B02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D84F" w14:textId="72C0AE71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3EA4" w14:textId="64F122E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01A7" w14:textId="59AF478B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1 311,4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48F9" w14:textId="3458812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421C" w14:textId="425E9C7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C87130" w:rsidRPr="00E11DDC" w14:paraId="6DEAFFE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EE29" w14:textId="5D436220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28B4A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5B0C" w14:textId="11D5EFD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F8193" w14:textId="575EA36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B04E" w14:textId="64AEBABE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7A40" w14:textId="1E3F0A8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0C1E4" w14:textId="42A5540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1 311,4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1D18" w14:textId="5B955F5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816AF" w14:textId="0C78764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1 229,4</w:t>
            </w:r>
          </w:p>
        </w:tc>
      </w:tr>
      <w:tr w:rsidR="00C87130" w:rsidRPr="00E11DDC" w14:paraId="7A6AEAC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1AFC9" w14:textId="7D184FF2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96CD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F5B7" w14:textId="7384A2E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2CA5" w14:textId="426A766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9481" w14:textId="094CF1E9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D554" w14:textId="67E93CB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E7C2" w14:textId="045E9FE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1 311,4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ADB36" w14:textId="3D28D1B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8960" w14:textId="6201EB7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1 229,4</w:t>
            </w:r>
          </w:p>
        </w:tc>
      </w:tr>
      <w:tr w:rsidR="00C87130" w:rsidRPr="00E11DDC" w14:paraId="72D56BD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02B9" w14:textId="28BFED74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6E03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5E33" w14:textId="79CB978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C721" w14:textId="12817F8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E3FD0" w14:textId="0D05EADC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EE19" w14:textId="370FAFB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4FF42" w14:textId="7EB2FE7B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1 311,4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8070" w14:textId="33D9B51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0D07" w14:textId="4205D9E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1 229,4</w:t>
            </w:r>
          </w:p>
        </w:tc>
      </w:tr>
      <w:tr w:rsidR="00C87130" w:rsidRPr="00E11DDC" w14:paraId="3F35A0F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B43F" w14:textId="66053C67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9267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65821" w14:textId="6FD50FB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FBFBF" w14:textId="5BC8D29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BC4C6" w14:textId="424304E1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B739" w14:textId="201EFD6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D0A2" w14:textId="7585278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138,0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5C945" w14:textId="5DA01B9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1D8E" w14:textId="73247DF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C87130" w:rsidRPr="00E11DDC" w14:paraId="6A2061D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3F71" w14:textId="71EB1D46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B0AF" w14:textId="77777777" w:rsidR="00C87130" w:rsidRPr="00E11DDC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134C" w14:textId="5FEC7E8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2FD7" w14:textId="0EBF1BFF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0DDE" w14:textId="54A1D163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D16B" w14:textId="5EEAB54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7D28E" w14:textId="3A80767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138,0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85E0" w14:textId="618C087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B89E" w14:textId="5422EEA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C87130" w:rsidRPr="00E11DDC" w14:paraId="62A411B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A86D" w14:textId="41B7462B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16D8" w14:textId="24661DB7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2D9D" w14:textId="6CD4583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BD560" w14:textId="29486DD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58896" w14:textId="5AAA14A3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5AB9F" w14:textId="49E69B03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5D764" w14:textId="340EB56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1 173,4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EF13" w14:textId="3351DA1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53E9" w14:textId="66280AC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1 229,4</w:t>
            </w:r>
          </w:p>
        </w:tc>
      </w:tr>
      <w:tr w:rsidR="00C87130" w:rsidRPr="00E11DDC" w14:paraId="5B22CBF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B262" w14:textId="2ED5AE36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87130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08F4" w14:textId="7C8EC952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710C" w14:textId="67599E1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D5AB" w14:textId="7411A8B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2C1C8" w14:textId="6482A409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0C7D" w14:textId="02DBDD9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1AC2" w14:textId="29335D0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1 153,4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6E5A" w14:textId="32838C83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1 154,9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3F7F" w14:textId="7BB24A5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1 199,4</w:t>
            </w:r>
          </w:p>
        </w:tc>
      </w:tr>
      <w:tr w:rsidR="00C87130" w:rsidRPr="00E11DDC" w14:paraId="0314061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C94E" w14:textId="47D0A80C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8848" w14:textId="0CCE58CF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0EEB" w14:textId="618812F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2245" w14:textId="3C4CFB8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F5CD3" w14:textId="705B3E4A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8E77C" w14:textId="7771969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8246" w14:textId="01D9DF4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38594" w14:textId="1E57057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69E9" w14:textId="0B78ED2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30,0</w:t>
            </w:r>
          </w:p>
        </w:tc>
      </w:tr>
      <w:tr w:rsidR="00C87130" w:rsidRPr="00E11DDC" w14:paraId="7F8F25C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37AFD" w14:textId="426BAD46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2808" w14:textId="442BEF26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98F2" w14:textId="23E77FE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2DD2" w14:textId="0322CF1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83B8" w14:textId="696E3BE0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E6AF" w14:textId="44FC00E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BB44C" w14:textId="27E3E18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25 391,8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9097" w14:textId="6C4F00FB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C78C" w14:textId="2DE5855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C87130" w:rsidRPr="00E11DDC" w14:paraId="41E4FDA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BD3A" w14:textId="12BA95ED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18A3" w14:textId="64824FF5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F264" w14:textId="452B1BB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C39C" w14:textId="21D3DF4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3D57" w14:textId="58287FED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349A" w14:textId="24C0939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1FDD9" w14:textId="5938FA4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8 576,0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411B9" w14:textId="79E72F7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6 611,0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C046" w14:textId="3513E93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b/>
                <w:bCs/>
                <w:sz w:val="24"/>
                <w:szCs w:val="24"/>
              </w:rPr>
              <w:t>6 611,0</w:t>
            </w:r>
          </w:p>
        </w:tc>
      </w:tr>
      <w:tr w:rsidR="00C87130" w:rsidRPr="00E11DDC" w14:paraId="3D84D7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C41B" w14:textId="0FE798DE" w:rsidR="00C87130" w:rsidRPr="00C87130" w:rsidRDefault="00C87130" w:rsidP="00311F2A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118E" w14:textId="76424AF5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54F1" w14:textId="2DB542C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9205" w14:textId="1DCF9D9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B95F1" w14:textId="40DD86C4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2D5E" w14:textId="0D87F00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61CA" w14:textId="57E7348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1 142,0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58EC" w14:textId="5BD8074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94E11" w14:textId="099CD50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852,0</w:t>
            </w:r>
          </w:p>
        </w:tc>
      </w:tr>
      <w:tr w:rsidR="00C87130" w:rsidRPr="00E11DDC" w14:paraId="4D74993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19ED" w14:textId="42E029E8" w:rsidR="00C87130" w:rsidRPr="00C87130" w:rsidRDefault="00C87130" w:rsidP="00311F2A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496D" w14:textId="6F935412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BA83" w14:textId="7926550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D3E2" w14:textId="4E99C8C3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69F4" w14:textId="7CB7B02F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ADAD" w14:textId="2DEF08F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9F63" w14:textId="22850B7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832,0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7521" w14:textId="6516A78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3680" w14:textId="3124EBB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</w:tr>
      <w:tr w:rsidR="00C87130" w:rsidRPr="00E11DDC" w14:paraId="67FD9CE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4173" w14:textId="4638ACF3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 xml:space="preserve">Целевой финансовый резерв для ликвидации последствий чрезвычайных ситуаций и стихийных бедствий природного и </w:t>
            </w:r>
            <w:r w:rsidRPr="00C87130">
              <w:rPr>
                <w:sz w:val="24"/>
                <w:szCs w:val="24"/>
              </w:rPr>
              <w:lastRenderedPageBreak/>
              <w:t>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8C67" w14:textId="020D25BD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42B06" w14:textId="17C6C4E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7CB1" w14:textId="3F7B999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6147" w14:textId="03C03C5B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7A581" w14:textId="00D82443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50EFE" w14:textId="7072810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832,0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0AE8" w14:textId="73CCA4F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1796" w14:textId="0CE14CD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</w:tr>
      <w:tr w:rsidR="00C87130" w:rsidRPr="00E11DDC" w14:paraId="5AF6461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2FF8" w14:textId="7EF3D077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25FF" w14:textId="4D6D660D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6681" w14:textId="6427307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258D" w14:textId="4E7BA51E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5F06" w14:textId="787A3FD8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649FC" w14:textId="04F03A6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3C76" w14:textId="3A4E3F2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832,0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54A2" w14:textId="66D9B3F3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958E" w14:textId="48D969F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532,0</w:t>
            </w:r>
          </w:p>
        </w:tc>
      </w:tr>
      <w:tr w:rsidR="00C87130" w:rsidRPr="00E11DDC" w14:paraId="205C35C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3860" w14:textId="10555CED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1A0DB" w14:textId="013D0F84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AD34" w14:textId="20ED02A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6DD8" w14:textId="3F8A86EC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3DC06" w14:textId="4066DA8F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A2E0" w14:textId="44DB7D1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5D45" w14:textId="48AA013D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D723" w14:textId="3CFE540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46F7" w14:textId="03EA8CB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</w:tr>
      <w:tr w:rsidR="00C87130" w:rsidRPr="00E11DDC" w14:paraId="6B8BB2E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7759" w14:textId="335A865E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4E53" w14:textId="1E88DCD3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9A72" w14:textId="1038357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EE85" w14:textId="576806D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1565" w14:textId="4CDB8CE5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9C8F" w14:textId="1DB913C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DDC2" w14:textId="5824880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4413" w14:textId="0C83DFBF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A7C9E" w14:textId="3A2B5C6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</w:tr>
      <w:tr w:rsidR="00C87130" w:rsidRPr="00E11DDC" w14:paraId="1F0D70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2884" w14:textId="60383997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1018" w14:textId="038C4208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2EC8" w14:textId="548DE13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75BC3" w14:textId="620648F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2F04" w14:textId="2629C582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08ADD" w14:textId="2B8AD249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1507" w14:textId="2C83E5B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9817" w14:textId="5B101CE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A8F6E" w14:textId="1430D28F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</w:tr>
      <w:tr w:rsidR="00C87130" w:rsidRPr="00E11DDC" w14:paraId="2BAAC56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4DBB" w14:textId="07B20DFE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DEFE" w14:textId="36CDCE70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8ADE" w14:textId="38F14C6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4343" w14:textId="1C0CE02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284D" w14:textId="35006F72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7C5FA" w14:textId="6CC02720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BD8C" w14:textId="300A843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7 434,0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7766" w14:textId="1E7F7B7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73C8D" w14:textId="1BB0484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5 759,0</w:t>
            </w:r>
          </w:p>
        </w:tc>
      </w:tr>
      <w:tr w:rsidR="00C87130" w:rsidRPr="00E11DDC" w14:paraId="5C6E381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6C90" w14:textId="22A9F81A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8A03" w14:textId="10757040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4351" w14:textId="275AE57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77D66" w14:textId="65220156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29F5F" w14:textId="649A2ACA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003E" w14:textId="09686C77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0067" w14:textId="54D12FD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6 633,8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1388" w14:textId="782554D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4 958,0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3760" w14:textId="4B33F6F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4 958,0</w:t>
            </w:r>
          </w:p>
        </w:tc>
      </w:tr>
      <w:tr w:rsidR="00C87130" w:rsidRPr="00E11DDC" w14:paraId="7CAA00D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9882" w14:textId="0615C5FC" w:rsidR="00C87130" w:rsidRPr="00C87130" w:rsidRDefault="00C87130" w:rsidP="00C87130">
            <w:pPr>
              <w:ind w:right="-115" w:firstLine="0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7804" w14:textId="0C0043FE" w:rsidR="00C87130" w:rsidRPr="00C87130" w:rsidRDefault="00C87130" w:rsidP="00C8713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DB30" w14:textId="4DDDA821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A0F3" w14:textId="4B87CE95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3BF5" w14:textId="340D06BE" w:rsidR="00C87130" w:rsidRPr="00C87130" w:rsidRDefault="00C87130" w:rsidP="00C8713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E9E3" w14:textId="72C86DFA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9909" w14:textId="23958918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800,2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B395" w14:textId="3AB915C4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0F47" w14:textId="6984D4F2" w:rsidR="00C87130" w:rsidRPr="00C87130" w:rsidRDefault="00C87130" w:rsidP="00C87130">
            <w:pPr>
              <w:ind w:firstLine="0"/>
              <w:jc w:val="center"/>
              <w:rPr>
                <w:sz w:val="24"/>
                <w:szCs w:val="24"/>
              </w:rPr>
            </w:pPr>
            <w:r w:rsidRPr="00C87130">
              <w:rPr>
                <w:sz w:val="24"/>
                <w:szCs w:val="24"/>
              </w:rPr>
              <w:t>801,0</w:t>
            </w:r>
          </w:p>
        </w:tc>
      </w:tr>
      <w:tr w:rsidR="00A113A6" w:rsidRPr="00E11DDC" w14:paraId="2A15076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F347" w14:textId="40A82BBB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D68A" w14:textId="6FBB73F2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C649E" w14:textId="0CBDAE6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CDE3D" w14:textId="63D81A6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7FA8" w14:textId="7479C6B8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C4466" w14:textId="7EC970DC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B3E7" w14:textId="27C9FCB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15 395,8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7D42" w14:textId="0AEFBCA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2CBB" w14:textId="2A2484BF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A113A6" w:rsidRPr="00E11DDC" w14:paraId="7D37F3F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57C2" w14:textId="10FB970B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r w:rsidRPr="00A113A6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D98B2" w14:textId="055C0C05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E22A" w14:textId="4FB7BECC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C6EFA" w14:textId="571F7FE2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A4144" w14:textId="6E79F0E4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69C60" w14:textId="571B5B5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A046F" w14:textId="56054A7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14 644,7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1661" w14:textId="240657C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11 202,7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4B0C" w14:textId="22613426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13 717,1</w:t>
            </w:r>
          </w:p>
        </w:tc>
      </w:tr>
      <w:tr w:rsidR="00A113A6" w:rsidRPr="00E11DDC" w14:paraId="137B6DE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819C4" w14:textId="4F8B9323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color w:val="000000"/>
                <w:sz w:val="24"/>
                <w:szCs w:val="24"/>
              </w:rPr>
              <w:lastRenderedPageBreak/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2CB4" w14:textId="3745CE18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CB596" w14:textId="4BE3ED7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F105E" w14:textId="021985E9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C023" w14:textId="2832FE68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DE52" w14:textId="4756AF8E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E74D" w14:textId="061A4FA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2 018,4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D4406" w14:textId="3A6E75D6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65DB" w14:textId="3AAB671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4 300,8</w:t>
            </w:r>
          </w:p>
        </w:tc>
      </w:tr>
      <w:tr w:rsidR="00A113A6" w:rsidRPr="00E11DDC" w14:paraId="18EBF60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52878" w14:textId="6399A7E9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15F" w14:textId="042B27FE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9090B" w14:textId="521B9BB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AFDC" w14:textId="083197DF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33BA0" w14:textId="719BF810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4582" w14:textId="0788648B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8B02" w14:textId="5C9F8B3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2 018,4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8C16" w14:textId="6FAD9CD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2952" w14:textId="7266E3B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4 300,8</w:t>
            </w:r>
          </w:p>
        </w:tc>
      </w:tr>
      <w:tr w:rsidR="00A113A6" w:rsidRPr="00E11DDC" w14:paraId="17852EC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C46D7" w14:textId="1685DD2C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7468" w14:textId="06A9F426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8C82" w14:textId="3882B6A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F8B9" w14:textId="09A512B6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8C1B" w14:textId="1CCB89E4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9272" w14:textId="4775A50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E073" w14:textId="703A7D7A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2 018,4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8F17" w14:textId="0EECB2BA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541A" w14:textId="2991315C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4 300,8</w:t>
            </w:r>
          </w:p>
        </w:tc>
      </w:tr>
      <w:tr w:rsidR="00A113A6" w:rsidRPr="00E11DDC" w14:paraId="22169BC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3F80" w14:textId="1F56B8A1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027D" w14:textId="4108041C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7252" w14:textId="580F51AF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5F67" w14:textId="5EBD9C83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9AF4" w14:textId="2B2A23AF" w:rsidR="00A113A6" w:rsidRPr="00A113A6" w:rsidRDefault="00A113A6" w:rsidP="00A113A6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66BF" w14:textId="0AA7BF1A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91A3" w14:textId="3233DB1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12 610,3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91BC4" w14:textId="0A68565A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0A4A" w14:textId="5FC5642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9 400,3</w:t>
            </w:r>
          </w:p>
        </w:tc>
      </w:tr>
      <w:tr w:rsidR="00A113A6" w:rsidRPr="00E11DDC" w14:paraId="27A935D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653B" w14:textId="605B09B5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61E5" w14:textId="6B9289C0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89BF" w14:textId="7CF1B10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5275" w14:textId="5F222C8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825D2" w14:textId="3D12BA44" w:rsidR="00A113A6" w:rsidRPr="00A113A6" w:rsidRDefault="00A113A6" w:rsidP="00A113A6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E8E5" w14:textId="1280954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598F" w14:textId="329F30F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12 610,3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778C" w14:textId="20271C13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2354" w14:textId="176CC74B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9 400,3</w:t>
            </w:r>
          </w:p>
        </w:tc>
      </w:tr>
      <w:tr w:rsidR="00A113A6" w:rsidRPr="00E11DDC" w14:paraId="2A1DEA5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66C6" w14:textId="69EB7EB6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113A6">
              <w:rPr>
                <w:sz w:val="24"/>
                <w:szCs w:val="24"/>
              </w:rPr>
              <w:lastRenderedPageBreak/>
              <w:t xml:space="preserve">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7739" w14:textId="2A267C8D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38F82" w14:textId="77A37EA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6B35" w14:textId="563E6E62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A932" w14:textId="341D9BEA" w:rsidR="00A113A6" w:rsidRPr="00A113A6" w:rsidRDefault="00A113A6" w:rsidP="00A113A6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ADF1" w14:textId="6EF3329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6DB08" w14:textId="4326392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11 379,6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8BA3" w14:textId="2C6C3E4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8 168,6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BBDC" w14:textId="4F9DF5D8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8 168,6</w:t>
            </w:r>
          </w:p>
        </w:tc>
      </w:tr>
      <w:tr w:rsidR="00A113A6" w:rsidRPr="00E11DDC" w14:paraId="7DA2032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422E2" w14:textId="02E8380D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2E0B" w14:textId="2184F156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0BB9" w14:textId="2012610C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AD19" w14:textId="7C21BDF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5958" w14:textId="35814D7A" w:rsidR="00A113A6" w:rsidRPr="00A113A6" w:rsidRDefault="00A113A6" w:rsidP="00A113A6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66D3" w14:textId="3C860355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8F08" w14:textId="79ED475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1 230,7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12B5" w14:textId="1ED5E53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1 231,7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85357" w14:textId="0EC63889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1 231,7</w:t>
            </w:r>
          </w:p>
        </w:tc>
      </w:tr>
      <w:tr w:rsidR="00A113A6" w:rsidRPr="00E11DDC" w14:paraId="30DB8E5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B3D0" w14:textId="3756DAE4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F5D9" w14:textId="72D11283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6405" w14:textId="2A55999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7D3A8" w14:textId="30F11D7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FA495" w14:textId="2D03B373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BCBA" w14:textId="0208011F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E1D2" w14:textId="7A1398AE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8FC3F" w14:textId="5CD542B8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D740" w14:textId="7C6D8241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</w:tr>
      <w:tr w:rsidR="00A113A6" w:rsidRPr="00E11DDC" w14:paraId="4E65B06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5C25" w14:textId="081FBA89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A113A6">
              <w:rPr>
                <w:sz w:val="24"/>
                <w:szCs w:val="24"/>
              </w:rPr>
              <w:t>извещателей</w:t>
            </w:r>
            <w:proofErr w:type="spellEnd"/>
            <w:r w:rsidRPr="00A113A6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EEA7" w14:textId="59C02B6B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5635" w14:textId="7A845743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B0B6A" w14:textId="4214998E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CB62" w14:textId="2B53ABF0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3B54" w14:textId="43F7D76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DF5B" w14:textId="102AE9A8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77BC" w14:textId="5952973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1A53" w14:textId="507EFF6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</w:tr>
      <w:tr w:rsidR="00A113A6" w:rsidRPr="00E11DDC" w14:paraId="3549B2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0FF2" w14:textId="160E58C4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A113A6">
              <w:rPr>
                <w:sz w:val="24"/>
                <w:szCs w:val="24"/>
              </w:rPr>
              <w:t>извещателей</w:t>
            </w:r>
            <w:proofErr w:type="spellEnd"/>
            <w:r w:rsidRPr="00A113A6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993F9" w14:textId="3C4E7D37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EA839" w14:textId="4A3C510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7AC8" w14:textId="06FD4D0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B2FF7" w14:textId="3E805344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BA05" w14:textId="5C07361D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40DB" w14:textId="3317F824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11941" w14:textId="399756FE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AAA7" w14:textId="7DF126E9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</w:tr>
      <w:tr w:rsidR="00A113A6" w:rsidRPr="00E11DDC" w14:paraId="11357C8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AA93" w14:textId="1BB3CB48" w:rsidR="00A113A6" w:rsidRPr="00A113A6" w:rsidRDefault="00A113A6" w:rsidP="00A113A6">
            <w:pPr>
              <w:ind w:right="-115" w:firstLine="0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B500" w14:textId="0460030C" w:rsidR="00A113A6" w:rsidRPr="00A113A6" w:rsidRDefault="00A113A6" w:rsidP="00A113A6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948C" w14:textId="63C5E7AF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86A4" w14:textId="3A55FFB0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1BDE" w14:textId="103ED7FC" w:rsidR="00A113A6" w:rsidRPr="00A113A6" w:rsidRDefault="00A113A6" w:rsidP="00A113A6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E8C5" w14:textId="55F0983E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8E3B" w14:textId="276EB447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93,0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3DE9" w14:textId="5D06D68B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CA44" w14:textId="6A6168A9" w:rsidR="00A113A6" w:rsidRPr="00A113A6" w:rsidRDefault="00A113A6" w:rsidP="00A113A6">
            <w:pPr>
              <w:ind w:firstLine="0"/>
              <w:jc w:val="center"/>
              <w:rPr>
                <w:sz w:val="24"/>
                <w:szCs w:val="24"/>
              </w:rPr>
            </w:pPr>
            <w:r w:rsidRPr="00A113A6">
              <w:rPr>
                <w:sz w:val="24"/>
                <w:szCs w:val="24"/>
              </w:rPr>
              <w:t>0,0</w:t>
            </w:r>
          </w:p>
        </w:tc>
      </w:tr>
      <w:tr w:rsidR="00196D8A" w:rsidRPr="00E11DDC" w14:paraId="002CC65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6D4B" w14:textId="50E8ADBE" w:rsidR="00196D8A" w:rsidRPr="00196D8A" w:rsidRDefault="00196D8A" w:rsidP="00196D8A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921C" w14:textId="27ECC526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4164" w14:textId="7D274A8E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9808" w14:textId="676436AD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4ABD" w14:textId="0A9265E4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E1AB6" w14:textId="2D5B838B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A117" w14:textId="5BE425AE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1 420,0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DB8E" w14:textId="5A867008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E9526" w14:textId="7284CB5B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196D8A" w:rsidRPr="00E11DDC" w14:paraId="15FB7A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FB41" w14:textId="2AD22950" w:rsidR="00196D8A" w:rsidRPr="00196D8A" w:rsidRDefault="00196D8A" w:rsidP="00196D8A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96D8A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196D8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CBED" w14:textId="41541347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06C2" w14:textId="0068C84B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1B25" w14:textId="4ED89A72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A05AD" w14:textId="66A9DFE7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9046" w14:textId="1DFF9D00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84E0" w14:textId="6B7A43D6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6F1A" w14:textId="4C896A98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F750" w14:textId="4ECB1AD1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</w:tr>
      <w:tr w:rsidR="00196D8A" w:rsidRPr="00E11DDC" w14:paraId="5810D72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D6C3" w14:textId="7236DB0B" w:rsidR="00196D8A" w:rsidRPr="00196D8A" w:rsidRDefault="00196D8A" w:rsidP="00196D8A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lastRenderedPageBreak/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FCA9" w14:textId="517467C7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C91E" w14:textId="2D335E34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6920" w14:textId="26B1CC74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D9AD" w14:textId="0DFD56A2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8EA7" w14:textId="4AF14C2F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571E" w14:textId="60D09658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FC116" w14:textId="3D24A6AE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42C1" w14:textId="421B2C97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</w:tr>
      <w:tr w:rsidR="00196D8A" w:rsidRPr="00E11DDC" w14:paraId="3EC469D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BDD39" w14:textId="26047DEB" w:rsidR="00196D8A" w:rsidRPr="00196D8A" w:rsidRDefault="00196D8A" w:rsidP="00196D8A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A18E" w14:textId="79BE2717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BA39" w14:textId="081FFAFA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FD4B" w14:textId="4DEC080F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DEE4" w14:textId="72FE0CF9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0B6F5" w14:textId="1744B162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79E96" w14:textId="278A6C5B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A234" w14:textId="046BAE30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8A32" w14:textId="320613B9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</w:tr>
      <w:tr w:rsidR="00196D8A" w:rsidRPr="00E11DDC" w14:paraId="5182F41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DD677" w14:textId="25AFE105" w:rsidR="00196D8A" w:rsidRPr="00196D8A" w:rsidRDefault="00196D8A" w:rsidP="00E95695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196D8A">
              <w:rPr>
                <w:sz w:val="24"/>
                <w:szCs w:val="24"/>
              </w:rPr>
              <w:t>Балахнинском</w:t>
            </w:r>
            <w:proofErr w:type="spellEnd"/>
            <w:r w:rsidRPr="00196D8A">
              <w:rPr>
                <w:sz w:val="24"/>
                <w:szCs w:val="24"/>
              </w:rPr>
              <w:t xml:space="preserve"> муниципальном </w:t>
            </w:r>
            <w:r w:rsidR="00E95695"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CE1" w14:textId="0EEE897B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A1EC" w14:textId="59083375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C0F0" w14:textId="2AAAE453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87BD" w14:textId="79060F4D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1B40" w14:textId="7886044A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4BEE" w14:textId="2E2F6119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1AF98" w14:textId="6AACBB18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34A9" w14:textId="7F927EB4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</w:tr>
      <w:tr w:rsidR="00196D8A" w:rsidRPr="00E11DDC" w14:paraId="435B110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CEC7" w14:textId="485F8CE2" w:rsidR="00196D8A" w:rsidRPr="00196D8A" w:rsidRDefault="00196D8A" w:rsidP="00196D8A">
            <w:pPr>
              <w:ind w:right="-115"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7985" w14:textId="701CEB5A" w:rsidR="00196D8A" w:rsidRPr="00196D8A" w:rsidRDefault="00196D8A" w:rsidP="00196D8A">
            <w:pPr>
              <w:ind w:left="-10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92E5" w14:textId="3C8ECC65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4225" w14:textId="4D4411C9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F4EF3" w14:textId="476B36B8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7B05" w14:textId="771EFD7E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0583E" w14:textId="3213AA51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0BCF" w14:textId="3779A0B2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FAA09" w14:textId="50169A24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100,0</w:t>
            </w:r>
          </w:p>
        </w:tc>
      </w:tr>
      <w:tr w:rsidR="00196D8A" w:rsidRPr="00E11DDC" w14:paraId="749FD2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60C0" w14:textId="2A9860CB" w:rsidR="00196D8A" w:rsidRPr="00E11DDC" w:rsidRDefault="00196D8A" w:rsidP="00196D8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836A" w14:textId="13CE568C" w:rsidR="00196D8A" w:rsidRPr="00E11DDC" w:rsidRDefault="00196D8A" w:rsidP="00196D8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2EEE" w14:textId="732A44DD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4DDB" w14:textId="37A0D137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ABE3" w14:textId="2F86F96F" w:rsidR="00196D8A" w:rsidRPr="00E11DDC" w:rsidRDefault="00196D8A" w:rsidP="00196D8A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121CB" w14:textId="681BD19E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4C2E" w14:textId="74DBCEE7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169 187,1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359C" w14:textId="440CD726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50 519,7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84A7" w14:textId="01628FFE" w:rsidR="00196D8A" w:rsidRPr="00E11DDC" w:rsidRDefault="00196D8A" w:rsidP="00196D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61 266,2</w:t>
            </w:r>
          </w:p>
        </w:tc>
      </w:tr>
      <w:tr w:rsidR="0037135A" w:rsidRPr="00E11DDC" w14:paraId="5698309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B464" w14:textId="2FE108A0" w:rsidR="0037135A" w:rsidRPr="00E11DDC" w:rsidRDefault="0037135A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35F8" w14:textId="6DDAF5A0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E5C89" w14:textId="1FC3F831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CDC2" w14:textId="3C153389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6B17" w14:textId="1466F067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FC23" w14:textId="4C216CE5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C00E" w14:textId="753A57C4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9DF2" w14:textId="5A45DDEE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23FA" w14:textId="455FEAAC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37135A" w:rsidRPr="00E11DDC" w14:paraId="411C339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2988" w14:textId="395B5FFD" w:rsidR="0037135A" w:rsidRPr="00E11DDC" w:rsidRDefault="0037135A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0DBD" w14:textId="040DE0E2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E282" w14:textId="62C6786E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3658" w14:textId="73070BB2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4B2C0" w14:textId="70589B01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3A75" w14:textId="123F7292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51A6" w14:textId="0BBAA1F4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4184" w14:textId="11E3BC79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5A96" w14:textId="68C23596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37135A" w:rsidRPr="00E11DDC" w14:paraId="788A3E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EE83" w14:textId="271B1299" w:rsidR="0037135A" w:rsidRPr="00E11DDC" w:rsidRDefault="0037135A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1FC72" w14:textId="2378E4FE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67C5" w14:textId="6220B136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DFE9" w14:textId="1B3B4A86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C47C" w14:textId="4CA6AB5B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7B6E5" w14:textId="31089023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2D9C" w14:textId="7D8EAE34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278E9" w14:textId="65BE049D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682C" w14:textId="45C3E176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37135A" w:rsidRPr="00E11DDC" w14:paraId="6A8018B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3D2D" w14:textId="308E4C88" w:rsidR="0037135A" w:rsidRPr="00E11DDC" w:rsidRDefault="0037135A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C9BA" w14:textId="6FF5A229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D15F" w14:textId="45E8C742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D319" w14:textId="0E310A8B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B38A8" w14:textId="0A6E28A0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3EF3" w14:textId="3F194975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D9C6" w14:textId="06AD5153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F778A" w14:textId="42158E61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D795" w14:textId="5004060A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37135A" w:rsidRPr="00E11DDC" w14:paraId="4E98B89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F70D" w14:textId="2680EDC6" w:rsidR="0037135A" w:rsidRPr="00E11DDC" w:rsidRDefault="0000614F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0614F">
              <w:rPr>
                <w:sz w:val="24"/>
                <w:szCs w:val="24"/>
              </w:rPr>
              <w:t xml:space="preserve">Расходы на осуществление полномочий по организации мероприятий при осуществлении деятельности по обращению с </w:t>
            </w:r>
            <w:r w:rsidRPr="0000614F">
              <w:rPr>
                <w:sz w:val="24"/>
                <w:szCs w:val="24"/>
              </w:rPr>
              <w:lastRenderedPageBreak/>
              <w:t>животными в части отлова и содержания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8E02" w14:textId="3D5B0072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A5DD" w14:textId="13789D58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DF88" w14:textId="1538F836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52DA" w14:textId="4596EEC8" w:rsidR="0037135A" w:rsidRPr="00E11DDC" w:rsidRDefault="0037135A" w:rsidP="0037135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44FF" w14:textId="4A534D37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AF46" w14:textId="45688F90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D297" w14:textId="575870A9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D39B" w14:textId="76E6EC11" w:rsidR="0037135A" w:rsidRPr="00E11DDC" w:rsidRDefault="0037135A" w:rsidP="0037135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37135A" w:rsidRPr="00E11DDC" w14:paraId="26AB4D3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EB6DF" w14:textId="78C619A8" w:rsidR="0037135A" w:rsidRPr="00E11DDC" w:rsidRDefault="0037135A" w:rsidP="0037135A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A7B6E" w14:textId="672CF180" w:rsidR="0037135A" w:rsidRPr="00E11DDC" w:rsidRDefault="0037135A" w:rsidP="0037135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EC73" w14:textId="5EE59ADA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C82C" w14:textId="297297A1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3C5F" w14:textId="2C2FCDB0" w:rsidR="0037135A" w:rsidRPr="00E11DDC" w:rsidRDefault="0037135A" w:rsidP="0037135A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8A9B5" w14:textId="40F29661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4A24" w14:textId="13FB3EDD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625,1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00233" w14:textId="28A77356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11E11" w14:textId="3B0075EC" w:rsidR="0037135A" w:rsidRPr="00E11DDC" w:rsidRDefault="0037135A" w:rsidP="0037135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458,4</w:t>
            </w:r>
          </w:p>
        </w:tc>
      </w:tr>
      <w:tr w:rsidR="009C56C7" w:rsidRPr="00E11DDC" w14:paraId="7A4F815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050F" w14:textId="7560575F" w:rsidR="009C56C7" w:rsidRPr="00E11DDC" w:rsidRDefault="009C56C7" w:rsidP="009C56C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CE44" w14:textId="42399E68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DAEB" w14:textId="2F7B68B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6FDD" w14:textId="2C6E438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734A" w14:textId="1D223BBC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96FA" w14:textId="455A680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DE65" w14:textId="33FF8804" w:rsidR="009C56C7" w:rsidRPr="00E11DDC" w:rsidRDefault="009C56C7" w:rsidP="00311F2A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144 660,6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79FFC" w14:textId="6D11CF7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517A" w14:textId="5F50725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9C56C7" w:rsidRPr="00E11DDC" w14:paraId="1DE2835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3015C" w14:textId="38558805" w:rsidR="009C56C7" w:rsidRPr="00E11DDC" w:rsidRDefault="009C56C7" w:rsidP="009C56C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81D55" w14:textId="377ECCA1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A29D5" w14:textId="4B2309C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3B634" w14:textId="1A3BCBB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E366" w14:textId="03025DC9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9938" w14:textId="0CD48DA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D907" w14:textId="2C3FBF0A" w:rsidR="009C56C7" w:rsidRPr="00E11DDC" w:rsidRDefault="009C56C7" w:rsidP="00311F2A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119 619,4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B9A9" w14:textId="24909C0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5340" w14:textId="5ABE97A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52 189,7</w:t>
            </w:r>
          </w:p>
        </w:tc>
      </w:tr>
      <w:tr w:rsidR="009C56C7" w:rsidRPr="00E11DDC" w14:paraId="090A329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3FDA" w14:textId="514A60BC" w:rsidR="009C56C7" w:rsidRPr="00E11DDC" w:rsidRDefault="009C56C7" w:rsidP="009C56C7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5E38" w14:textId="167D15F5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63E2" w14:textId="6EC8A3DA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B144" w14:textId="2242D25D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4136" w14:textId="788D1079" w:rsidR="009C56C7" w:rsidRPr="00E11DDC" w:rsidRDefault="009C56C7" w:rsidP="009C56C7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A7B5" w14:textId="56BDF83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A498" w14:textId="5CCBC23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2 102,2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A2CE4" w14:textId="0FE6CA2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90038" w14:textId="23E695B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9C56C7" w:rsidRPr="00E11DDC" w14:paraId="13AE852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D6CA" w14:textId="50E8B617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F5BA" w14:textId="57C006D5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D9B16" w14:textId="7C035ED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95DF" w14:textId="2859A61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8805" w14:textId="12446C63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3F2E6" w14:textId="65FECAC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152E" w14:textId="600A228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2 102,2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6552" w14:textId="7FDBBD2E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CBF0" w14:textId="2BF57EA1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9C56C7" w:rsidRPr="00E11DDC" w14:paraId="730B588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760F8" w14:textId="7AB5688A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D339" w14:textId="7CD3075F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1656" w14:textId="50B49D34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B8E8" w14:textId="3BFFB22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28A0C" w14:textId="5B6248F9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F289" w14:textId="64966B3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3521" w14:textId="0407B624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2 102,2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1824" w14:textId="36E339C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CFF4F" w14:textId="462C51B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9C56C7" w:rsidRPr="00E11DDC" w14:paraId="77DFBC9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3E25" w14:textId="27B08D8A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BCF9" w14:textId="46CEBA3A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38AC1" w14:textId="1FAFC0D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CFF9" w14:textId="3486486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76B2" w14:textId="1E949620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F7297" w14:textId="4550030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E24D" w14:textId="3D3E7A9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87 234,2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5679" w14:textId="20F19434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34A22" w14:textId="6ECF474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196D8A" w:rsidRPr="00E11DDC" w14:paraId="5E2236C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B635" w14:textId="41CBA2B6" w:rsidR="00196D8A" w:rsidRPr="00E11DDC" w:rsidRDefault="00196D8A" w:rsidP="00196D8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08DD" w14:textId="03CB2083" w:rsidR="00196D8A" w:rsidRPr="00E11DDC" w:rsidRDefault="00196D8A" w:rsidP="00196D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D88F" w14:textId="4D08A496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AA5D" w14:textId="5F9EEE06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5F0B" w14:textId="6F1E4CB8" w:rsidR="00196D8A" w:rsidRPr="00E11DDC" w:rsidRDefault="00196D8A" w:rsidP="00196D8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F7C0" w14:textId="7872284D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308E" w14:textId="48612DAD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96D8A">
              <w:rPr>
                <w:color w:val="000000"/>
                <w:sz w:val="24"/>
                <w:szCs w:val="24"/>
              </w:rPr>
              <w:t>3 081,4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8D14" w14:textId="08D9FE23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C1BC4" w14:textId="2DF74860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96D8A" w:rsidRPr="00E11DDC" w14:paraId="1AC7C8A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0F0B" w14:textId="4E80FCBF" w:rsidR="00196D8A" w:rsidRPr="00E11DDC" w:rsidRDefault="00196D8A" w:rsidP="00196D8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Закупка товаров, </w:t>
            </w:r>
            <w:r w:rsidRPr="00E11DDC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F827" w14:textId="22AAE21C" w:rsidR="00196D8A" w:rsidRPr="00E11DDC" w:rsidRDefault="00196D8A" w:rsidP="00196D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AE43B" w14:textId="01829E5A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29322" w14:textId="0B018E62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682D" w14:textId="55BFF51B" w:rsidR="00196D8A" w:rsidRPr="00E11DDC" w:rsidRDefault="00196D8A" w:rsidP="00196D8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649C" w14:textId="402AF84B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7B7B" w14:textId="5D40B5EE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96D8A">
              <w:rPr>
                <w:color w:val="000000"/>
                <w:sz w:val="24"/>
                <w:szCs w:val="24"/>
              </w:rPr>
              <w:t>3 081,4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EA1D" w14:textId="5E6430BA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1881" w14:textId="44AE485B" w:rsidR="00196D8A" w:rsidRPr="00E11DDC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96D8A" w:rsidRPr="00E11DDC" w14:paraId="087F663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232D" w14:textId="7A219D5C" w:rsidR="00196D8A" w:rsidRPr="00196D8A" w:rsidRDefault="00196D8A" w:rsidP="00196D8A">
            <w:pPr>
              <w:ind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lastRenderedPageBreak/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4E37" w14:textId="58579E93" w:rsidR="00196D8A" w:rsidRPr="00196D8A" w:rsidRDefault="00196D8A" w:rsidP="00196D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57CA" w14:textId="455C5D5F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C8FB" w14:textId="0376EECA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34E8" w14:textId="04B376BB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5517" w14:textId="73DE9203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1EA9" w14:textId="19149A2A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10 491,5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01ED" w14:textId="466AFCF2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CB458" w14:textId="1176B8E4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196D8A" w:rsidRPr="00E11DDC" w14:paraId="0874446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1CF0" w14:textId="3C947221" w:rsidR="00196D8A" w:rsidRPr="00196D8A" w:rsidRDefault="00196D8A" w:rsidP="00196D8A">
            <w:pPr>
              <w:ind w:firstLine="0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D073" w14:textId="346B4272" w:rsidR="00196D8A" w:rsidRPr="00196D8A" w:rsidRDefault="00196D8A" w:rsidP="00196D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7429" w14:textId="49EA69CB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456D" w14:textId="40E96BA2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3C3D" w14:textId="55D30C5A" w:rsidR="00196D8A" w:rsidRPr="00196D8A" w:rsidRDefault="00196D8A" w:rsidP="00196D8A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DE199" w14:textId="1C8DC51E" w:rsidR="00196D8A" w:rsidRPr="00196D8A" w:rsidRDefault="00196D8A" w:rsidP="00196D8A">
            <w:pPr>
              <w:ind w:firstLine="0"/>
              <w:jc w:val="center"/>
              <w:rPr>
                <w:sz w:val="24"/>
                <w:szCs w:val="24"/>
              </w:rPr>
            </w:pPr>
            <w:r w:rsidRPr="00196D8A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AB16" w14:textId="129FC8AA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10 491,5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323F" w14:textId="16E1E053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911F" w14:textId="72679D53" w:rsidR="00196D8A" w:rsidRPr="00196D8A" w:rsidRDefault="00196D8A" w:rsidP="0019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D8A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A35347" w:rsidRPr="00E11DDC" w14:paraId="64BEA1C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A2F2" w14:textId="5EF19FD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F534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BD2E" w14:textId="4AF04B88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8020" w14:textId="7F8E898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93379" w14:textId="19FAECDB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9FB7" w14:textId="4A5D531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2BEF" w14:textId="794988C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664CA" w14:textId="1510F19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19D" w14:textId="461109CB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02C5C1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99DE" w14:textId="768CD1C4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7C7D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B303" w14:textId="63F7167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35A8" w14:textId="1925AA4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5762" w14:textId="16B185B8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0CE9" w14:textId="3363969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13D54" w14:textId="0E9437C2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B4EF" w14:textId="672BC35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BDA24" w14:textId="14F21E2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D775B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FAA0" w14:textId="135838E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81EC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0249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417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19FC4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EFC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98E0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BA98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01E4E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7811679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22F0" w14:textId="3A8CA52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2ABA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FDB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D8D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4A00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C2C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4CC0" w14:textId="277C6CF4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9 372,3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3B83" w14:textId="6B6CA6D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01A8" w14:textId="4249EDB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6BD2D3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DA0CF" w14:textId="40A8A6D4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-расходы на мероприятия по реализации проекта инициативного бюджетирования "Вам решать" за счет </w:t>
            </w:r>
            <w:r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18D1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C7E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57F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4D71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FBB4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24E1" w14:textId="293123FA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4 375,7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B683" w14:textId="5D3E04E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6934A" w14:textId="2F4E54D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7C37E6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4F34" w14:textId="2114EEC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9564C">
              <w:rPr>
                <w:sz w:val="24"/>
                <w:szCs w:val="24"/>
              </w:rPr>
              <w:lastRenderedPageBreak/>
              <w:t xml:space="preserve">-расходы на мероприятия по реализации проекта инициативного бюджетирования "Вам решать" за счет </w:t>
            </w:r>
            <w:r>
              <w:rPr>
                <w:sz w:val="24"/>
                <w:szCs w:val="24"/>
              </w:rPr>
              <w:t>инициативных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7A1E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DD73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599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B732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BBA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C762" w14:textId="6B1A079C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822,6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E7C6" w14:textId="60A2D26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635B" w14:textId="616E6E1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D78B2E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7E1F" w14:textId="3B1A1BD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7432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0B7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3F2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BBFD6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4F5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3A81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63C5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4E9E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501B7F6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27E7" w14:textId="30062053" w:rsidR="00A35347" w:rsidRPr="00E11DDC" w:rsidRDefault="00A35347" w:rsidP="00311F2A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Устройство асфальтобетонного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203AF8">
              <w:rPr>
                <w:sz w:val="24"/>
                <w:szCs w:val="24"/>
              </w:rPr>
              <w:t>Фрунзе, сельский поселок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03AF8">
              <w:rPr>
                <w:sz w:val="24"/>
                <w:szCs w:val="24"/>
              </w:rPr>
              <w:t>Костенево</w:t>
            </w:r>
            <w:proofErr w:type="spellEnd"/>
            <w:r w:rsidRPr="00203AF8">
              <w:rPr>
                <w:sz w:val="24"/>
                <w:szCs w:val="24"/>
              </w:rPr>
              <w:t xml:space="preserve"> </w:t>
            </w:r>
            <w:proofErr w:type="spellStart"/>
            <w:r w:rsidRPr="00203AF8">
              <w:rPr>
                <w:sz w:val="24"/>
                <w:szCs w:val="24"/>
              </w:rPr>
              <w:t>Балахнинского</w:t>
            </w:r>
            <w:proofErr w:type="spellEnd"/>
            <w:r w:rsidRPr="00203AF8">
              <w:rPr>
                <w:sz w:val="24"/>
                <w:szCs w:val="24"/>
              </w:rPr>
              <w:t xml:space="preserve"> муниципального округа Нижегородской о</w:t>
            </w:r>
            <w:r>
              <w:rPr>
                <w:sz w:val="24"/>
                <w:szCs w:val="24"/>
              </w:rPr>
              <w:t>б</w:t>
            </w:r>
            <w:r w:rsidRPr="00203AF8">
              <w:rPr>
                <w:sz w:val="24"/>
                <w:szCs w:val="24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B968B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333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9250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E856" w14:textId="64825CCB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1BEF" w14:textId="782EBBE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780DB" w14:textId="33EC4751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830,5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3404" w14:textId="2D2E3BC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4ADB" w14:textId="61B84025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87A927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53CC" w14:textId="26E2192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3BE2F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3DB5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FF9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B758" w14:textId="0A78CE90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77FE" w14:textId="57991F83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40FC" w14:textId="285ABD1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830,5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EB2D" w14:textId="7481B92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D8D8" w14:textId="2FA84A8F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2E8D50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A2D5" w14:textId="4AEBAA3C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C9B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FCFD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2F9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8E98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35D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0E31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3C67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003A7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2AFA649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467B" w14:textId="4DEE9B0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C0F0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7926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748E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0867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2C6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AB0E" w14:textId="3C1495F6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547,3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10CD" w14:textId="104A6C95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64B7" w14:textId="123437D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CDCE33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0A30" w14:textId="55BF716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ADA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ADD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8162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86E0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F56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2278" w14:textId="7CC9D53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3C52" w14:textId="784F2E4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F0C0" w14:textId="10AF980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4C421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C3B8" w14:textId="2C6F60C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44A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C09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44D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658A8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E95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87CE" w14:textId="66054019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9659" w14:textId="3B68724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9AC3" w14:textId="30F5D66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BBC4A2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A7BE" w14:textId="47E087A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участка дороги ул.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>Железнодорожная, рабочий поселок Большое Козино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DE1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0FC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A6C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C02F2" w14:textId="7278E402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9C6AC" w14:textId="22D01445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7646" w14:textId="23A65224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1 676,5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2157" w14:textId="6D604CC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8CC23" w14:textId="226F735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2CEA4B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D803" w14:textId="0BC04DC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 xml:space="preserve">Закупка товаров, </w:t>
            </w:r>
            <w:r w:rsidRPr="00203AF8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FC6E0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D6CC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A2E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2985" w14:textId="3EA9F5F6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5B698" w14:textId="194DB1C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D8E8" w14:textId="54A9660C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1 676,5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2781" w14:textId="28A7EDA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5701" w14:textId="4D53EEF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E581F7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FB22" w14:textId="6B74DC21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C54E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8D4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11C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BF5B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6EB8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D856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0355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18E2C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34A6905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E2A3" w14:textId="7D2DBC1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48DB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B18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7C2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CDF62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2710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8C0F" w14:textId="01BCBCE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1 104,8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7DA9D" w14:textId="7FBEC825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9798" w14:textId="5511209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DF7626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1A12" w14:textId="5E95EA5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200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46D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D9CF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A68A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BF9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09CB" w14:textId="40A74B33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9B512" w14:textId="0D1CF38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44FC" w14:textId="2AB7BA1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3AA519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9747" w14:textId="384AFA2C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6FC9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489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8E4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556C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CDF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BD11" w14:textId="6CFCAB3C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B3FCC" w14:textId="6569FC35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B2A15" w14:textId="2DFD7BE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CFCCD6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86E76" w14:textId="2F6C2E2C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 xml:space="preserve">Чапаева, сельский поселок </w:t>
            </w:r>
            <w:proofErr w:type="spellStart"/>
            <w:r w:rsidRPr="0010482C">
              <w:rPr>
                <w:sz w:val="24"/>
                <w:szCs w:val="24"/>
              </w:rPr>
              <w:t>Ляхово</w:t>
            </w:r>
            <w:proofErr w:type="spellEnd"/>
            <w:r w:rsidRPr="0010482C">
              <w:rPr>
                <w:sz w:val="24"/>
                <w:szCs w:val="24"/>
              </w:rPr>
              <w:t xml:space="preserve"> </w:t>
            </w:r>
            <w:proofErr w:type="spellStart"/>
            <w:r w:rsidRPr="0010482C">
              <w:rPr>
                <w:sz w:val="24"/>
                <w:szCs w:val="24"/>
              </w:rPr>
              <w:t>Балахнинского</w:t>
            </w:r>
            <w:proofErr w:type="spellEnd"/>
            <w:r w:rsidRPr="0010482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7A9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9E8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FEA0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E1FD" w14:textId="3442071F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4E2C" w14:textId="6418008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CEB8" w14:textId="07D869AD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1 418,3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2F6E" w14:textId="2350692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467B" w14:textId="5EDEFF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CECB16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3C09" w14:textId="64340CB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2B6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7A9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BAF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E12C3" w14:textId="145ABB49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AC0B" w14:textId="77CFA42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D660" w14:textId="73D954B1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1 418,3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D314" w14:textId="2BFB739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87492" w14:textId="688D346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151975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5DE9" w14:textId="3BD80A24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94E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331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E22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B6E1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59ED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8F48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6E75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76C46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77163A5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C8C1" w14:textId="6A09DC1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752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AEEE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BAF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14E7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E23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870CE" w14:textId="7392F31F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934,7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641B" w14:textId="0EA2310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2E69" w14:textId="7F40678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5291D7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A529D" w14:textId="174E715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0D81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D7BD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B719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4291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086C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1CF2" w14:textId="6785F0F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426,9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34BC7" w14:textId="64CFD15F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EDF4B" w14:textId="13A0202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BFDA14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BE9D9" w14:textId="375E2B6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E33B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8072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504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1D2A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B3A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7D2E" w14:textId="1879DB38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4F69" w14:textId="00FD33B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592A" w14:textId="0CB5768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803F35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3F43" w14:textId="32B32B3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0482C">
              <w:rPr>
                <w:sz w:val="24"/>
                <w:szCs w:val="24"/>
              </w:rPr>
              <w:t>Устройство асфальтобетонного покрытия дороги пер.</w:t>
            </w:r>
            <w:r>
              <w:rPr>
                <w:sz w:val="24"/>
                <w:szCs w:val="24"/>
              </w:rPr>
              <w:t xml:space="preserve"> </w:t>
            </w:r>
            <w:r w:rsidRPr="0010482C">
              <w:rPr>
                <w:sz w:val="24"/>
                <w:szCs w:val="24"/>
              </w:rPr>
              <w:t xml:space="preserve">Полевой, сельский поселок </w:t>
            </w:r>
            <w:proofErr w:type="spellStart"/>
            <w:r w:rsidRPr="0010482C">
              <w:rPr>
                <w:sz w:val="24"/>
                <w:szCs w:val="24"/>
              </w:rPr>
              <w:t>Ляхово</w:t>
            </w:r>
            <w:proofErr w:type="spellEnd"/>
            <w:r w:rsidRPr="0010482C">
              <w:rPr>
                <w:sz w:val="24"/>
                <w:szCs w:val="24"/>
              </w:rPr>
              <w:t xml:space="preserve"> </w:t>
            </w:r>
            <w:proofErr w:type="spellStart"/>
            <w:r w:rsidRPr="0010482C">
              <w:rPr>
                <w:sz w:val="24"/>
                <w:szCs w:val="24"/>
              </w:rPr>
              <w:t>Балахнинского</w:t>
            </w:r>
            <w:proofErr w:type="spellEnd"/>
            <w:r w:rsidRPr="0010482C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F423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6B3D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F44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730D" w14:textId="15DBC29F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382EE" w14:textId="2AC607FC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A9B3" w14:textId="0A2D0732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612,4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E536" w14:textId="3FDEBEE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1067" w14:textId="5F4DE1A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7E7232F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4C16" w14:textId="1E8DA3F1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03AF8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2CF0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CC35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AAB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FA7C" w14:textId="7C79C8ED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617B" w14:textId="671E1C0A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7E07" w14:textId="092693DD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612,4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C449" w14:textId="49D7BA8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F405" w14:textId="741BE9F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B82E79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1A31" w14:textId="3AD7088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D77E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C2D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838D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C402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5F2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9676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F10D" w14:textId="4F8402C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64CD" w14:textId="157F4B9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2FDA9AC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B3A89" w14:textId="666FE54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179D5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8E9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AD34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5E7A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48B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3DA9" w14:textId="28032BCD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403,5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5F4D" w14:textId="612D536F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DDD1" w14:textId="22E6B83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B6AEB6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FB34E" w14:textId="6DBCEA9A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A55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7A3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06C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8007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3DB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B580" w14:textId="1CB418E3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184,4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AF43" w14:textId="08360F9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A8D49" w14:textId="1D00E62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2BC896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E14AC" w14:textId="03810D2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BF2DC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BCB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557D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508F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510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FDB3" w14:textId="442B85E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6252" w14:textId="4689446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904B" w14:textId="1B11D0A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68C7E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0D82" w14:textId="08E2911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075936">
              <w:rPr>
                <w:sz w:val="24"/>
                <w:szCs w:val="24"/>
              </w:rPr>
              <w:t xml:space="preserve">Устройство асфальтобетонного покрытия участка дороги </w:t>
            </w:r>
            <w:proofErr w:type="spellStart"/>
            <w:r w:rsidRPr="00075936">
              <w:rPr>
                <w:sz w:val="24"/>
                <w:szCs w:val="24"/>
              </w:rPr>
              <w:t>ул.Горького</w:t>
            </w:r>
            <w:proofErr w:type="spellEnd"/>
            <w:r w:rsidRPr="00075936">
              <w:rPr>
                <w:sz w:val="24"/>
                <w:szCs w:val="24"/>
              </w:rPr>
              <w:t>, рабочий поселок Гидроторф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0CF1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55C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F0DD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16E5" w14:textId="54BC7C54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030B" w14:textId="5DFA900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8B26" w14:textId="70757EB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3 888,6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F597" w14:textId="5D22689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71F4" w14:textId="0C12A13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4F4A27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4FD8" w14:textId="76E43BB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3FBB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8B3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F6B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8FC55" w14:textId="668B2891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1168" w14:textId="03A026B6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9BC63" w14:textId="31F9B40A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3 888,6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1AAD" w14:textId="41BFEF0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52A4C" w14:textId="7B41F24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C29513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9434" w14:textId="2CD32BE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6FD9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B35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225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2283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F86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1263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40ED" w14:textId="3F5D037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7938" w14:textId="51B8F35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7975519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0FE3" w14:textId="3C4809B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4DEF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94D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05C0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A900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35C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BF6D" w14:textId="537CA5A5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2 566,5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91EA" w14:textId="4255144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8543" w14:textId="54F808A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714EF7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6685" w14:textId="32A9B8A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4C85F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A60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1E6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0512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6887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DF9B2" w14:textId="6FEB85C0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1 166,6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11E9" w14:textId="4A713AE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CEDD" w14:textId="74EE4F6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B15EDB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399C0" w14:textId="341DAC3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1559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AC7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5D60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09600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2E1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8CD0" w14:textId="39771CA6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DA96" w14:textId="756993F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69DC" w14:textId="6E5F1BC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D45F77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982A" w14:textId="7164BA1B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D40F1F">
              <w:rPr>
                <w:sz w:val="24"/>
                <w:szCs w:val="24"/>
              </w:rPr>
              <w:t xml:space="preserve">Устройство асфальтобетонного покрытия дороги деревня </w:t>
            </w:r>
            <w:proofErr w:type="spellStart"/>
            <w:r w:rsidRPr="00D40F1F">
              <w:rPr>
                <w:sz w:val="24"/>
                <w:szCs w:val="24"/>
              </w:rPr>
              <w:t>Трестьяны</w:t>
            </w:r>
            <w:proofErr w:type="spellEnd"/>
            <w:r w:rsidRPr="00D40F1F">
              <w:rPr>
                <w:sz w:val="24"/>
                <w:szCs w:val="24"/>
              </w:rPr>
              <w:t xml:space="preserve"> </w:t>
            </w:r>
            <w:proofErr w:type="spellStart"/>
            <w:r w:rsidRPr="00D40F1F">
              <w:rPr>
                <w:sz w:val="24"/>
                <w:szCs w:val="24"/>
              </w:rPr>
              <w:t>Балахнинского</w:t>
            </w:r>
            <w:proofErr w:type="spellEnd"/>
            <w:r w:rsidRPr="00D40F1F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363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7CE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844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F7426" w14:textId="2992D68F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BB08" w14:textId="013E060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0AF5" w14:textId="437987AB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1 182,3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25CE" w14:textId="73725A7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30A5" w14:textId="0506553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DCF8AB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689" w14:textId="40448EE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456D6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2D4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E47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7882" w14:textId="28567826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8CD73" w14:textId="184C249F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6D6C" w14:textId="3C25A0EF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1 182,3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AE5D" w14:textId="5EFEDBF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EF70" w14:textId="72488DA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38D8C03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091E" w14:textId="212A04F6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8DEE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DA89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A85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DD82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9E3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8396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0900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3A6A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4EA497E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371EC" w14:textId="640D262F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3C07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9DBD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2C3C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B35C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87A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99C3" w14:textId="0A9BBB02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780,3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98FF" w14:textId="1B3579C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2293A" w14:textId="6D8DEE4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E9ED22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0A55" w14:textId="677ECA97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314E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295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FA2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131F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5B6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B79C" w14:textId="1361E876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354,7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C2EC" w14:textId="78FC21D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BD1D" w14:textId="7BAA35F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7FC78D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13374" w14:textId="062EE3D1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CAB3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FB8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8DA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6764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21B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5969C" w14:textId="2E1FBB34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BC8E" w14:textId="4BE4A23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18448" w14:textId="1D2EEF7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4E24FD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191C" w14:textId="4FE67E0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>Ремонт дорожного покрытия дороги ул.</w:t>
            </w:r>
            <w:r>
              <w:rPr>
                <w:sz w:val="24"/>
                <w:szCs w:val="24"/>
              </w:rPr>
              <w:t xml:space="preserve"> </w:t>
            </w:r>
            <w:r w:rsidRPr="00582735">
              <w:rPr>
                <w:sz w:val="24"/>
                <w:szCs w:val="24"/>
              </w:rPr>
              <w:t xml:space="preserve">Железнодорожная, рабочий поселок </w:t>
            </w:r>
            <w:proofErr w:type="spellStart"/>
            <w:r w:rsidRPr="00582735">
              <w:rPr>
                <w:sz w:val="24"/>
                <w:szCs w:val="24"/>
              </w:rPr>
              <w:t>Лукино</w:t>
            </w:r>
            <w:proofErr w:type="spellEnd"/>
            <w:r w:rsidRPr="00582735">
              <w:rPr>
                <w:sz w:val="24"/>
                <w:szCs w:val="24"/>
              </w:rPr>
              <w:t xml:space="preserve"> </w:t>
            </w:r>
            <w:proofErr w:type="spellStart"/>
            <w:r w:rsidRPr="00582735">
              <w:rPr>
                <w:sz w:val="24"/>
                <w:szCs w:val="24"/>
              </w:rPr>
              <w:t>Балахнинского</w:t>
            </w:r>
            <w:proofErr w:type="spellEnd"/>
            <w:r w:rsidRPr="00582735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1494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173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056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3712" w14:textId="125D868C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2AFC4" w14:textId="28FF555E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C033" w14:textId="667ACCF0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2 551,1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6819" w14:textId="25BBE70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85C9" w14:textId="349A313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305083D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4440" w14:textId="587E8A3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D0DDC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9D1F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6CD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CE32" w14:textId="10151292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70B16" w14:textId="1376166D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2A4D" w14:textId="34470D98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2 551,1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B314" w14:textId="1A5DC2C6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B757" w14:textId="1A05F295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056F50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6CB4" w14:textId="098A5E5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0590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4CC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DB54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3598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F44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ABD8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60D3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C52F3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6571D63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71E5" w14:textId="1C520613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370E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FE4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12A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760FD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BF5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9ED5" w14:textId="24E14A53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1 530,7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1664" w14:textId="619CD4B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B8F9" w14:textId="589A478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7C3F08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BB53" w14:textId="11BFD1E9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3ED7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6FDC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615C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3861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A6D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A2DB" w14:textId="71ED1E4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765,3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8518" w14:textId="31B5E87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EC3E" w14:textId="2AA41DCF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F7DB15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0587" w14:textId="06E4844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B747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F13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9D5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6AE5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2A2B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2F6C" w14:textId="30AF789D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03B3F" w14:textId="75185C5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A0C7" w14:textId="429BAD7B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CF1863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F452" w14:textId="07B461B5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 xml:space="preserve">Устройство асфальтобетонного покрытия дороги </w:t>
            </w:r>
            <w:proofErr w:type="spellStart"/>
            <w:r w:rsidRPr="00582735">
              <w:rPr>
                <w:sz w:val="24"/>
                <w:szCs w:val="24"/>
              </w:rPr>
              <w:t>ул.Горького</w:t>
            </w:r>
            <w:proofErr w:type="spellEnd"/>
            <w:r w:rsidRPr="00582735">
              <w:rPr>
                <w:sz w:val="24"/>
                <w:szCs w:val="24"/>
              </w:rPr>
              <w:t xml:space="preserve"> рабочий поселок </w:t>
            </w:r>
            <w:proofErr w:type="spellStart"/>
            <w:r w:rsidRPr="00582735">
              <w:rPr>
                <w:sz w:val="24"/>
                <w:szCs w:val="24"/>
              </w:rPr>
              <w:t>Лукино</w:t>
            </w:r>
            <w:proofErr w:type="spellEnd"/>
            <w:r w:rsidRPr="00582735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D8B7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9FAD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765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557FA" w14:textId="56B2EB63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E045" w14:textId="28FD1254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97B8" w14:textId="0FB4E06F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1 444,5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D7A55" w14:textId="018BE7DE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FEE6" w14:textId="6F4AF208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5B7F41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A3DC" w14:textId="2E15072A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E64B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AE0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1F4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DA222" w14:textId="2912B37B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ED28" w14:textId="4D7C2F2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0CA4" w14:textId="3029D139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>1 444,5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EC1B" w14:textId="29341A9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FC3D1" w14:textId="4EEBDCDB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4A0E02C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B843A" w14:textId="77C0A8C0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5A32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D01B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886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3ACC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B6F4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3E4D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C519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219B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08BCA43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CC94F" w14:textId="3516CD6E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A6B4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1A6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11E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8F26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774D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9E4A" w14:textId="4F4C3A51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866,7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54424" w14:textId="76459D3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E8F3" w14:textId="67AD9542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5D5F31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C2ED" w14:textId="46D3BC3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E739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497A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AA0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DCA7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C8E9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C6F1C" w14:textId="3A66219F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433,3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F3E32" w14:textId="0943E11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C068" w14:textId="0C1E05B9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7260F9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443C" w14:textId="43E88038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80B3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10C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22D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902F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0FE5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C691" w14:textId="7B24B5B0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849C" w14:textId="76CE34B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5002" w14:textId="5FC843C3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6B2832D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6D99" w14:textId="498BAFF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582735">
              <w:rPr>
                <w:sz w:val="24"/>
                <w:szCs w:val="24"/>
              </w:rPr>
              <w:t xml:space="preserve">Устройство асфальтобетонного покрытия дороги деревня </w:t>
            </w:r>
            <w:proofErr w:type="spellStart"/>
            <w:r w:rsidRPr="00582735">
              <w:rPr>
                <w:sz w:val="24"/>
                <w:szCs w:val="24"/>
              </w:rPr>
              <w:t>Шеляухово</w:t>
            </w:r>
            <w:proofErr w:type="spellEnd"/>
            <w:r w:rsidRPr="00582735">
              <w:rPr>
                <w:sz w:val="24"/>
                <w:szCs w:val="24"/>
              </w:rPr>
              <w:t xml:space="preserve">, </w:t>
            </w:r>
            <w:proofErr w:type="spellStart"/>
            <w:r w:rsidRPr="00582735">
              <w:rPr>
                <w:sz w:val="24"/>
                <w:szCs w:val="24"/>
              </w:rPr>
              <w:t>Балахнинского</w:t>
            </w:r>
            <w:proofErr w:type="spellEnd"/>
            <w:r w:rsidRPr="00582735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5A94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AAFE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BA32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0DE5" w14:textId="4A5B147A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DC3D" w14:textId="232D69C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E608" w14:textId="203EFE5C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966,4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7A86" w14:textId="3387DA8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95AAA" w14:textId="7DD7B4C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0B70F1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C238" w14:textId="0EE9BB52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9CE8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63D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05AF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69E1" w14:textId="2BB0E2D2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203AF8">
              <w:rPr>
                <w:sz w:val="24"/>
                <w:szCs w:val="24"/>
              </w:rPr>
              <w:t>17 0 03 S260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0C6C3" w14:textId="3BFA4C22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0195" w14:textId="0C4796E3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966,4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6355" w14:textId="5740000D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822D" w14:textId="4D4EDBFF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17A5CC3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F72F" w14:textId="37C3FB8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980F7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7B18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008D6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A74C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F93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3387B" w14:textId="77777777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9DAC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FCB44" w14:textId="7777777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5347" w:rsidRPr="00E11DDC" w14:paraId="6A45242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92683" w14:textId="749623FD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74E13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B0A9D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0F77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0751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6AC6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EC1E" w14:textId="31743079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637,8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1FD84" w14:textId="29B2ED0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506C" w14:textId="503CA220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32F8FEB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436F" w14:textId="3EEFA3F6" w:rsidR="00A35347" w:rsidRPr="00E11DDC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F3E9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EB6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1D11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1408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3E50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60DF" w14:textId="517459AA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289,9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34BD" w14:textId="41248B61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F587" w14:textId="3203D557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347" w:rsidRPr="00E11DDC" w14:paraId="2C381F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23AE" w14:textId="580E32BE" w:rsidR="00A35347" w:rsidRPr="001B09EE" w:rsidRDefault="00A35347" w:rsidP="00A35347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C372" w14:textId="77777777" w:rsidR="00A35347" w:rsidRPr="00E11DDC" w:rsidRDefault="00A35347" w:rsidP="00A3534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C25B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0403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B099" w14:textId="77777777" w:rsidR="00A35347" w:rsidRPr="00E11DDC" w:rsidRDefault="00A35347" w:rsidP="00A3534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9854" w14:textId="77777777" w:rsidR="00A35347" w:rsidRPr="00E11DDC" w:rsidRDefault="00A35347" w:rsidP="00A3534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9193" w14:textId="77A0A213" w:rsidR="00A35347" w:rsidRPr="00663E87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A40C" w14:textId="581C40EC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2CB7" w14:textId="4EF3812A" w:rsidR="00A35347" w:rsidRPr="00E11DDC" w:rsidRDefault="00A35347" w:rsidP="00A353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9FA" w:rsidRPr="00E11DDC" w14:paraId="39CD018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5FC7" w14:textId="296C0E0F" w:rsidR="004E09FA" w:rsidRPr="004E09FA" w:rsidRDefault="004E09FA" w:rsidP="004E09F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4E09FA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E4529" w14:textId="5895AD3F" w:rsidR="004E09FA" w:rsidRPr="004E09FA" w:rsidRDefault="004E09FA" w:rsidP="004E09F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1701" w14:textId="66D0F118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446C" w14:textId="78BE113D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D2E0" w14:textId="2EA8441A" w:rsidR="004E09FA" w:rsidRPr="004E09FA" w:rsidRDefault="004E09FA" w:rsidP="004E09FA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CDF0" w14:textId="08496580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765FA" w14:textId="50A07D05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b/>
                <w:bCs/>
                <w:sz w:val="24"/>
                <w:szCs w:val="24"/>
              </w:rPr>
              <w:t>1 453,1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FEFF9" w14:textId="37E9019B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b/>
                <w:bCs/>
                <w:sz w:val="24"/>
                <w:szCs w:val="24"/>
              </w:rPr>
              <w:t>1 247,1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2096" w14:textId="00EF7A85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b/>
                <w:bCs/>
                <w:sz w:val="24"/>
                <w:szCs w:val="24"/>
              </w:rPr>
              <w:t>1 993,6</w:t>
            </w:r>
          </w:p>
        </w:tc>
      </w:tr>
      <w:tr w:rsidR="004E09FA" w:rsidRPr="00E11DDC" w14:paraId="7F2B666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E3F9C" w14:textId="19E2B359" w:rsidR="004E09FA" w:rsidRPr="004E09FA" w:rsidRDefault="004E09FA" w:rsidP="004E09FA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0084" w14:textId="11A1143F" w:rsidR="004E09FA" w:rsidRPr="004E09FA" w:rsidRDefault="004E09FA" w:rsidP="004E09FA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8E50" w14:textId="135E15DC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5C0A" w14:textId="1B7956F7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EE8B0" w14:textId="190A047F" w:rsidR="004E09FA" w:rsidRPr="004E09FA" w:rsidRDefault="004E09FA" w:rsidP="004E09FA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187EC" w14:textId="305B298B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8365D" w14:textId="0994B924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563,1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4828" w14:textId="298F4191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ED1E" w14:textId="77D326F2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1 113,6</w:t>
            </w:r>
          </w:p>
        </w:tc>
      </w:tr>
      <w:tr w:rsidR="004E09FA" w:rsidRPr="00E11DDC" w14:paraId="735B7E4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3B7F" w14:textId="3455962F" w:rsidR="004E09FA" w:rsidRPr="004E09FA" w:rsidRDefault="004E09FA" w:rsidP="004E09FA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8620F" w14:textId="6B9271BA" w:rsidR="004E09FA" w:rsidRPr="004E09FA" w:rsidRDefault="004E09FA" w:rsidP="004E09FA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6BB14" w14:textId="1469713F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E21C" w14:textId="2C2A33FD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F8C1" w14:textId="6A1929EE" w:rsidR="004E09FA" w:rsidRPr="004E09FA" w:rsidRDefault="004E09FA" w:rsidP="004E09FA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4E0E0" w14:textId="626A7211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3C646" w14:textId="7A8A18DB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563,1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1730" w14:textId="1EE88F02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86946" w14:textId="5AC30688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1 113,6</w:t>
            </w:r>
          </w:p>
        </w:tc>
      </w:tr>
      <w:tr w:rsidR="004E09FA" w:rsidRPr="00E11DDC" w14:paraId="55F1B0D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0123" w14:textId="28A6D184" w:rsidR="004E09FA" w:rsidRPr="004E09FA" w:rsidRDefault="004E09FA" w:rsidP="004E09FA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15065" w14:textId="6C21D94A" w:rsidR="004E09FA" w:rsidRPr="004E09FA" w:rsidRDefault="004E09FA" w:rsidP="004E09FA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F167" w14:textId="4CDD19D4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FDE5" w14:textId="5934AFBB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0F3B" w14:textId="55469158" w:rsidR="004E09FA" w:rsidRPr="004E09FA" w:rsidRDefault="004E09FA" w:rsidP="004E09FA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50DA" w14:textId="0F42B2D7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E09FA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EB64E" w14:textId="06DE8233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563,1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9298" w14:textId="21359C7F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8BD45" w14:textId="20C16FEF" w:rsidR="004E09FA" w:rsidRPr="004E09FA" w:rsidRDefault="004E09FA" w:rsidP="004E0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9FA">
              <w:rPr>
                <w:sz w:val="24"/>
                <w:szCs w:val="24"/>
              </w:rPr>
              <w:t>1 113,6</w:t>
            </w:r>
          </w:p>
        </w:tc>
      </w:tr>
      <w:tr w:rsidR="000B21C9" w:rsidRPr="00E11DDC" w14:paraId="481F37C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163B" w14:textId="54FD3503" w:rsidR="000B21C9" w:rsidRPr="000B21C9" w:rsidRDefault="000B21C9" w:rsidP="000B21C9">
            <w:pPr>
              <w:ind w:right="-108"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B09F" w14:textId="78DF8FF8" w:rsidR="000B21C9" w:rsidRPr="000B21C9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9FC6" w14:textId="1CFDA37E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4ADF" w14:textId="4975C8E1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FB9E" w14:textId="46A82ABE" w:rsidR="000B21C9" w:rsidRPr="000B21C9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77 7 03 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B57D" w14:textId="3C7C8E0B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B5521" w14:textId="11AAD4C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563,1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88DD" w14:textId="61B19A6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50C4" w14:textId="757D3F86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1 113,6</w:t>
            </w:r>
          </w:p>
        </w:tc>
      </w:tr>
      <w:tr w:rsidR="000B21C9" w:rsidRPr="00E11DDC" w14:paraId="09A88D1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DA69" w14:textId="11621FBB" w:rsidR="000B21C9" w:rsidRPr="000B21C9" w:rsidRDefault="000B21C9" w:rsidP="000B21C9">
            <w:pPr>
              <w:ind w:right="-108"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E2A9" w14:textId="33A31102" w:rsidR="000B21C9" w:rsidRPr="000B21C9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3240" w14:textId="3AEF497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3BEAE" w14:textId="08E233A0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F5BF" w14:textId="68E328FC" w:rsidR="000B21C9" w:rsidRPr="000B21C9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77 7 03 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86BD" w14:textId="6DA83DA9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3DF4C" w14:textId="60FAFD46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563,1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29E5" w14:textId="17D3618A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1461" w14:textId="2351AF5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1 113,6</w:t>
            </w:r>
          </w:p>
        </w:tc>
      </w:tr>
      <w:tr w:rsidR="000B21C9" w:rsidRPr="00E11DDC" w14:paraId="5432688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08D1" w14:textId="42637ADA" w:rsidR="000B21C9" w:rsidRPr="000B21C9" w:rsidRDefault="000B21C9" w:rsidP="000B21C9">
            <w:pPr>
              <w:ind w:right="-108"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F785" w14:textId="77777777" w:rsidR="000B21C9" w:rsidRPr="004E09FA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68A1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9D4FD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CAD87" w14:textId="77777777" w:rsidR="000B21C9" w:rsidRPr="004E09FA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CFB0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15CE5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7B62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2F4C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B21C9" w:rsidRPr="00E11DDC" w14:paraId="11AC606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EA0F" w14:textId="7D6CC98B" w:rsidR="000B21C9" w:rsidRPr="000B21C9" w:rsidRDefault="000B21C9" w:rsidP="000B21C9">
            <w:pPr>
              <w:ind w:right="-108"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 xml:space="preserve">  - 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327BA" w14:textId="77777777" w:rsidR="000B21C9" w:rsidRPr="004E09FA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E216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45D4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95B4" w14:textId="77777777" w:rsidR="000B21C9" w:rsidRPr="004E09FA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035D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1F2FB" w14:textId="1DBC134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450,5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6C1C" w14:textId="533BD54B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61B6" w14:textId="397283ED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746,5</w:t>
            </w:r>
          </w:p>
        </w:tc>
      </w:tr>
      <w:tr w:rsidR="000B21C9" w:rsidRPr="00E11DDC" w14:paraId="3610639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D78EB" w14:textId="517CDD38" w:rsidR="000B21C9" w:rsidRPr="000B21C9" w:rsidRDefault="000B21C9" w:rsidP="000B21C9">
            <w:pPr>
              <w:ind w:right="-108"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 xml:space="preserve">  - 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9847" w14:textId="77777777" w:rsidR="000B21C9" w:rsidRPr="004E09FA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AB84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CAFB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EBD5" w14:textId="77777777" w:rsidR="000B21C9" w:rsidRPr="004E09FA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90C8A" w14:textId="77777777" w:rsidR="000B21C9" w:rsidRPr="004E09FA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2F2E3" w14:textId="793BE13A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112,6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9F8C" w14:textId="093C6EE0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705D" w14:textId="6E76442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367,1</w:t>
            </w:r>
          </w:p>
        </w:tc>
      </w:tr>
      <w:tr w:rsidR="000B21C9" w:rsidRPr="00E11DDC" w14:paraId="3F1F409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C7F5" w14:textId="7C734CD5" w:rsidR="000B21C9" w:rsidRPr="00E11DDC" w:rsidRDefault="000B21C9" w:rsidP="000B21C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BEC6" w14:textId="199109A3" w:rsidR="000B21C9" w:rsidRPr="00E11DDC" w:rsidRDefault="000B21C9" w:rsidP="000B21C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7151" w14:textId="2FCDE74F" w:rsidR="000B21C9" w:rsidRPr="00E11DDC" w:rsidRDefault="000B21C9" w:rsidP="000B21C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923E4" w14:textId="092F7DB8" w:rsidR="000B21C9" w:rsidRPr="00E11DDC" w:rsidRDefault="000B21C9" w:rsidP="000B21C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B839" w14:textId="7DF6C246" w:rsidR="000B21C9" w:rsidRPr="00E11DDC" w:rsidRDefault="000B21C9" w:rsidP="000B21C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26BE" w14:textId="7E87EDBD" w:rsidR="000B21C9" w:rsidRPr="00E11DDC" w:rsidRDefault="000B21C9" w:rsidP="000B21C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51E2A" w14:textId="0D1079FD" w:rsidR="000B21C9" w:rsidRPr="000B21C9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20 699,3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149D" w14:textId="32333016" w:rsidR="000B21C9" w:rsidRPr="000B21C9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9F54" w14:textId="586E31F7" w:rsidR="000B21C9" w:rsidRPr="000B21C9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0B21C9" w:rsidRPr="00E11DDC" w14:paraId="5DABA93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CB29" w14:textId="14D276DB" w:rsidR="000B21C9" w:rsidRPr="000B21C9" w:rsidRDefault="000B21C9" w:rsidP="000B21C9">
            <w:pPr>
              <w:ind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DBDB" w14:textId="239C66DB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330E" w14:textId="04D6D239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7966" w14:textId="404B9598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C2BAE" w14:textId="2EB6CD99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5BB8" w14:textId="35FA3735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93CF" w14:textId="35CE21D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2 640,0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650AE" w14:textId="3FF49A2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ECF1" w14:textId="25C9D535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2 880,0</w:t>
            </w:r>
          </w:p>
        </w:tc>
      </w:tr>
      <w:tr w:rsidR="000B21C9" w:rsidRPr="00E11DDC" w14:paraId="145CA9A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4CC47" w14:textId="5B24B0D0" w:rsidR="000B21C9" w:rsidRPr="000B21C9" w:rsidRDefault="000B21C9" w:rsidP="000B21C9">
            <w:pPr>
              <w:ind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A864" w14:textId="4222AD42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F40D" w14:textId="79BE54C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439B" w14:textId="15C6E07C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A6395" w14:textId="099EC380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0F89" w14:textId="2ABEBFCC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FF4C0" w14:textId="4B051756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540,0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D5EDD" w14:textId="1D5D2A3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1A74" w14:textId="1A29500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</w:tr>
      <w:tr w:rsidR="000B21C9" w:rsidRPr="00E11DDC" w14:paraId="7E5B3DB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8F5B" w14:textId="72D0B4B9" w:rsidR="000B21C9" w:rsidRPr="000B21C9" w:rsidRDefault="000B21C9" w:rsidP="000B21C9">
            <w:pPr>
              <w:ind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7849" w14:textId="475DA4AD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8DBF" w14:textId="0698AAF0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8A5D" w14:textId="29E27761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F18B" w14:textId="700A94EF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4094" w14:textId="610086B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5ADC" w14:textId="3DEF0FE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540,0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895BE" w14:textId="1741ED15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8279" w14:textId="57310223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</w:tr>
      <w:tr w:rsidR="000B21C9" w:rsidRPr="00E11DDC" w14:paraId="0DFA3B2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5727" w14:textId="6C3CF7EA" w:rsidR="000B21C9" w:rsidRPr="000B21C9" w:rsidRDefault="000B21C9" w:rsidP="000B21C9">
            <w:pPr>
              <w:ind w:firstLine="0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1E67" w14:textId="6E8369AB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27D7" w14:textId="6272C628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3573" w14:textId="6828DAC0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6E85" w14:textId="025CD903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B3F7" w14:textId="3EFDF2B9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E7CB" w14:textId="0E2BEBCF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540,0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2126" w14:textId="460217AD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96CE" w14:textId="59531985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780,0</w:t>
            </w:r>
          </w:p>
        </w:tc>
      </w:tr>
      <w:tr w:rsidR="009C56C7" w:rsidRPr="00E11DDC" w14:paraId="66E4F16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C4D7" w14:textId="471966E8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Непрограммные </w:t>
            </w:r>
            <w:r w:rsidRPr="00E11DDC">
              <w:rPr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44F8" w14:textId="6C2B604B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CC844" w14:textId="3A41D0B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C14D" w14:textId="09F19C5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396B1" w14:textId="150823A8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D78B" w14:textId="744C9A4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E821" w14:textId="6F09FCC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15 366,3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24EA" w14:textId="6D33932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E033" w14:textId="6EA1C50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9C56C7" w:rsidRPr="00E11DDC" w14:paraId="3967B5E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ACF8" w14:textId="39C7831D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9AE8" w14:textId="571A1248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9704" w14:textId="643A388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3B0A" w14:textId="2896D86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BA627" w14:textId="3DF7AC19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16DC" w14:textId="6192110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D6F5" w14:textId="4F110A8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15 366,3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3118" w14:textId="5BCE3E5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597C" w14:textId="123AE3F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9C56C7" w:rsidRPr="00E11DDC" w14:paraId="586917C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92552" w14:textId="3BA3FA22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978E" w14:textId="1E3C49DF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D11E" w14:textId="0163B9A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3E06" w14:textId="69D6982E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E22A8" w14:textId="68990C5A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43C87" w14:textId="527BD6B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FB69" w14:textId="7847D8A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239,0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A1FE" w14:textId="774ECC9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A659E" w14:textId="250C965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9C56C7" w:rsidRPr="00E11DDC" w14:paraId="41110E4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A5D5" w14:textId="73E964F9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AE94" w14:textId="09EAB134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2134" w14:textId="61F9123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C5FF" w14:textId="2B3C86C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9603" w14:textId="4C0B15A6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CAC7" w14:textId="604A523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1E64" w14:textId="6EF0C32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239,0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C3F6" w14:textId="257B7B7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81D8" w14:textId="0D3B9AF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9C56C7" w:rsidRPr="00E11DDC" w14:paraId="67F81D4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1587" w14:textId="1E415B81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B92D" w14:textId="0B9CCC6B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EB16" w14:textId="21DBA33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8A8" w14:textId="02107E0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E1AF" w14:textId="4DBE6864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7A93A" w14:textId="1CB7AC7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3E7D1" w14:textId="42B47AF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239,0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1D49" w14:textId="20DE97B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D439F" w14:textId="166F51F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300,0</w:t>
            </w:r>
          </w:p>
        </w:tc>
      </w:tr>
      <w:tr w:rsidR="000B21C9" w:rsidRPr="00E11DDC" w14:paraId="2028BF0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0F12" w14:textId="721540A1" w:rsidR="000B21C9" w:rsidRPr="00E11DDC" w:rsidRDefault="000B21C9" w:rsidP="000B21C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F1D1" w14:textId="195AE503" w:rsidR="000B21C9" w:rsidRPr="00E11DDC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B551" w14:textId="7B4DCF53" w:rsidR="000B21C9" w:rsidRPr="00E11DDC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CED4" w14:textId="73179065" w:rsidR="000B21C9" w:rsidRPr="00E11DDC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4BCC" w14:textId="6A0B6C99" w:rsidR="000B21C9" w:rsidRPr="00E11DDC" w:rsidRDefault="000B21C9" w:rsidP="000B21C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8E1A" w14:textId="535217CD" w:rsidR="000B21C9" w:rsidRPr="00E11DDC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4FBD" w14:textId="46D44C0D" w:rsidR="000B21C9" w:rsidRPr="000B21C9" w:rsidRDefault="000B21C9" w:rsidP="00311F2A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387 520,7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ECC3" w14:textId="2E5F9071" w:rsidR="000B21C9" w:rsidRPr="000B21C9" w:rsidRDefault="000B21C9" w:rsidP="00311F2A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224 415,3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CC48" w14:textId="4733D28F" w:rsidR="000B21C9" w:rsidRPr="000B21C9" w:rsidRDefault="000B21C9" w:rsidP="000B21C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21C9">
              <w:rPr>
                <w:b/>
                <w:bCs/>
                <w:sz w:val="24"/>
                <w:szCs w:val="24"/>
              </w:rPr>
              <w:t>225 414,3</w:t>
            </w:r>
          </w:p>
        </w:tc>
      </w:tr>
      <w:tr w:rsidR="000B21C9" w:rsidRPr="00E11DDC" w14:paraId="021523E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7849B" w14:textId="30DDEACD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F69E" w14:textId="7AC0EDEF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FC9BD" w14:textId="38057BDC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B364D" w14:textId="456D8675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DBE6" w14:textId="15CC00B0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6DBAC" w14:textId="4E430CAB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3C83" w14:textId="5F6BD1BE" w:rsidR="000B21C9" w:rsidRPr="000B21C9" w:rsidRDefault="000B21C9" w:rsidP="00311F2A">
            <w:pPr>
              <w:ind w:right="-108" w:hanging="79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182 119,0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3E11" w14:textId="465A4ED9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93 399,5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C8CC" w14:textId="118FB918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b/>
                <w:bCs/>
                <w:sz w:val="24"/>
                <w:szCs w:val="24"/>
              </w:rPr>
              <w:t>72 139,7</w:t>
            </w:r>
          </w:p>
        </w:tc>
      </w:tr>
      <w:tr w:rsidR="000B21C9" w:rsidRPr="00E11DDC" w14:paraId="66B13CE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4B03" w14:textId="7D49E6D1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0B21C9">
              <w:rPr>
                <w:sz w:val="24"/>
                <w:szCs w:val="24"/>
              </w:rPr>
              <w:br/>
              <w:t>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A9A17" w14:textId="5674D6FE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42B0" w14:textId="14313A80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4E13" w14:textId="3F9DF6E6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1D93" w14:textId="2A15AA73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4EBE" w14:textId="1C38CFE7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ADA9" w14:textId="51BC9486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3 542,6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EFAF" w14:textId="4A9ACB78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C465" w14:textId="2F7C9EED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</w:tr>
      <w:tr w:rsidR="000B21C9" w:rsidRPr="00E11DDC" w14:paraId="515DB0B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A8A1" w14:textId="4A8C8764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185B" w14:textId="5B68C123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3C3E" w14:textId="17429CCE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9E08D" w14:textId="718641AE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6CBE" w14:textId="4692AEEA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0A7F6" w14:textId="044D26D8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7AA2" w14:textId="5AE9A5E4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3 542,6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72C4" w14:textId="508DF3B8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0A1D9" w14:textId="70CBB627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</w:tr>
      <w:tr w:rsidR="000B21C9" w:rsidRPr="00E11DDC" w14:paraId="3EC5EB3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1143" w14:textId="1ED7EC29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0B21C9">
              <w:rPr>
                <w:sz w:val="24"/>
                <w:szCs w:val="24"/>
              </w:rPr>
              <w:t>Балахнинского</w:t>
            </w:r>
            <w:proofErr w:type="spellEnd"/>
            <w:r w:rsidRPr="000B21C9">
              <w:rPr>
                <w:sz w:val="24"/>
                <w:szCs w:val="24"/>
              </w:rPr>
              <w:t xml:space="preserve"> </w:t>
            </w:r>
            <w:proofErr w:type="spellStart"/>
            <w:r w:rsidRPr="000B21C9">
              <w:rPr>
                <w:sz w:val="24"/>
                <w:szCs w:val="24"/>
              </w:rPr>
              <w:t>муниипального</w:t>
            </w:r>
            <w:proofErr w:type="spellEnd"/>
            <w:r w:rsidRPr="000B21C9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CFF91" w14:textId="5CC64703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61C5" w14:textId="740C780F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CBC2" w14:textId="1D66BC61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C1CC" w14:textId="0955A27E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6D4E" w14:textId="354779AA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9F3AB" w14:textId="5217EDFA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3 542,6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D905" w14:textId="7B117ABD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3C88" w14:textId="689EAC94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</w:tr>
      <w:tr w:rsidR="000B21C9" w:rsidRPr="00E11DDC" w14:paraId="3011157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D4388" w14:textId="121349F3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 xml:space="preserve">Закупка товаров, </w:t>
            </w:r>
            <w:r w:rsidRPr="000B21C9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47ADE" w14:textId="3D9F1C20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74E8" w14:textId="2BABF409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D575" w14:textId="7EBDD23C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8FA4" w14:textId="53374740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371E1" w14:textId="0AB53B0B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87E1" w14:textId="2A4F96CA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3 535,5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D6C9F" w14:textId="4A5881DF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FE35" w14:textId="407B3495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2 449,5</w:t>
            </w:r>
          </w:p>
        </w:tc>
      </w:tr>
      <w:tr w:rsidR="000B21C9" w:rsidRPr="00E11DDC" w14:paraId="35303C8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04FE4" w14:textId="65A6D1D6" w:rsidR="000B21C9" w:rsidRPr="000B21C9" w:rsidRDefault="000B21C9" w:rsidP="000B21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AE60" w14:textId="1C06CFE5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7CD5" w14:textId="0F71FD37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4B6B2" w14:textId="230BD750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190CD" w14:textId="184FD19C" w:rsidR="000B21C9" w:rsidRPr="000B21C9" w:rsidRDefault="000B21C9" w:rsidP="000B21C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BC8D" w14:textId="49291454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29EA" w14:textId="519D1989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6EBCB" w14:textId="1D6A0FB3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B944" w14:textId="21E62C91" w:rsidR="000B21C9" w:rsidRPr="000B21C9" w:rsidRDefault="000B21C9" w:rsidP="000B21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B21C9">
              <w:rPr>
                <w:sz w:val="24"/>
                <w:szCs w:val="24"/>
              </w:rPr>
              <w:t> </w:t>
            </w:r>
          </w:p>
        </w:tc>
      </w:tr>
      <w:tr w:rsidR="000B21C9" w:rsidRPr="00E11DDC" w14:paraId="4D9B7FF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C56C3" w14:textId="35E7F255" w:rsidR="000B21C9" w:rsidRPr="00311F2A" w:rsidRDefault="000B21C9" w:rsidP="00311F2A">
            <w:pPr>
              <w:ind w:firstLine="0"/>
              <w:rPr>
                <w:sz w:val="24"/>
                <w:szCs w:val="24"/>
              </w:rPr>
            </w:pPr>
            <w:r w:rsidRPr="00311F2A">
              <w:rPr>
                <w:sz w:val="24"/>
                <w:szCs w:val="24"/>
              </w:rPr>
              <w:t xml:space="preserve">Муниципальная программа </w:t>
            </w:r>
            <w:r w:rsidRPr="00311F2A">
              <w:rPr>
                <w:sz w:val="24"/>
                <w:szCs w:val="24"/>
              </w:rPr>
              <w:br/>
              <w:t>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96761" w14:textId="14C06110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FEDD8" w14:textId="4C5306BC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4701A" w14:textId="28364A9E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D8039" w14:textId="45D94D97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B80A" w14:textId="3C826A8E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2D5B" w14:textId="6E24D785" w:rsidR="000B21C9" w:rsidRPr="000B21C9" w:rsidRDefault="000B21C9" w:rsidP="00311F2A">
            <w:pPr>
              <w:ind w:right="-108" w:hanging="79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162 598,2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A7BD" w14:textId="166D0D91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81 941,1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F9E4" w14:textId="70AE3E1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60 681,3</w:t>
            </w:r>
          </w:p>
        </w:tc>
      </w:tr>
      <w:tr w:rsidR="000B21C9" w:rsidRPr="00E11DDC" w14:paraId="1D46B7A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DBEE" w14:textId="723E951C" w:rsidR="000B21C9" w:rsidRPr="00311F2A" w:rsidRDefault="000B21C9" w:rsidP="000B21C9">
            <w:pPr>
              <w:ind w:firstLine="0"/>
              <w:rPr>
                <w:sz w:val="24"/>
                <w:szCs w:val="24"/>
              </w:rPr>
            </w:pPr>
            <w:r w:rsidRPr="00311F2A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11F3" w14:textId="33585F81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84F9" w14:textId="1074556B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1B4C" w14:textId="59FD9DDF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2074" w14:textId="719E5019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E6EB" w14:textId="6173B1FC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AAFA" w14:textId="67906D44" w:rsidR="000B21C9" w:rsidRPr="000B21C9" w:rsidRDefault="000B21C9" w:rsidP="00311F2A">
            <w:pPr>
              <w:ind w:right="-108" w:hanging="79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153 398,2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8F7FC" w14:textId="2ABCA80A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81 941,1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E5D1B" w14:textId="22875569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60 681,3</w:t>
            </w:r>
          </w:p>
        </w:tc>
      </w:tr>
      <w:tr w:rsidR="000B21C9" w:rsidRPr="00E11DDC" w14:paraId="25B3028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37A9" w14:textId="3053D7CC" w:rsidR="000B21C9" w:rsidRPr="00311F2A" w:rsidRDefault="000B21C9" w:rsidP="008251A5">
            <w:pPr>
              <w:ind w:firstLine="0"/>
              <w:rPr>
                <w:sz w:val="24"/>
                <w:szCs w:val="24"/>
              </w:rPr>
            </w:pPr>
            <w:r w:rsidRPr="00311F2A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</w:t>
            </w:r>
            <w:r w:rsidR="00311F2A">
              <w:rPr>
                <w:sz w:val="24"/>
                <w:szCs w:val="24"/>
              </w:rPr>
              <w:t>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216B" w14:textId="6054B6A5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C33D" w14:textId="72FDD0BE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CBEE" w14:textId="0E3DF706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E6252" w14:textId="7A3A52B4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EBD1A" w14:textId="2A83C611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7C11" w14:textId="3CE46573" w:rsidR="000B21C9" w:rsidRPr="000B21C9" w:rsidRDefault="000B21C9" w:rsidP="00311F2A">
            <w:pPr>
              <w:ind w:right="-108" w:hanging="79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138 428,6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9680D" w14:textId="2114D17C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78 851,8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8653" w14:textId="36B53A5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48 528,8</w:t>
            </w:r>
          </w:p>
        </w:tc>
      </w:tr>
      <w:tr w:rsidR="000B21C9" w:rsidRPr="00E11DDC" w14:paraId="1C8921E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EAB5" w14:textId="1C524BA0" w:rsidR="000B21C9" w:rsidRPr="00311F2A" w:rsidRDefault="000B21C9" w:rsidP="000B21C9">
            <w:pPr>
              <w:ind w:firstLine="0"/>
              <w:rPr>
                <w:sz w:val="24"/>
                <w:szCs w:val="24"/>
              </w:rPr>
            </w:pPr>
            <w:r w:rsidRPr="00311F2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A1BE3" w14:textId="2CEFCF87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B028" w14:textId="5EAD244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9618" w14:textId="3354E8F8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ECF7" w14:textId="5B7A48A2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75D4" w14:textId="7D41672F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2567" w14:textId="618B1F13" w:rsidR="000B21C9" w:rsidRPr="000B21C9" w:rsidRDefault="000B21C9" w:rsidP="00311F2A">
            <w:pPr>
              <w:ind w:right="-108" w:hanging="79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138 428,6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F9CAA" w14:textId="3133FA1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78 851,8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DABB" w14:textId="320E0432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48 528,8</w:t>
            </w:r>
          </w:p>
        </w:tc>
      </w:tr>
      <w:tr w:rsidR="000B21C9" w:rsidRPr="00E11DDC" w14:paraId="6DC6D2B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A475F" w14:textId="375AC363" w:rsidR="000B21C9" w:rsidRPr="00311F2A" w:rsidRDefault="000B21C9" w:rsidP="000B21C9">
            <w:pPr>
              <w:ind w:firstLine="0"/>
              <w:rPr>
                <w:sz w:val="24"/>
                <w:szCs w:val="24"/>
              </w:rPr>
            </w:pPr>
            <w:r w:rsidRPr="00311F2A">
              <w:rPr>
                <w:sz w:val="24"/>
                <w:szCs w:val="24"/>
              </w:rPr>
              <w:t xml:space="preserve">Расходы на </w:t>
            </w:r>
            <w:r w:rsidRPr="00311F2A">
              <w:rPr>
                <w:sz w:val="24"/>
                <w:szCs w:val="24"/>
              </w:rPr>
              <w:lastRenderedPageBreak/>
              <w:t xml:space="preserve">проведение мероприятий по переселению </w:t>
            </w:r>
            <w:r w:rsidR="008251A5" w:rsidRPr="00311F2A">
              <w:rPr>
                <w:sz w:val="24"/>
                <w:szCs w:val="24"/>
              </w:rPr>
              <w:t xml:space="preserve">граждан из аварийного жилищного фонда </w:t>
            </w:r>
            <w:r w:rsidRPr="00311F2A">
              <w:rPr>
                <w:sz w:val="24"/>
                <w:szCs w:val="24"/>
              </w:rPr>
              <w:t xml:space="preserve">за счет средств областного бюджета.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C22D" w14:textId="06F943FD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412A" w14:textId="3D77517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DC2C" w14:textId="257CAF47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5DBF" w14:textId="3B5CEBFE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65974" w14:textId="76D647C3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94BA" w14:textId="5EC3C2B6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4 669,6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7863" w14:textId="1711A413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2 628,4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5F7B" w14:textId="1AD02C38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1 617,6</w:t>
            </w:r>
          </w:p>
        </w:tc>
      </w:tr>
      <w:tr w:rsidR="000B21C9" w:rsidRPr="00E11DDC" w14:paraId="66F7CFE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98EF" w14:textId="158BF18A" w:rsidR="000B21C9" w:rsidRPr="00311F2A" w:rsidRDefault="000B21C9" w:rsidP="000B21C9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311F2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DFCBE" w14:textId="23B20180" w:rsidR="000B21C9" w:rsidRPr="000B21C9" w:rsidRDefault="000B21C9" w:rsidP="000B21C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B881" w14:textId="7504AD84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D82C" w14:textId="4F8185BB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8E95F" w14:textId="36F43C9D" w:rsidR="000B21C9" w:rsidRPr="000B21C9" w:rsidRDefault="000B21C9" w:rsidP="000B21C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 0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D61A" w14:textId="52C6192B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6F33" w14:textId="3F3D267A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4 669,6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C382" w14:textId="27F9F0C3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2 628,4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0CC0" w14:textId="3A962588" w:rsidR="000B21C9" w:rsidRPr="000B21C9" w:rsidRDefault="000B21C9" w:rsidP="000B21C9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1 617,6</w:t>
            </w:r>
          </w:p>
        </w:tc>
      </w:tr>
      <w:tr w:rsidR="009C59C2" w:rsidRPr="00E11DDC" w14:paraId="67C515C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2FE3" w14:textId="2D8803A2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E816" w14:textId="0B74B126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7EEB" w14:textId="5CEA6692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B890" w14:textId="276DE97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592E" w14:textId="3EA29927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36FF" w14:textId="7EDA50F8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7CBA" w14:textId="5EFB392B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14 694,6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9A5DD" w14:textId="66CD1656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D02E7" w14:textId="64DEDAC6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9 008,9</w:t>
            </w:r>
          </w:p>
        </w:tc>
      </w:tr>
      <w:tr w:rsidR="009C59C2" w:rsidRPr="00E11DDC" w14:paraId="361F2A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8164" w14:textId="18613833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8EFB" w14:textId="16BCACD0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BE8C2" w14:textId="2D38B97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2F72" w14:textId="7430634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0181" w14:textId="7F5E3C9D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8A95" w14:textId="5D48435A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2C00" w14:textId="547BCF98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14 694,6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ECD7" w14:textId="2CD7E91D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E313" w14:textId="7216D0C7" w:rsidR="009C59C2" w:rsidRPr="000B21C9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0B21C9">
              <w:rPr>
                <w:sz w:val="24"/>
                <w:szCs w:val="24"/>
              </w:rPr>
              <w:t>9 008,9</w:t>
            </w:r>
          </w:p>
        </w:tc>
      </w:tr>
      <w:tr w:rsidR="009C59C2" w:rsidRPr="00E11DDC" w14:paraId="0B52C6A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2112" w14:textId="2A4AE0B3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AC84" w14:textId="35AB06D9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4341" w14:textId="77609CC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05D6" w14:textId="506C0C0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08177" w14:textId="5C168B83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77D7" w14:textId="67F2FD0D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50C4" w14:textId="7EDADC04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14 694,6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4AFE" w14:textId="2D376F2E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B94E" w14:textId="42B0F693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</w:tr>
      <w:tr w:rsidR="009C59C2" w:rsidRPr="00E11DDC" w14:paraId="20D9DEE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6617" w14:textId="7EB4643C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Обеспечение</w:t>
            </w:r>
            <w:r w:rsidR="00311F2A">
              <w:rPr>
                <w:sz w:val="24"/>
                <w:szCs w:val="24"/>
              </w:rPr>
              <w:t xml:space="preserve"> мероприятий по</w:t>
            </w:r>
            <w:r w:rsidRPr="009C59C2">
              <w:rPr>
                <w:sz w:val="24"/>
                <w:szCs w:val="24"/>
              </w:rPr>
              <w:t xml:space="preserve"> переселению граждан из ав</w:t>
            </w:r>
            <w:r>
              <w:rPr>
                <w:sz w:val="24"/>
                <w:szCs w:val="24"/>
              </w:rPr>
              <w:t>а</w:t>
            </w:r>
            <w:r w:rsidRPr="009C59C2">
              <w:rPr>
                <w:sz w:val="24"/>
                <w:szCs w:val="24"/>
              </w:rPr>
              <w:t xml:space="preserve">рийного жилищного фонда, в </w:t>
            </w:r>
            <w:proofErr w:type="spellStart"/>
            <w:r w:rsidRPr="009C59C2">
              <w:rPr>
                <w:sz w:val="24"/>
                <w:szCs w:val="24"/>
              </w:rPr>
              <w:t>т.ч</w:t>
            </w:r>
            <w:proofErr w:type="spellEnd"/>
            <w:r w:rsidRPr="009C59C2">
              <w:rPr>
                <w:sz w:val="24"/>
                <w:szCs w:val="24"/>
              </w:rPr>
              <w:t xml:space="preserve"> переселению граждан из а</w:t>
            </w:r>
            <w:r>
              <w:rPr>
                <w:sz w:val="24"/>
                <w:szCs w:val="24"/>
              </w:rPr>
              <w:t>ва</w:t>
            </w:r>
            <w:r w:rsidRPr="009C59C2">
              <w:rPr>
                <w:sz w:val="24"/>
                <w:szCs w:val="24"/>
              </w:rPr>
              <w:t>рийного жилищного фонда с учетом необходимости развития малоэтажного жилищного</w:t>
            </w:r>
            <w:r>
              <w:rPr>
                <w:sz w:val="24"/>
                <w:szCs w:val="24"/>
              </w:rPr>
              <w:t xml:space="preserve"> </w:t>
            </w:r>
            <w:r w:rsidRPr="009C59C2">
              <w:rPr>
                <w:sz w:val="24"/>
                <w:szCs w:val="24"/>
              </w:rPr>
              <w:t>строительства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53D45" w14:textId="0A45C7A6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C73C2" w14:textId="436ED09C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A9CC" w14:textId="0D45C040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BEC86" w14:textId="47ED06FB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9C6F" w14:textId="6B3199B5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1A4D" w14:textId="54AB2DA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579,2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DCDB" w14:textId="460389E8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9214" w14:textId="10CE5723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9C59C2" w:rsidRPr="00E11DDC" w14:paraId="268C727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D465C" w14:textId="68E29C61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13DD8" w14:textId="3208EAFF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E5C37" w14:textId="1103B5F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6E29" w14:textId="5668D3C4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32656" w14:textId="0E90FCE5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8C6E" w14:textId="6B4285E0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33FA" w14:textId="56F182A0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579,2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B366" w14:textId="0A2D14B6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FEA9" w14:textId="7E8042C2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9C59C2" w:rsidRPr="00E11DDC" w14:paraId="0448E64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D7C2" w14:textId="7216D46A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 xml:space="preserve">Взносы на капитальный ремонт общего имущества в </w:t>
            </w:r>
            <w:r w:rsidRPr="009C59C2">
              <w:rPr>
                <w:sz w:val="24"/>
                <w:szCs w:val="24"/>
              </w:rPr>
              <w:lastRenderedPageBreak/>
              <w:t>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3014" w14:textId="1B2BFB40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39D1" w14:textId="5589498F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5FCDC" w14:textId="0ED7C5E6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8087" w14:textId="06CFBEF5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9794" w14:textId="6ADD6B88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EF1F" w14:textId="198E18F8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6 472,6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3088" w14:textId="7B60ABBF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BB0E" w14:textId="46A9AD6E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</w:tr>
      <w:tr w:rsidR="009C59C2" w:rsidRPr="00E11DDC" w14:paraId="0F116A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CB44" w14:textId="4B7338E4" w:rsidR="009C59C2" w:rsidRPr="009C59C2" w:rsidRDefault="009C59C2" w:rsidP="009C59C2">
            <w:pPr>
              <w:ind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E69E" w14:textId="01528C16" w:rsidR="009C59C2" w:rsidRPr="009C59C2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F910" w14:textId="0C14D8A0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C775" w14:textId="16C719C4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6BC07" w14:textId="6F342B0C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8414A" w14:textId="3F646A10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B1B1" w14:textId="766F364A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6 472,6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85E1" w14:textId="2382B337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D384" w14:textId="6822020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9 008,9</w:t>
            </w:r>
          </w:p>
        </w:tc>
      </w:tr>
      <w:tr w:rsidR="009C59C2" w:rsidRPr="00E11DDC" w14:paraId="0665926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50CFD" w14:textId="418EAEA4" w:rsidR="009C59C2" w:rsidRPr="00E11DDC" w:rsidRDefault="009C59C2" w:rsidP="009C59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2E82" w14:textId="4F106A26" w:rsidR="009C59C2" w:rsidRPr="00E11DDC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520F2" w14:textId="285FE609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B715" w14:textId="0208AB29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924C" w14:textId="219AE6BD" w:rsidR="009C59C2" w:rsidRPr="00E11DDC" w:rsidRDefault="009C59C2" w:rsidP="009C59C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3624" w14:textId="4E92A5E5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BD654" w14:textId="597823F7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b/>
                <w:bCs/>
                <w:sz w:val="24"/>
                <w:szCs w:val="24"/>
              </w:rPr>
              <w:t>75 762,1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006C" w14:textId="71B6F105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1A02" w14:textId="1CE3BB31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9C59C2" w:rsidRPr="00E11DDC" w14:paraId="22EED8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0EF5" w14:textId="6AF32CBD" w:rsidR="009C59C2" w:rsidRPr="00E11DDC" w:rsidRDefault="009C59C2" w:rsidP="009C59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78B0" w14:textId="43C50746" w:rsidR="009C59C2" w:rsidRPr="00E11DDC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CDCF" w14:textId="6BB5B4D8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4ED3" w14:textId="34E7C4D8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B936" w14:textId="3A776E68" w:rsidR="009C59C2" w:rsidRPr="00E11DDC" w:rsidRDefault="009C59C2" w:rsidP="009C59C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2E2C" w14:textId="12D360C1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3ADB" w14:textId="43174259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75 762,1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BA8C" w14:textId="6E9C812E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888A4" w14:textId="0449AED5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48 301,2</w:t>
            </w:r>
          </w:p>
        </w:tc>
      </w:tr>
      <w:tr w:rsidR="009C59C2" w:rsidRPr="00E11DDC" w14:paraId="048B3A2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B6E3" w14:textId="52337ED7" w:rsidR="009C59C2" w:rsidRPr="00E11DDC" w:rsidRDefault="009C59C2" w:rsidP="009C59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00F2" w14:textId="78B4EF9A" w:rsidR="009C59C2" w:rsidRPr="00E11DDC" w:rsidRDefault="009C59C2" w:rsidP="009C59C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F45FC" w14:textId="3B5F1287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E157" w14:textId="49568F85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85C6" w14:textId="18CCD04A" w:rsidR="009C59C2" w:rsidRPr="00E11DDC" w:rsidRDefault="009C59C2" w:rsidP="009C59C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B521" w14:textId="045F5ABD" w:rsidR="009C59C2" w:rsidRPr="00E11DDC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6F4F" w14:textId="30B63541" w:rsidR="009C59C2" w:rsidRPr="009C59C2" w:rsidRDefault="009C59C2" w:rsidP="009C59C2">
            <w:pPr>
              <w:tabs>
                <w:tab w:val="center" w:pos="530"/>
              </w:tabs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75 762,1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0F126" w14:textId="1C410811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E685" w14:textId="5C462BBF" w:rsidR="009C59C2" w:rsidRPr="009C59C2" w:rsidRDefault="009C59C2" w:rsidP="009C59C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48 301,2</w:t>
            </w:r>
          </w:p>
        </w:tc>
      </w:tr>
      <w:tr w:rsidR="009C59C2" w:rsidRPr="00E11DDC" w14:paraId="7C498AA1" w14:textId="77777777" w:rsidTr="00B44E0E">
        <w:trPr>
          <w:trHeight w:hRule="exact" w:val="115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1592" w14:textId="5928AC72" w:rsidR="009C59C2" w:rsidRPr="00E11DDC" w:rsidRDefault="009C59C2" w:rsidP="009C59C2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7F78" w14:textId="5058EBB8" w:rsidR="009C59C2" w:rsidRPr="00E11DDC" w:rsidRDefault="009C59C2" w:rsidP="009C59C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0FB22" w14:textId="44F37069" w:rsidR="009C59C2" w:rsidRPr="00E11DDC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0757" w14:textId="4A2C4CA7" w:rsidR="009C59C2" w:rsidRPr="00E11DDC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97318" w14:textId="20857AB6" w:rsidR="009C59C2" w:rsidRPr="00E11DDC" w:rsidRDefault="009C59C2" w:rsidP="009C59C2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11510" w14:textId="3BC15C01" w:rsidR="009C59C2" w:rsidRPr="00E11DDC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2139B" w14:textId="76C81CAE" w:rsidR="009C59C2" w:rsidRPr="009C59C2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75 762,1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E07A" w14:textId="269D51D8" w:rsidR="009C59C2" w:rsidRPr="009C59C2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6085" w14:textId="128FC2C2" w:rsidR="009C59C2" w:rsidRPr="009C59C2" w:rsidRDefault="009C59C2" w:rsidP="009C59C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C59C2">
              <w:rPr>
                <w:sz w:val="24"/>
                <w:szCs w:val="24"/>
              </w:rPr>
              <w:t>48 301,2</w:t>
            </w:r>
          </w:p>
        </w:tc>
      </w:tr>
      <w:tr w:rsidR="009C59C2" w:rsidRPr="00E11DDC" w14:paraId="6730638D" w14:textId="77777777" w:rsidTr="00311F2A">
        <w:trPr>
          <w:trHeight w:hRule="exact" w:val="4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F114" w14:textId="4EF99D77" w:rsidR="009C59C2" w:rsidRPr="009C59C2" w:rsidRDefault="009C59C2" w:rsidP="009C59C2">
            <w:pPr>
              <w:ind w:right="-115"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56F" w14:textId="257F8F7A" w:rsidR="009C59C2" w:rsidRPr="009C59C2" w:rsidRDefault="009C59C2" w:rsidP="009C59C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A3DE" w14:textId="713C9A66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A4EBF" w14:textId="3CFC277A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BB9B9" w14:textId="308346DE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BADD" w14:textId="37427A6E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D5CCB" w14:textId="03855E31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9 822,4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AD8A" w14:textId="2E7B3D7E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6027" w14:textId="48F2CD62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9C59C2" w:rsidRPr="00E11DDC" w14:paraId="306317C9" w14:textId="77777777" w:rsidTr="00311F2A">
        <w:trPr>
          <w:trHeight w:hRule="exact"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F895" w14:textId="0C5FA841" w:rsidR="009C59C2" w:rsidRPr="009C59C2" w:rsidRDefault="009C59C2" w:rsidP="009C59C2">
            <w:pPr>
              <w:ind w:right="-115"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4D3D" w14:textId="29B0092D" w:rsidR="009C59C2" w:rsidRPr="009C59C2" w:rsidRDefault="009C59C2" w:rsidP="009C59C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E039" w14:textId="746B212C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B3FE" w14:textId="4CE48BD2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BD1C" w14:textId="76D4D46C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D0F7" w14:textId="5DE62AF8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3586" w14:textId="25BE14CD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9 822,4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2C72" w14:textId="0830BB0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5F84A" w14:textId="50843BCF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9C59C2" w:rsidRPr="00E11DDC" w14:paraId="5C63FDB7" w14:textId="77777777" w:rsidTr="00311F2A">
        <w:trPr>
          <w:trHeight w:hRule="exact" w:val="43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0071A" w14:textId="620B501F" w:rsidR="009C59C2" w:rsidRPr="009C59C2" w:rsidRDefault="009C59C2" w:rsidP="009C59C2">
            <w:pPr>
              <w:ind w:right="-115"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lastRenderedPageBreak/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3D2C" w14:textId="4DEC6F7A" w:rsidR="009C59C2" w:rsidRPr="009C59C2" w:rsidRDefault="009C59C2" w:rsidP="009C59C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09AD3" w14:textId="110929A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6254" w14:textId="278FECD9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8E38A" w14:textId="577DFA00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19B9" w14:textId="16ECC28C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99F7" w14:textId="7BF7517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5 243,5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83E58" w14:textId="59FDE15B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96DA" w14:textId="7BBB3BB1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9C59C2" w:rsidRPr="00E11DDC" w14:paraId="2786D483" w14:textId="77777777" w:rsidTr="00311F2A">
        <w:trPr>
          <w:trHeight w:hRule="exact"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92B21" w14:textId="13F02198" w:rsidR="009C59C2" w:rsidRPr="009C59C2" w:rsidRDefault="009C59C2" w:rsidP="009C59C2">
            <w:pPr>
              <w:ind w:right="-115" w:firstLine="0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835B5" w14:textId="027D8C64" w:rsidR="009C59C2" w:rsidRPr="009C59C2" w:rsidRDefault="009C59C2" w:rsidP="009C59C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1462" w14:textId="4C947C3D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C3DA" w14:textId="776F031A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4A47" w14:textId="78D6FF91" w:rsidR="009C59C2" w:rsidRPr="009C59C2" w:rsidRDefault="009C59C2" w:rsidP="009C59C2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B5597" w14:textId="6B175915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F6CDA" w14:textId="58EDFB1F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5 243,5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FCFB8" w14:textId="3CC7BDFC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AE97" w14:textId="55D051B3" w:rsidR="009C59C2" w:rsidRPr="009C59C2" w:rsidRDefault="009C59C2" w:rsidP="009C59C2">
            <w:pPr>
              <w:ind w:firstLine="0"/>
              <w:jc w:val="center"/>
              <w:rPr>
                <w:sz w:val="24"/>
                <w:szCs w:val="24"/>
              </w:rPr>
            </w:pPr>
            <w:r w:rsidRPr="009C59C2">
              <w:rPr>
                <w:sz w:val="24"/>
                <w:szCs w:val="24"/>
              </w:rPr>
              <w:t>0,0</w:t>
            </w:r>
          </w:p>
        </w:tc>
      </w:tr>
      <w:tr w:rsidR="00A71F10" w:rsidRPr="00E11DDC" w14:paraId="23FC08B1" w14:textId="77777777" w:rsidTr="00311F2A">
        <w:trPr>
          <w:trHeight w:hRule="exact" w:val="327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EA6C" w14:textId="4FB27409" w:rsidR="00A71F10" w:rsidRPr="00A71F10" w:rsidRDefault="00A71F10" w:rsidP="00A71F10">
            <w:pPr>
              <w:ind w:firstLine="0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D6D9" w14:textId="044CD2E4" w:rsidR="00A71F10" w:rsidRPr="00A71F10" w:rsidRDefault="00A71F10" w:rsidP="00A71F1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23B8" w14:textId="6CAE9AC2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F814" w14:textId="0174055B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5CD83" w14:textId="5AFE37B8" w:rsidR="00A71F10" w:rsidRPr="00A71F10" w:rsidRDefault="00A71F10" w:rsidP="00A71F1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A07E9" w14:textId="65AC6882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6703" w14:textId="3AF02742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2 151,4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2B11C" w14:textId="2A1EE6B8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162E6" w14:textId="7E85EF37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0,0</w:t>
            </w:r>
          </w:p>
        </w:tc>
      </w:tr>
      <w:tr w:rsidR="00A71F10" w:rsidRPr="00E11DDC" w14:paraId="76832483" w14:textId="77777777" w:rsidTr="00311F2A">
        <w:trPr>
          <w:trHeight w:hRule="exact"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385C" w14:textId="2232204A" w:rsidR="00A71F10" w:rsidRPr="004F0AD1" w:rsidRDefault="00A71F10" w:rsidP="00A71F10">
            <w:pPr>
              <w:ind w:firstLine="0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1B2D" w14:textId="12433124" w:rsidR="00A71F10" w:rsidRPr="00A71F10" w:rsidRDefault="00A71F10" w:rsidP="00A71F10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093FF" w14:textId="3925B585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60DA" w14:textId="76B18DA6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3C0D" w14:textId="14940D72" w:rsidR="00A71F10" w:rsidRPr="00A71F10" w:rsidRDefault="00A71F10" w:rsidP="00A71F1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82B0" w14:textId="0ED496E0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43C0" w14:textId="73371108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2 151,4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DDDC" w14:textId="22954A15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3B34" w14:textId="5447C9F1" w:rsidR="00A71F10" w:rsidRPr="00A71F10" w:rsidRDefault="00A71F10" w:rsidP="00A71F10">
            <w:pPr>
              <w:ind w:firstLine="0"/>
              <w:jc w:val="center"/>
              <w:rPr>
                <w:sz w:val="24"/>
                <w:szCs w:val="24"/>
              </w:rPr>
            </w:pPr>
            <w:r w:rsidRPr="00A71F10">
              <w:rPr>
                <w:sz w:val="24"/>
                <w:szCs w:val="24"/>
              </w:rPr>
              <w:t>0,0</w:t>
            </w:r>
          </w:p>
        </w:tc>
      </w:tr>
      <w:tr w:rsidR="004F0AD1" w:rsidRPr="00E11DDC" w14:paraId="190C2254" w14:textId="77777777" w:rsidTr="00B44E0E">
        <w:trPr>
          <w:trHeight w:hRule="exact" w:val="2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68C1" w14:textId="306B3849" w:rsidR="004F0AD1" w:rsidRPr="004F0AD1" w:rsidRDefault="004F0AD1" w:rsidP="004F0AD1">
            <w:pPr>
              <w:ind w:firstLine="0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8351" w14:textId="42CB223B" w:rsidR="004F0AD1" w:rsidRPr="004F0AD1" w:rsidRDefault="004F0AD1" w:rsidP="004F0AD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E6DAD" w14:textId="6FD48E7F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68F9" w14:textId="486B8B88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2493" w14:textId="60D4C1BD" w:rsidR="004F0AD1" w:rsidRPr="004F0AD1" w:rsidRDefault="004F0AD1" w:rsidP="004F0AD1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E8A7" w14:textId="5D1947A0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32EC" w14:textId="25203374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6 400,0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62ED" w14:textId="5F62BA23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4D3BE" w14:textId="698BB81D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48 301,2</w:t>
            </w:r>
          </w:p>
        </w:tc>
      </w:tr>
      <w:tr w:rsidR="004F0AD1" w:rsidRPr="00E11DDC" w14:paraId="7DB873E8" w14:textId="77777777" w:rsidTr="00311F2A">
        <w:trPr>
          <w:trHeight w:hRule="exact" w:val="1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2F87" w14:textId="2DDDA868" w:rsidR="004F0AD1" w:rsidRPr="004F0AD1" w:rsidRDefault="004F0AD1" w:rsidP="004F0AD1">
            <w:pPr>
              <w:ind w:firstLine="0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3752" w14:textId="05ED1A69" w:rsidR="004F0AD1" w:rsidRPr="004F0AD1" w:rsidRDefault="004F0AD1" w:rsidP="004F0AD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0023" w14:textId="2B23D608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ECCB" w14:textId="18D6C7FA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1CC9" w14:textId="02C277D9" w:rsidR="004F0AD1" w:rsidRPr="004F0AD1" w:rsidRDefault="004F0AD1" w:rsidP="004F0AD1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1A38" w14:textId="797C71E2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AFF5" w14:textId="302323DA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6 400,0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2D23" w14:textId="4F232A93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571A" w14:textId="13253514" w:rsidR="004F0AD1" w:rsidRPr="004F0AD1" w:rsidRDefault="004F0AD1" w:rsidP="004F0AD1">
            <w:pPr>
              <w:ind w:firstLine="0"/>
              <w:jc w:val="center"/>
              <w:rPr>
                <w:sz w:val="24"/>
                <w:szCs w:val="24"/>
              </w:rPr>
            </w:pPr>
            <w:r w:rsidRPr="004F0AD1">
              <w:rPr>
                <w:sz w:val="24"/>
                <w:szCs w:val="24"/>
              </w:rPr>
              <w:t>48 301,2</w:t>
            </w:r>
          </w:p>
        </w:tc>
      </w:tr>
      <w:tr w:rsidR="004E1171" w:rsidRPr="00E11DDC" w14:paraId="396C830A" w14:textId="77777777" w:rsidTr="00B44E0E">
        <w:trPr>
          <w:trHeight w:hRule="exact" w:val="2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44B6" w14:textId="52DB0136" w:rsidR="004E1171" w:rsidRPr="004E1171" w:rsidRDefault="004E1171" w:rsidP="004E1171">
            <w:pPr>
              <w:ind w:firstLine="0"/>
              <w:rPr>
                <w:sz w:val="24"/>
                <w:szCs w:val="24"/>
              </w:rPr>
            </w:pPr>
            <w:r w:rsidRPr="004E11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CD65B" w14:textId="77777777" w:rsidR="004E1171" w:rsidRPr="004F0AD1" w:rsidRDefault="004E1171" w:rsidP="004F0AD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2B89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15BD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CDE0" w14:textId="77777777" w:rsidR="004E1171" w:rsidRPr="004F0AD1" w:rsidRDefault="004E1171" w:rsidP="004F0AD1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D887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77D4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D01E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C90C" w14:textId="77777777" w:rsidR="004E1171" w:rsidRPr="004F0AD1" w:rsidRDefault="004E1171" w:rsidP="004F0AD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1171" w:rsidRPr="00E11DDC" w14:paraId="5A2D69CC" w14:textId="77777777" w:rsidTr="00311F2A">
        <w:trPr>
          <w:trHeight w:hRule="exact" w:val="283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959D" w14:textId="0F707BEA" w:rsidR="004E1171" w:rsidRPr="00311F2A" w:rsidRDefault="004E1171" w:rsidP="004E1171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 xml:space="preserve">  </w:t>
            </w:r>
            <w:r w:rsidRPr="00311F2A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  <w:p w14:paraId="4F293D42" w14:textId="77777777" w:rsidR="004E1171" w:rsidRPr="004F0AD1" w:rsidRDefault="004E1171" w:rsidP="004E117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F905" w14:textId="77777777" w:rsidR="004E1171" w:rsidRPr="004F0AD1" w:rsidRDefault="004E1171" w:rsidP="004E117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322B" w14:textId="77777777" w:rsidR="004E1171" w:rsidRPr="004F0AD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977A" w14:textId="77777777" w:rsidR="004E1171" w:rsidRPr="004F0AD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06E6" w14:textId="77777777" w:rsidR="004E1171" w:rsidRPr="004F0AD1" w:rsidRDefault="004E1171" w:rsidP="004E1171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38EC1" w14:textId="77777777" w:rsidR="004E1171" w:rsidRPr="004F0AD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5CDA" w14:textId="1A29CE17" w:rsidR="004E1171" w:rsidRPr="004E117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  <w:r w:rsidRPr="004E1171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EFC4" w14:textId="50D4153B" w:rsidR="004E1171" w:rsidRPr="004E117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  <w:r w:rsidRPr="004E1171">
              <w:rPr>
                <w:sz w:val="24"/>
                <w:szCs w:val="24"/>
              </w:rPr>
              <w:t>5 208,5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DA24" w14:textId="733F6035" w:rsidR="004E1171" w:rsidRPr="004E1171" w:rsidRDefault="004E1171" w:rsidP="004E1171">
            <w:pPr>
              <w:ind w:firstLine="0"/>
              <w:jc w:val="center"/>
              <w:rPr>
                <w:sz w:val="24"/>
                <w:szCs w:val="24"/>
              </w:rPr>
            </w:pPr>
            <w:r w:rsidRPr="004E1171">
              <w:rPr>
                <w:sz w:val="24"/>
                <w:szCs w:val="24"/>
              </w:rPr>
              <w:t>386,4</w:t>
            </w:r>
          </w:p>
        </w:tc>
      </w:tr>
      <w:tr w:rsidR="009C56C7" w:rsidRPr="00E11DDC" w14:paraId="38BD129B" w14:textId="77777777" w:rsidTr="00B44E0E">
        <w:trPr>
          <w:trHeight w:hRule="exact" w:val="200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84B29" w14:textId="0BC0622F" w:rsidR="009C56C7" w:rsidRPr="00E11DDC" w:rsidRDefault="009C56C7" w:rsidP="009C56C7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235C" w14:textId="7E57C696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1547E" w14:textId="3E6D7BF7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37F8" w14:textId="0939932B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708E7" w14:textId="1A75E552" w:rsidR="009C56C7" w:rsidRPr="00E11DDC" w:rsidRDefault="009C56C7" w:rsidP="009C56C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D374B" w14:textId="33EE1BE3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F2CFC" w14:textId="6BE4CF6A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9964" w14:textId="5DE53A95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3CA3" w14:textId="13AA2211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4C805EA9" w14:textId="77777777" w:rsidTr="00311F2A">
        <w:trPr>
          <w:trHeight w:hRule="exact" w:val="5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F9289" w14:textId="50B09C4C" w:rsidR="009C56C7" w:rsidRPr="00E11DDC" w:rsidRDefault="009C56C7" w:rsidP="009C56C7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55D85" w14:textId="086A530B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A9A7" w14:textId="2CFA8C1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72EB" w14:textId="22DE5E4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34F9B" w14:textId="37EB438C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A390" w14:textId="719FA5B1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6BE8" w14:textId="3C573B6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7DA5" w14:textId="26FF10D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50A7F" w14:textId="16D6C98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4482AC2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5FE5" w14:textId="14A47BA1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C09D" w14:textId="72008BDC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1A94" w14:textId="45297EE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8DE9" w14:textId="66F7A2B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FDEF" w14:textId="6275ABB6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8EF1" w14:textId="5749620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9A94" w14:textId="536684E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1F051" w14:textId="1F05CE9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1104" w14:textId="3CD33891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9C56C7" w:rsidRPr="00E11DDC" w14:paraId="714EF5C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5A7C" w14:textId="234FC4C7" w:rsidR="009C56C7" w:rsidRPr="00E11DDC" w:rsidRDefault="009C56C7" w:rsidP="00FD14BC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</w:t>
            </w:r>
            <w:r w:rsidR="00FD14BC">
              <w:rPr>
                <w:sz w:val="24"/>
                <w:szCs w:val="24"/>
              </w:rPr>
              <w:t xml:space="preserve"> </w:t>
            </w: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217D" w14:textId="1A025FF9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751A" w14:textId="187B7EC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453A" w14:textId="63F7120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B9A7" w14:textId="50DF7A09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37FA" w14:textId="2859867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B3269" w14:textId="0E2DF7F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5 600,0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AFA7" w14:textId="408FB70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5FE1" w14:textId="752C777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75E541E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D896" w14:textId="0D881285" w:rsidR="009C56C7" w:rsidRPr="00E11DDC" w:rsidRDefault="009C56C7" w:rsidP="009C56C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F816" w14:textId="6828A068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5F19" w14:textId="28A58ED4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2CA0" w14:textId="54BB1871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01B8" w14:textId="2235743F" w:rsidR="009C56C7" w:rsidRPr="00E11DDC" w:rsidRDefault="009C56C7" w:rsidP="009C56C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B29C" w14:textId="77B94AC2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B814" w14:textId="1741E934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1 400,0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B3F4" w14:textId="54A56D4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6592" w14:textId="7F17E69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137CA8" w:rsidRPr="00E11DDC" w14:paraId="691EC55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2C925" w14:textId="01A9BE9E" w:rsidR="00137CA8" w:rsidRPr="00E11DDC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94B1" w14:textId="799EA486" w:rsidR="00137CA8" w:rsidRPr="00E11DDC" w:rsidRDefault="00137CA8" w:rsidP="00137CA8">
            <w:pPr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414B4" w14:textId="405C6399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2563" w14:textId="3365C2D8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4BAA" w14:textId="61F09F46" w:rsidR="00137CA8" w:rsidRPr="00E11DDC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869B" w14:textId="671B3338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DDF2" w14:textId="688130D0" w:rsidR="00137CA8" w:rsidRPr="00137CA8" w:rsidRDefault="00137CA8" w:rsidP="00311F2A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b/>
                <w:bCs/>
                <w:sz w:val="24"/>
                <w:szCs w:val="24"/>
              </w:rPr>
              <w:t>121 056,8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6DA6" w14:textId="45F525B2" w:rsidR="00137CA8" w:rsidRPr="00137CA8" w:rsidRDefault="00137CA8" w:rsidP="00311F2A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3FE3" w14:textId="5A254D4D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137CA8" w:rsidRPr="00E11DDC" w14:paraId="557217D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5D806" w14:textId="062607BF" w:rsidR="00137CA8" w:rsidRPr="00E11DDC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Балахнинского муниципального </w:t>
            </w:r>
            <w:r w:rsidRPr="00E11DDC">
              <w:rPr>
                <w:sz w:val="24"/>
                <w:szCs w:val="24"/>
              </w:rPr>
              <w:lastRenderedPageBreak/>
              <w:t>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3F37" w14:textId="561A945A" w:rsidR="00137CA8" w:rsidRPr="00E11DDC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EDD13" w14:textId="39F069A4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EF4D" w14:textId="57118C92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4F2A" w14:textId="574AAEA1" w:rsidR="00137CA8" w:rsidRPr="00E11DDC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D133" w14:textId="671A3E69" w:rsidR="00137CA8" w:rsidRPr="00E11DDC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94A6" w14:textId="0EE5EB39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46 559,6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9FB6" w14:textId="5F65A159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33 516,9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E93F" w14:textId="664DAC69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33 516,9</w:t>
            </w:r>
          </w:p>
        </w:tc>
      </w:tr>
      <w:tr w:rsidR="00137CA8" w:rsidRPr="00E11DDC" w14:paraId="0A77878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85F35" w14:textId="0C61785D" w:rsidR="00137CA8" w:rsidRPr="00137CA8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lastRenderedPageBreak/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2328" w14:textId="47A89791" w:rsidR="00137CA8" w:rsidRPr="00137CA8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AA7F" w14:textId="25E6A190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9271" w14:textId="377B589E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9DDC2" w14:textId="2BBF12A0" w:rsidR="00137CA8" w:rsidRPr="00137CA8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13C0" w14:textId="453C6986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700A" w14:textId="6A13DF57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2 867,3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E775" w14:textId="221E0D75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3357" w14:textId="21DE47CB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</w:tr>
      <w:tr w:rsidR="00137CA8" w:rsidRPr="00E11DDC" w14:paraId="3C1B9C9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B6FC" w14:textId="27AC17FD" w:rsidR="00137CA8" w:rsidRPr="00137CA8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A7D3" w14:textId="29CB6939" w:rsidR="00137CA8" w:rsidRPr="00137CA8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5864" w14:textId="66395815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8CF36" w14:textId="12B21227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2577B" w14:textId="482D639E" w:rsidR="00137CA8" w:rsidRPr="00137CA8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F61B" w14:textId="6DBFE019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3D47" w14:textId="0C8C4FE6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2 867,3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B3F8" w14:textId="5CD06D6C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C0F81" w14:textId="5915ED4B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</w:tr>
      <w:tr w:rsidR="00137CA8" w:rsidRPr="00E11DDC" w14:paraId="52BCCF6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D0DC" w14:textId="5DDF0419" w:rsidR="00137CA8" w:rsidRPr="00137CA8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046A3" w14:textId="7B90777C" w:rsidR="00137CA8" w:rsidRPr="00137CA8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2B653" w14:textId="5CD690FF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9898E" w14:textId="4DECD8D4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1315" w14:textId="4C643FCF" w:rsidR="00137CA8" w:rsidRPr="00137CA8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E844" w14:textId="7A34381B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5829" w14:textId="7F2AA277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2 867,3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0679" w14:textId="39A2FFD4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00E3" w14:textId="72F75603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3 000,0</w:t>
            </w:r>
          </w:p>
        </w:tc>
      </w:tr>
      <w:tr w:rsidR="00137CA8" w:rsidRPr="00E11DDC" w14:paraId="5A84529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21BF" w14:textId="3E33D1DF" w:rsidR="00137CA8" w:rsidRPr="00137CA8" w:rsidRDefault="00137CA8" w:rsidP="00137CA8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5DDF" w14:textId="7044D0B2" w:rsidR="00137CA8" w:rsidRPr="00137CA8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2AC6" w14:textId="71C26C55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C3F3" w14:textId="3586E49E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08D5" w14:textId="1B0CB712" w:rsidR="00137CA8" w:rsidRPr="00137CA8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BF21" w14:textId="62A67F33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101C" w14:textId="73E05CE5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12 332,8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C1B7" w14:textId="40D76682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3E27" w14:textId="4E2C658A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</w:tr>
      <w:tr w:rsidR="00137CA8" w:rsidRPr="00E11DDC" w14:paraId="51242FC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E8A4" w14:textId="41805D60" w:rsidR="00137CA8" w:rsidRPr="00137CA8" w:rsidRDefault="00137CA8" w:rsidP="00137CA8">
            <w:pPr>
              <w:ind w:right="-113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975F" w14:textId="5CD9983A" w:rsidR="00137CA8" w:rsidRPr="00137CA8" w:rsidRDefault="00137CA8" w:rsidP="00137CA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EF68" w14:textId="168096F9" w:rsidR="00137CA8" w:rsidRPr="00137CA8" w:rsidRDefault="00137CA8" w:rsidP="00137C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21EBB" w14:textId="5E2C7E2F" w:rsidR="00137CA8" w:rsidRPr="00137CA8" w:rsidRDefault="00137CA8" w:rsidP="00137C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BD61" w14:textId="6BF1C5F6" w:rsidR="00137CA8" w:rsidRPr="00137CA8" w:rsidRDefault="00137CA8" w:rsidP="00137CA8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B1D16" w14:textId="354455FE" w:rsidR="00137CA8" w:rsidRPr="00137CA8" w:rsidRDefault="00137CA8" w:rsidP="00137C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AF94" w14:textId="4E44CAAB" w:rsidR="00137CA8" w:rsidRPr="00137CA8" w:rsidRDefault="00137CA8" w:rsidP="00137C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6 956,5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7B1C3" w14:textId="21CA867A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3605" w14:textId="1AEC8BBE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</w:tr>
      <w:tr w:rsidR="00137CA8" w:rsidRPr="00E11DDC" w14:paraId="1F9463F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34EB" w14:textId="19A3D335" w:rsidR="00137CA8" w:rsidRPr="00137CA8" w:rsidRDefault="00137CA8" w:rsidP="00137CA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01B9" w14:textId="22B1DB30" w:rsidR="00137CA8" w:rsidRPr="00137CA8" w:rsidRDefault="00137CA8" w:rsidP="00137CA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7F4D8" w14:textId="05BB1BD7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8C5C2" w14:textId="7627B110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75B4C" w14:textId="6BC0A839" w:rsidR="00137CA8" w:rsidRPr="00137CA8" w:rsidRDefault="00137CA8" w:rsidP="00137CA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6FD0" w14:textId="590284D2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6C7C" w14:textId="129E8C09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6 956,5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966E" w14:textId="256DB2DA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9DB71" w14:textId="68E90910" w:rsidR="00137CA8" w:rsidRPr="00137CA8" w:rsidRDefault="00137CA8" w:rsidP="00137CA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37CA8">
              <w:rPr>
                <w:sz w:val="24"/>
                <w:szCs w:val="24"/>
              </w:rPr>
              <w:t>4 613,4</w:t>
            </w:r>
          </w:p>
        </w:tc>
      </w:tr>
      <w:tr w:rsidR="006131BF" w:rsidRPr="00E11DDC" w14:paraId="5D5D288A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4E44" w14:textId="3B28533D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2966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E55B" w14:textId="6AB6202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AA07C" w14:textId="67FC5E8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995F" w14:textId="3B6500D5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DA09" w14:textId="2CDDC91E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43CF3" w14:textId="42111C1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</w:t>
            </w:r>
            <w:r w:rsidR="009B1C79">
              <w:rPr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FA29" w14:textId="6DA44028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E677" w14:textId="513E203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54942989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10A5" w14:textId="150E12CB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73F7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A565" w14:textId="57C2F2C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E54A" w14:textId="6CE97E2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1A4D" w14:textId="5767989A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F4AE" w14:textId="3C5640FC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A8F3" w14:textId="396CFC96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</w:t>
            </w:r>
            <w:r w:rsidR="009B1C79">
              <w:rPr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6824" w14:textId="4B2CC30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CFC34" w14:textId="0F41BA22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72E4C38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5405" w14:textId="57F3C219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2932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33C9" w14:textId="15B0558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A90F1" w14:textId="4A46B59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74F2E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8B8E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732C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1563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3C80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31BF" w:rsidRPr="00E11DDC" w14:paraId="5A80E1B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FC3F" w14:textId="17CEFA2C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D8D3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EBA0" w14:textId="6DE6258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50BD9" w14:textId="28CD7AA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82E9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00E1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A894" w14:textId="678E69B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3 153,4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24BC" w14:textId="5D7B6B2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1A83" w14:textId="62C980F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14E9DA00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FACF" w14:textId="29EBD354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 xml:space="preserve">-расходы на мероприятия по реализации проекта </w:t>
            </w:r>
            <w:r w:rsidRPr="001B09EE">
              <w:rPr>
                <w:sz w:val="24"/>
                <w:szCs w:val="24"/>
              </w:rPr>
              <w:lastRenderedPageBreak/>
              <w:t>инициативного бюджетирования "Вам решать"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2A74D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EF1E" w14:textId="1A323B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A29F1" w14:textId="313A072E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C671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7FE4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396D" w14:textId="283EBDE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1C7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9B1C79">
              <w:rPr>
                <w:sz w:val="24"/>
                <w:szCs w:val="24"/>
              </w:rPr>
              <w:t>19,9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6DE25" w14:textId="15B4F87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F939" w14:textId="5AAC106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14617F4C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E0C1" w14:textId="57171508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-расходы на мероприятия по реализации проекта инициативного бюджетирования "Вам решать" за счет инициативных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3325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BC8D" w14:textId="0E1CC39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B4A36" w14:textId="6EB4187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BD0E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87D8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476E" w14:textId="15FDCA8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393,1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41843" w14:textId="444EB292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78E3" w14:textId="1A25609C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675A407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507C" w14:textId="2B8EB3BE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A8FF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1389" w14:textId="5E2A5539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71A87" w14:textId="008735D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189E1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589A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D9F1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F620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01F6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31BF" w:rsidRPr="00E11DDC" w14:paraId="6B7DF727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DAA6" w14:textId="1C923FB7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 xml:space="preserve">Благоустройство придомовой территории многоквартирных домов №72,74,76 по </w:t>
            </w:r>
            <w:proofErr w:type="spellStart"/>
            <w:r w:rsidRPr="001B09EE">
              <w:rPr>
                <w:sz w:val="24"/>
                <w:szCs w:val="24"/>
              </w:rPr>
              <w:t>ул.Энгельса</w:t>
            </w:r>
            <w:proofErr w:type="spellEnd"/>
            <w:r w:rsidRPr="001B09EE">
              <w:rPr>
                <w:sz w:val="24"/>
                <w:szCs w:val="24"/>
              </w:rPr>
              <w:t xml:space="preserve"> и многоквартирного дома №6А по </w:t>
            </w:r>
            <w:proofErr w:type="spellStart"/>
            <w:r w:rsidRPr="001B09EE">
              <w:rPr>
                <w:sz w:val="24"/>
                <w:szCs w:val="24"/>
              </w:rPr>
              <w:t>ул.Мазурова</w:t>
            </w:r>
            <w:proofErr w:type="spellEnd"/>
            <w:r w:rsidRPr="001B09EE">
              <w:rPr>
                <w:sz w:val="24"/>
                <w:szCs w:val="24"/>
              </w:rPr>
              <w:t xml:space="preserve">, город Балахна </w:t>
            </w:r>
            <w:proofErr w:type="spellStart"/>
            <w:r w:rsidRPr="001B09EE">
              <w:rPr>
                <w:sz w:val="24"/>
                <w:szCs w:val="24"/>
              </w:rPr>
              <w:t>Балахнинского</w:t>
            </w:r>
            <w:proofErr w:type="spellEnd"/>
            <w:r w:rsidRPr="001B09EE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C09D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0440" w14:textId="1671A6D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F473" w14:textId="74D7D0C9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3BA85" w14:textId="26F804C9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S260Б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3284" w14:textId="13DC4AC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E69D" w14:textId="052D207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10E1F" w14:textId="2F423D5C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831E" w14:textId="1B38AFA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49E29334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9BC5" w14:textId="31A31218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C85DF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836C" w14:textId="6D7138E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7DAF" w14:textId="2BA22A2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65EF" w14:textId="68B6E969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 0 04 S260Б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66FA" w14:textId="4C25623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66E6" w14:textId="5136E37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4 834,0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7CD8" w14:textId="41C0A77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248B" w14:textId="16E46CC6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0488485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2044" w14:textId="57F9E88D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07EA2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F3F5" w14:textId="3D6214AB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9AF15" w14:textId="4503C9D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917E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78F3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C484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BC54E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3ADE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31BF" w:rsidRPr="00E11DDC" w14:paraId="0EDC7BE0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13F4" w14:textId="295B4E27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7141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7699" w14:textId="33046DC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96F5" w14:textId="76BFB15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2ADE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55C5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C5F93" w14:textId="542DAFC9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71BB" w14:textId="77BD9346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D8EB" w14:textId="3EC7DBCA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1BB1F0E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054F" w14:textId="2ED1FB58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85BD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5590" w14:textId="64073F1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4E1B" w14:textId="4BF3D38A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1EA7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8B307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8DC86" w14:textId="1447BBD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1 450,2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D760" w14:textId="1EFEBAD8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3376B" w14:textId="2D52B4BB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003B9931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8006" w14:textId="48A43C41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0FC4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A4C8" w14:textId="331031D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3738" w14:textId="050BDC5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1969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C895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C422" w14:textId="07AD92FA" w:rsidR="006131BF" w:rsidRPr="00E11DDC" w:rsidRDefault="00C07504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6131BF">
              <w:rPr>
                <w:sz w:val="24"/>
                <w:szCs w:val="24"/>
              </w:rPr>
              <w:t>3,8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3B8B" w14:textId="77EB976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329E" w14:textId="241BACC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32693C73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08C59" w14:textId="03A74A82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Устройство детской площадки,</w:t>
            </w:r>
            <w:r w:rsidR="00311F2A"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 xml:space="preserve">сельский поселок Совхозный Балахнинского муниципального </w:t>
            </w:r>
            <w:r w:rsidRPr="001B09EE">
              <w:rPr>
                <w:sz w:val="24"/>
                <w:szCs w:val="24"/>
              </w:rPr>
              <w:lastRenderedPageBreak/>
              <w:t>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4F7DE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D715" w14:textId="26D04BD3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0A36" w14:textId="1FF993C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7B54" w14:textId="54BEF7EC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1B09EE">
              <w:rPr>
                <w:sz w:val="24"/>
                <w:szCs w:val="24"/>
              </w:rPr>
              <w:t>S260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2AD2" w14:textId="3D39FF16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083F2" w14:textId="47912C4E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</w:t>
            </w:r>
            <w:r w:rsidR="003B6EBF">
              <w:rPr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2A398" w14:textId="7B069D0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DF66" w14:textId="47C3225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28B1ED76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339F" w14:textId="5ACE015F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E21B8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75AC" w14:textId="44A60C22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1B8E" w14:textId="312C56F5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E8C8" w14:textId="2408FC69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15 0 04 S260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2476" w14:textId="07C80058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9A9C" w14:textId="0E3D869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</w:t>
            </w:r>
            <w:r w:rsidR="009B1C79">
              <w:rPr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210D" w14:textId="10928ED4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A30C" w14:textId="617E1A7A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685CE016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8323" w14:textId="2C1778F9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A331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F6199" w14:textId="14ADF349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F969" w14:textId="3321044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E7EB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F3BF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A3E6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B3A0" w14:textId="3DCAB4C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F1BE" w14:textId="24852250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3C18DC38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93E7" w14:textId="1B88ABAC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EEA4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EEBA" w14:textId="69B6F8A9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5E05" w14:textId="705AE2A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9073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732D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C78A9" w14:textId="22821481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DA24" w14:textId="7359709A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5C8A" w14:textId="4941B8A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1F3A0F4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AEA8" w14:textId="652E9656" w:rsidR="006131BF" w:rsidRPr="00E11DDC" w:rsidRDefault="006131BF" w:rsidP="006131BF">
            <w:pPr>
              <w:ind w:firstLine="0"/>
              <w:rPr>
                <w:sz w:val="24"/>
                <w:szCs w:val="24"/>
              </w:rPr>
            </w:pPr>
            <w:r w:rsidRPr="001B09E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262B" w14:textId="77777777" w:rsidR="006131BF" w:rsidRPr="00E11DDC" w:rsidRDefault="006131BF" w:rsidP="006131B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A0FDF" w14:textId="45A423F2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A617" w14:textId="2B6E684D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3B685" w14:textId="77777777" w:rsidR="006131BF" w:rsidRPr="00E11DDC" w:rsidRDefault="006131BF" w:rsidP="006131BF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D107" w14:textId="77777777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8C2AD" w14:textId="590FA896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</w:t>
            </w:r>
            <w:r w:rsidR="009B1C79">
              <w:rPr>
                <w:sz w:val="24"/>
                <w:szCs w:val="24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251D" w14:textId="1692132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A134" w14:textId="7CF6A53F" w:rsidR="006131BF" w:rsidRPr="00E11DDC" w:rsidRDefault="006131BF" w:rsidP="00613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31BF" w:rsidRPr="00E11DDC" w14:paraId="6BABA68B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3D71" w14:textId="27860F89" w:rsidR="006131BF" w:rsidRPr="00E11DDC" w:rsidRDefault="006131BF" w:rsidP="009C56C7">
            <w:pPr>
              <w:ind w:firstLine="0"/>
              <w:rPr>
                <w:sz w:val="24"/>
                <w:szCs w:val="24"/>
              </w:rPr>
            </w:pPr>
            <w:r w:rsidRPr="006131B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1B19" w14:textId="77777777" w:rsidR="006131BF" w:rsidRPr="00E11DDC" w:rsidRDefault="006131BF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48271" w14:textId="77777777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D2CA1" w14:textId="77777777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CE78" w14:textId="77777777" w:rsidR="006131BF" w:rsidRPr="00E11DDC" w:rsidRDefault="006131BF" w:rsidP="009C56C7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8AFD" w14:textId="77777777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EAFE" w14:textId="52ADE633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FF5F" w14:textId="2BDE8DEF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A4F9" w14:textId="4FDB13FE" w:rsidR="006131BF" w:rsidRPr="00E11DDC" w:rsidRDefault="006131BF" w:rsidP="009C56C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6C7" w:rsidRPr="00E11DDC" w14:paraId="7293BD6A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B62AE" w14:textId="31FDFC43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7B4A" w14:textId="1C328C6B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83B4" w14:textId="1C01B0E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43E40" w14:textId="07ED810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D705" w14:textId="3D7C29A9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B662" w14:textId="5F5707BE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7FBA" w14:textId="6038CA12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21 246,5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F043" w14:textId="7DACF3F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4378C" w14:textId="6F19673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9C56C7" w:rsidRPr="00E11DDC" w14:paraId="0CE19D43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7742" w14:textId="28D0EB93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9DA3F" w14:textId="5A419F64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6705C" w14:textId="42D79A6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7295" w14:textId="644A8E0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58D08" w14:textId="1B374FA7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29A6" w14:textId="33F77A7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928E" w14:textId="3C9959E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18 546,5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35D7" w14:textId="621B0AA5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544B" w14:textId="4274555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9C56C7" w:rsidRPr="00E11DDC" w14:paraId="0B42DE0B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C8EA" w14:textId="38229F18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8DFB" w14:textId="228C93D9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88EA" w14:textId="23D6096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2B5D" w14:textId="65340C9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44A9" w14:textId="18D3B19C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D1E0" w14:textId="0C515C5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46FC" w14:textId="03FA34E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18 546,5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E566" w14:textId="30CB92E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4834" w14:textId="0CCE6DE0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16 540,0</w:t>
            </w:r>
          </w:p>
        </w:tc>
      </w:tr>
      <w:tr w:rsidR="009C56C7" w:rsidRPr="00E11DDC" w14:paraId="6D055EB7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F5BC" w14:textId="0799352A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E770" w14:textId="0610C17B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B218" w14:textId="6270D27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069B" w14:textId="1D47B73D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3183" w14:textId="10C6BE93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5A2F" w14:textId="2CF43483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DB6FB" w14:textId="15C85A5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2 700,0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A968" w14:textId="6E5B2BB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B5C0" w14:textId="23AB4DF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45B14BE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75C4" w14:textId="2F8F4B93" w:rsidR="009C56C7" w:rsidRPr="00E11DDC" w:rsidRDefault="009C56C7" w:rsidP="009C56C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873E" w14:textId="324E5BCE" w:rsidR="009C56C7" w:rsidRPr="00E11DDC" w:rsidRDefault="009C56C7" w:rsidP="009C56C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2215B" w14:textId="39091337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63A6" w14:textId="2C330304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984A3" w14:textId="3389CB72" w:rsidR="009C56C7" w:rsidRPr="00E11DDC" w:rsidRDefault="009C56C7" w:rsidP="009C56C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15 0 05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36EE" w14:textId="0814D3A3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240DF" w14:textId="682CA6E5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2 700,0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80F4" w14:textId="38C380C7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F797" w14:textId="379554F4" w:rsidR="009C56C7" w:rsidRPr="00E11DDC" w:rsidRDefault="009C56C7" w:rsidP="009C56C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02B0003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89921" w14:textId="2207D10F" w:rsidR="009C56C7" w:rsidRPr="00E11DDC" w:rsidRDefault="009C56C7" w:rsidP="009C56C7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6F23" w14:textId="0324C9B4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F7DFC" w14:textId="16CEB82F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1885" w14:textId="137C9368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67669" w14:textId="2D2FB654" w:rsidR="009C56C7" w:rsidRPr="00E11DDC" w:rsidRDefault="009C56C7" w:rsidP="009C56C7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9A104" w14:textId="1A727B2D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EE7E" w14:textId="276A7081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4207" w14:textId="396AC6F3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5A964" w14:textId="505F3A0F" w:rsidR="009C56C7" w:rsidRPr="00E11DDC" w:rsidRDefault="009C56C7" w:rsidP="009C56C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9C56C7" w:rsidRPr="00E11DDC" w14:paraId="4D55AE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8393" w14:textId="34EC2BD7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-расходы на реализацию полномочий органов местного самоуправления по решению вопросов </w:t>
            </w:r>
            <w:r w:rsidRPr="00E11DDC">
              <w:rPr>
                <w:sz w:val="24"/>
                <w:szCs w:val="24"/>
              </w:rPr>
              <w:lastRenderedPageBreak/>
              <w:t>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5DD8" w14:textId="355AA607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CDC2" w14:textId="2651E779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5E58" w14:textId="2F29C58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5221" w14:textId="708BAB33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6EA4" w14:textId="3933B79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E5B53" w14:textId="70432CD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5F84" w14:textId="1D97740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EED9" w14:textId="3123800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9C56C7" w:rsidRPr="00E11DDC" w14:paraId="23385F2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5897B" w14:textId="101703A2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35C3" w14:textId="71A037C1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39E7" w14:textId="5436CF4B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3860" w14:textId="55BB5DC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6C19" w14:textId="1009FDA8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083F" w14:textId="6A54BF64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53AD1" w14:textId="6C92582C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4D46" w14:textId="4731744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75F1C" w14:textId="5E2D552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</w:tr>
      <w:tr w:rsidR="00DF0DFB" w:rsidRPr="00E11DDC" w14:paraId="3432A12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66A67" w14:textId="03BAEA87" w:rsidR="00DF0DFB" w:rsidRPr="00E11DDC" w:rsidRDefault="00DF0DFB" w:rsidP="00DF0DF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BD19" w14:textId="2A87D675" w:rsidR="00DF0DFB" w:rsidRPr="00E11DDC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F2D16" w14:textId="5C5F0AF1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B05C" w14:textId="4533B809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78D91" w14:textId="6C280E1A" w:rsidR="00DF0DFB" w:rsidRPr="00E11DDC" w:rsidRDefault="00DF0DFB" w:rsidP="00DF0DF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CCD8" w14:textId="57B1FDAB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533CA" w14:textId="74DDD2FC" w:rsidR="00DF0DFB" w:rsidRPr="00DF0DFB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32 187,5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A480" w14:textId="3664D717" w:rsidR="00DF0DFB" w:rsidRPr="00DF0DFB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25 002,9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8D5B" w14:textId="6CD0B397" w:rsidR="00DF0DFB" w:rsidRPr="00DF0DFB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25 002,9</w:t>
            </w:r>
          </w:p>
        </w:tc>
      </w:tr>
      <w:tr w:rsidR="009C56C7" w:rsidRPr="00E11DDC" w14:paraId="6819E97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CE0D" w14:textId="625D7DA2" w:rsidR="009C56C7" w:rsidRPr="00E11DDC" w:rsidRDefault="009C56C7" w:rsidP="009C56C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98C0" w14:textId="383B1D59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B0EE" w14:textId="00AC1F1A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15043" w14:textId="6631E296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DDDA" w14:textId="22CE92E6" w:rsidR="009C56C7" w:rsidRPr="00E11DDC" w:rsidRDefault="009C56C7" w:rsidP="009C56C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BC0ED" w14:textId="69E650E7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4F792" w14:textId="49279EC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28 187,5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A9413" w14:textId="10044EC8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25 002,9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764A" w14:textId="104F117F" w:rsidR="009C56C7" w:rsidRPr="00E11DDC" w:rsidRDefault="009C56C7" w:rsidP="009C56C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25 002,9</w:t>
            </w:r>
          </w:p>
        </w:tc>
      </w:tr>
      <w:tr w:rsidR="009C56C7" w:rsidRPr="00E11DDC" w14:paraId="35E5CEF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92B6" w14:textId="35B092D8" w:rsidR="009C56C7" w:rsidRPr="00E11DDC" w:rsidRDefault="009C56C7" w:rsidP="009C56C7">
            <w:pPr>
              <w:ind w:firstLine="0"/>
              <w:rPr>
                <w:sz w:val="24"/>
                <w:szCs w:val="24"/>
              </w:rPr>
            </w:pPr>
            <w:r w:rsidRPr="00E11DDC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1C18" w14:textId="4EE1A6D0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A59A" w14:textId="222023ED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D977" w14:textId="460EF937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7FE0" w14:textId="477B7CB6" w:rsidR="009C56C7" w:rsidRPr="00E11DDC" w:rsidRDefault="009C56C7" w:rsidP="009C56C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7F74" w14:textId="676C21C4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5F22" w14:textId="42F3ECF9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3 364,5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5498" w14:textId="22D6D9EF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42BA" w14:textId="2773789F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C56C7" w:rsidRPr="00E11DDC" w14:paraId="142A4AA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654D" w14:textId="3A583944" w:rsidR="009C56C7" w:rsidRPr="00E11DDC" w:rsidRDefault="009C56C7" w:rsidP="009C56C7">
            <w:pPr>
              <w:ind w:firstLine="0"/>
              <w:rPr>
                <w:sz w:val="24"/>
                <w:szCs w:val="24"/>
              </w:rPr>
            </w:pPr>
            <w:r w:rsidRPr="00E11DD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06F4" w14:textId="41C95E57" w:rsidR="009C56C7" w:rsidRPr="00E11DDC" w:rsidRDefault="009C56C7" w:rsidP="009C56C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7929" w14:textId="5405E3CF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EE6B" w14:textId="01015A8A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2E27" w14:textId="2BFB078C" w:rsidR="009C56C7" w:rsidRPr="00E11DDC" w:rsidRDefault="009C56C7" w:rsidP="009C56C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593F" w14:textId="585D4E2A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9FE1" w14:textId="13E73A97" w:rsidR="009C56C7" w:rsidRPr="00E11DDC" w:rsidRDefault="009C56C7" w:rsidP="009C56C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3 364,5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33FD" w14:textId="28BF69A1" w:rsidR="009C56C7" w:rsidRPr="00E11DDC" w:rsidRDefault="009C56C7" w:rsidP="0082438F">
            <w:pPr>
              <w:ind w:left="-114" w:right="-102"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1BB2" w14:textId="524416DC" w:rsidR="009C56C7" w:rsidRPr="00E11DDC" w:rsidRDefault="009C56C7" w:rsidP="0082438F">
            <w:pPr>
              <w:ind w:left="-107" w:right="-102" w:firstLine="135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DF0DFB" w:rsidRPr="00E11DDC" w14:paraId="3306802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3B14" w14:textId="0F96371A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</w:t>
            </w:r>
            <w:r w:rsidRPr="00DF0DFB">
              <w:rPr>
                <w:sz w:val="24"/>
                <w:szCs w:val="24"/>
              </w:rPr>
              <w:lastRenderedPageBreak/>
              <w:t xml:space="preserve">дома, работы по благоустройству дворовых территорий которых </w:t>
            </w:r>
            <w:proofErr w:type="spellStart"/>
            <w:r w:rsidRPr="00DF0DFB">
              <w:rPr>
                <w:sz w:val="24"/>
                <w:szCs w:val="24"/>
              </w:rPr>
              <w:t>софинансируются</w:t>
            </w:r>
            <w:proofErr w:type="spellEnd"/>
            <w:r w:rsidRPr="00DF0DFB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4D93" w14:textId="4D992FB4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DC0B" w14:textId="15EB9889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4B17" w14:textId="0A4779EB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89AEE" w14:textId="731CDE0C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73C2" w14:textId="357F5C9C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7E0B" w14:textId="4C3C1517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380E" w14:textId="3801DE22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17B6" w14:textId="3AB3A2D5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</w:tr>
      <w:tr w:rsidR="00DF0DFB" w:rsidRPr="00E11DDC" w14:paraId="35F6A53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2458" w14:textId="72109606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lastRenderedPageBreak/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F532" w14:textId="08C7DDC4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65F7" w14:textId="361000EF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496A9" w14:textId="1F00A74C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BABF" w14:textId="771EBEB6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03 М5550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F3B4" w14:textId="71873D7B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DEA5B" w14:textId="187A8F1C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4DBF" w14:textId="30D0F4D2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6410" w14:textId="5B4CF959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</w:tr>
      <w:tr w:rsidR="00DF0DFB" w:rsidRPr="00E11DDC" w14:paraId="4D62C98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93BC" w14:textId="6C4E9124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783A" w14:textId="769365B7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1640" w14:textId="624B0AE3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4C2D" w14:textId="73EDA28B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134C" w14:textId="7E81A6E7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03 М5550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FFE2" w14:textId="4EECE839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56090" w14:textId="3306BC1A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3786" w14:textId="246AF316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E6E5" w14:textId="35FC4AF7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</w:tr>
      <w:tr w:rsidR="00DF0DFB" w:rsidRPr="00E11DDC" w14:paraId="1CA5CF2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9CF7" w14:textId="30BFF122" w:rsidR="00DF0DFB" w:rsidRPr="00DF0DFB" w:rsidRDefault="00DF0DFB" w:rsidP="00DF0DF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AEA9" w14:textId="06CF2663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C57B3" w14:textId="63D8DB79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1A63" w14:textId="11689C08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A0FD3" w14:textId="7536A809" w:rsidR="00DF0DFB" w:rsidRPr="00DF0DFB" w:rsidRDefault="00DF0DFB" w:rsidP="00DF0DFB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DCC8B" w14:textId="4CD945E6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E7DB" w14:textId="11D9ACCC" w:rsidR="00DF0DFB" w:rsidRPr="00DF0DFB" w:rsidRDefault="00DF0DFB" w:rsidP="00DF0DFB">
            <w:pPr>
              <w:ind w:right="-110" w:hanging="108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A3F5" w14:textId="2A2D181B" w:rsidR="00DF0DFB" w:rsidRPr="00DF0DFB" w:rsidRDefault="00DF0DFB" w:rsidP="00DF0DFB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9E152" w14:textId="3FCEB8DA" w:rsidR="00DF0DFB" w:rsidRPr="00DF0DFB" w:rsidRDefault="00DF0DFB" w:rsidP="00DF0DFB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DF0DFB" w:rsidRPr="00E11DDC" w14:paraId="59C13D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904C" w14:textId="43E20F21" w:rsidR="00DF0DFB" w:rsidRPr="00DF0DFB" w:rsidRDefault="00DF0DFB" w:rsidP="00DF0DF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Расходы</w:t>
            </w:r>
            <w:r w:rsidR="00311F2A">
              <w:rPr>
                <w:color w:val="000000"/>
                <w:sz w:val="24"/>
                <w:szCs w:val="24"/>
              </w:rPr>
              <w:t>,</w:t>
            </w:r>
            <w:r w:rsidRPr="00DF0DFB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167C3" w14:textId="54006082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6780" w14:textId="5DE0CA3C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742A" w14:textId="13BB49E6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40DA" w14:textId="130EB7D3" w:rsidR="00DF0DFB" w:rsidRPr="00DF0DFB" w:rsidRDefault="00DF0DFB" w:rsidP="00DF0DFB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E3FB" w14:textId="36AEE721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8E688" w14:textId="7C00E20A" w:rsidR="00DF0DFB" w:rsidRPr="00DF0DFB" w:rsidRDefault="00DF0DFB" w:rsidP="00DF0DFB">
            <w:pPr>
              <w:ind w:right="-110" w:hanging="108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BAC9" w14:textId="3A59A101" w:rsidR="00DF0DFB" w:rsidRPr="00DF0DFB" w:rsidRDefault="00DF0DFB" w:rsidP="00DF0DFB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8084" w14:textId="771E502A" w:rsidR="00DF0DFB" w:rsidRPr="00DF0DFB" w:rsidRDefault="00DF0DFB" w:rsidP="00DF0DFB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DF0DFB" w:rsidRPr="00E11DDC" w14:paraId="35A4CD5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D193" w14:textId="6EE5AFC8" w:rsidR="00DF0DFB" w:rsidRPr="00DF0DFB" w:rsidRDefault="00DF0DFB" w:rsidP="00DF0DF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CA91" w14:textId="2D832C13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E1888" w14:textId="0E7CBB9C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FCEA" w14:textId="6235FAC1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58E1" w14:textId="4BE1A8F6" w:rsidR="00DF0DFB" w:rsidRPr="00DF0DFB" w:rsidRDefault="00DF0DFB" w:rsidP="00DF0DFB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683D" w14:textId="2B1BBFF5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9DFC" w14:textId="085B1C77" w:rsidR="00DF0DFB" w:rsidRPr="00DF0DFB" w:rsidRDefault="00DF0DFB" w:rsidP="00DF0DFB">
            <w:pPr>
              <w:ind w:right="-110" w:hanging="108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C4BC" w14:textId="64F49D10" w:rsidR="00DF0DFB" w:rsidRPr="00DF0DFB" w:rsidRDefault="00DF0DFB" w:rsidP="00DF0DFB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2142" w14:textId="33F909B5" w:rsidR="00DF0DFB" w:rsidRPr="00DF0DFB" w:rsidRDefault="00DF0DFB" w:rsidP="00DF0DFB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DF0DFB" w:rsidRPr="00E11DDC" w14:paraId="3DDD31C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3FC52" w14:textId="772DDE7F" w:rsidR="00DF0DFB" w:rsidRPr="00DF0DFB" w:rsidRDefault="00DF0DFB" w:rsidP="00311F2A">
            <w:pPr>
              <w:ind w:firstLine="0"/>
              <w:rPr>
                <w:b/>
                <w:bCs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DF0DFB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DF0DFB">
              <w:rPr>
                <w:color w:val="000000"/>
                <w:sz w:val="24"/>
                <w:szCs w:val="24"/>
              </w:rPr>
              <w:t xml:space="preserve"> муниципальном округе Нижегородской </w:t>
            </w:r>
            <w:r w:rsidRPr="00DF0DFB">
              <w:rPr>
                <w:color w:val="000000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E01C" w14:textId="1C3EAE5F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951A2" w14:textId="10C381AB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AE49" w14:textId="375225A8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F8B7" w14:textId="657B8222" w:rsidR="00DF0DFB" w:rsidRPr="00DF0DFB" w:rsidRDefault="00DF0DFB" w:rsidP="00DF0DFB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6849" w14:textId="4E3C45F7" w:rsidR="00DF0DFB" w:rsidRPr="00DF0DFB" w:rsidRDefault="00DF0DFB" w:rsidP="00DF0DF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9043" w14:textId="2560F665" w:rsidR="00DF0DFB" w:rsidRPr="00DF0DFB" w:rsidRDefault="00DF0DFB" w:rsidP="00DF0DFB">
            <w:pPr>
              <w:ind w:right="-110" w:hanging="108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2 474,7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28B6" w14:textId="13D946AD" w:rsidR="00DF0DFB" w:rsidRPr="00DF0DFB" w:rsidRDefault="00DF0DFB" w:rsidP="00DF0DFB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CE2C" w14:textId="1179275A" w:rsidR="00DF0DFB" w:rsidRPr="00DF0DFB" w:rsidRDefault="00DF0DFB" w:rsidP="00DF0DFB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4 084,4</w:t>
            </w:r>
          </w:p>
        </w:tc>
      </w:tr>
      <w:tr w:rsidR="00DF0DFB" w:rsidRPr="00E11DDC" w14:paraId="0568195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A607" w14:textId="0940102C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lastRenderedPageBreak/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2E04" w14:textId="54926B9B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1044" w14:textId="5019E71B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DF1D" w14:textId="0CC3DA64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A3047" w14:textId="509DF12A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AFE57" w14:textId="5639B2FF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34B0" w14:textId="60EC4354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F8AF" w14:textId="62DFE626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A4CFC" w14:textId="428D2A94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</w:tr>
      <w:tr w:rsidR="00DF0DFB" w:rsidRPr="00E11DDC" w14:paraId="11ADE18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FB53" w14:textId="7E94B933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61FE" w14:textId="10370A74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01A6" w14:textId="36A00099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15DF" w14:textId="3343BC68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DA51" w14:textId="489FBEEB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01C8" w14:textId="336C0EBF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43E1" w14:textId="3CA74363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D518" w14:textId="77D0FBB6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E90F" w14:textId="275571A6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</w:tr>
      <w:tr w:rsidR="00DF0DFB" w:rsidRPr="00E11DDC" w14:paraId="7684303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7CA8E" w14:textId="537E72E7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562C" w14:textId="2A98C242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8C61" w14:textId="7E3E78BD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6607E" w14:textId="3DAAEB16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0BA56" w14:textId="610991B8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32C2" w14:textId="47281ACE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D1B2F" w14:textId="13F5C2F3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CAB1" w14:textId="5644AF5B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C271" w14:textId="2408100D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1 609,7</w:t>
            </w:r>
          </w:p>
        </w:tc>
      </w:tr>
      <w:tr w:rsidR="00DF0DFB" w:rsidRPr="00E11DDC" w14:paraId="279BAF5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9C74B" w14:textId="64116DC1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F72A6" w14:textId="244E1B13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FB15" w14:textId="71B1C68E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37FC" w14:textId="4C1B33EA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92D8" w14:textId="4AA37B70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2934" w14:textId="7CC352F2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ADB1" w14:textId="5D734AD5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8 582,8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5E9B" w14:textId="2B0ABADA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2B2A" w14:textId="55AEFF22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DF0DFB" w:rsidRPr="00E11DDC" w14:paraId="11C8B48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30E4" w14:textId="6C521741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7531" w14:textId="63717B85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B4E3" w14:textId="22A11F0A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4B60" w14:textId="1A3074B0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4C5C" w14:textId="4FF9444D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3EE3" w14:textId="28BE18F0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5FA8" w14:textId="357E8F33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8 582,8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9E08" w14:textId="534854D1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3EE5" w14:textId="18EAC619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4 369,3</w:t>
            </w:r>
          </w:p>
        </w:tc>
      </w:tr>
      <w:tr w:rsidR="00DF0DFB" w:rsidRPr="00E11DDC" w14:paraId="21A413F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1B47" w14:textId="1FCF764C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35DA" w14:textId="139C926F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DBD7" w14:textId="3666E5B4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F934F" w14:textId="24870E1F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0D1F" w14:textId="6C358C08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B4CC9" w14:textId="5D4A07C4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6B7F" w14:textId="01BE5D57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8 582,8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D4FC" w14:textId="7F0F852E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485F7" w14:textId="117526DC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4 369,3</w:t>
            </w:r>
          </w:p>
        </w:tc>
      </w:tr>
      <w:tr w:rsidR="00DF0DFB" w:rsidRPr="00E11DDC" w14:paraId="29AA8D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F69F" w14:textId="7C18C397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1053" w14:textId="78AA5C20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FC78" w14:textId="73911D2A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69E6" w14:textId="2118C69A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8261" w14:textId="4E87BC9D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5BDAC" w14:textId="485BB57E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41AE" w14:textId="566074C0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8 567,7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9404" w14:textId="4D6BD7BF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3532" w14:textId="3D4086BD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</w:tr>
      <w:tr w:rsidR="00DF0DFB" w:rsidRPr="00E11DDC" w14:paraId="5A649E4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CD50" w14:textId="014E702E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19F4" w14:textId="3A9D337B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7FB4" w14:textId="56EEA34B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02F9" w14:textId="1BFB5C79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B11F" w14:textId="15175AD6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C19D" w14:textId="3C048528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653A" w14:textId="6F7DDE05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8 567,7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1699" w14:textId="4ABB4C18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ABB9" w14:textId="0E630C50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</w:tr>
      <w:tr w:rsidR="00DF0DFB" w:rsidRPr="00E11DDC" w14:paraId="7F4D1EC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6A2C" w14:textId="147518F7" w:rsidR="00DF0DFB" w:rsidRPr="00DF0DFB" w:rsidRDefault="00DF0DFB" w:rsidP="00DF0DFB">
            <w:pPr>
              <w:ind w:firstLine="0"/>
              <w:rPr>
                <w:color w:val="000000"/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012A" w14:textId="3BCCD944" w:rsidR="00DF0DFB" w:rsidRPr="00DF0DFB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604E" w14:textId="48019569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6516" w14:textId="7FCDA632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A650" w14:textId="0F6DD031" w:rsidR="00DF0DFB" w:rsidRPr="00DF0DFB" w:rsidRDefault="00DF0DFB" w:rsidP="00DF0DF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3ECA" w14:textId="02D89D61" w:rsidR="00DF0DFB" w:rsidRPr="00DF0DFB" w:rsidRDefault="00DF0DFB" w:rsidP="00DF0DFB">
            <w:pPr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2BDE1" w14:textId="08DC1981" w:rsidR="00DF0DFB" w:rsidRPr="00DF0DFB" w:rsidRDefault="00DF0DFB" w:rsidP="00DF0DFB">
            <w:pPr>
              <w:ind w:right="-110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5 944,3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02D5" w14:textId="7ECB256E" w:rsidR="00DF0DFB" w:rsidRPr="00DF0DFB" w:rsidRDefault="00DF0DFB" w:rsidP="00DF0DFB">
            <w:pPr>
              <w:ind w:left="-114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71A7" w14:textId="5267D64F" w:rsidR="00DF0DFB" w:rsidRPr="00DF0DFB" w:rsidRDefault="00DF0DFB" w:rsidP="00DF0DFB">
            <w:pPr>
              <w:ind w:left="-107" w:right="-108"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4 354,2</w:t>
            </w:r>
          </w:p>
        </w:tc>
      </w:tr>
      <w:tr w:rsidR="00DF0DFB" w:rsidRPr="00E11DDC" w14:paraId="30118C1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3A4A" w14:textId="296A26D6" w:rsidR="00DF0DFB" w:rsidRPr="00E11DDC" w:rsidRDefault="00DF0DFB" w:rsidP="00DF0DF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F203" w14:textId="65351535" w:rsidR="00DF0DFB" w:rsidRPr="00E11DDC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41B7" w14:textId="5DE826E6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0782" w14:textId="2E293726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9F425" w14:textId="7E356E5D" w:rsidR="00DF0DFB" w:rsidRPr="00E11DDC" w:rsidRDefault="00DF0DFB" w:rsidP="00DF0DF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1B31" w14:textId="62D7E383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E211" w14:textId="276A11EA" w:rsidR="00DF0DFB" w:rsidRPr="000A0FC5" w:rsidRDefault="00DF0DFB" w:rsidP="00DF0DFB">
            <w:pPr>
              <w:ind w:right="-110" w:hanging="108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A0FC5">
              <w:rPr>
                <w:b/>
                <w:bCs/>
                <w:sz w:val="22"/>
                <w:szCs w:val="22"/>
              </w:rPr>
              <w:t>1 295 752,7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9A03" w14:textId="04853B48" w:rsidR="00DF0DFB" w:rsidRPr="000A0FC5" w:rsidRDefault="00DF0DFB" w:rsidP="00DF0DFB">
            <w:pPr>
              <w:ind w:left="-114" w:right="-108"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A0FC5">
              <w:rPr>
                <w:b/>
                <w:bCs/>
                <w:sz w:val="22"/>
                <w:szCs w:val="22"/>
              </w:rPr>
              <w:t>1 267 209,2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5E40" w14:textId="5B970958" w:rsidR="00DF0DFB" w:rsidRPr="000A0FC5" w:rsidRDefault="00DF0DFB" w:rsidP="00DF0DFB">
            <w:pPr>
              <w:ind w:left="-107" w:right="-108"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A0FC5">
              <w:rPr>
                <w:b/>
                <w:bCs/>
                <w:sz w:val="22"/>
                <w:szCs w:val="22"/>
              </w:rPr>
              <w:t>1 167 169,7</w:t>
            </w:r>
          </w:p>
        </w:tc>
      </w:tr>
      <w:tr w:rsidR="00DF0DFB" w:rsidRPr="00E11DDC" w14:paraId="6585BC8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20A" w14:textId="0F401101" w:rsidR="00DF0DFB" w:rsidRPr="00E11DDC" w:rsidRDefault="00DF0DFB" w:rsidP="00DF0DF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A5B01" w14:textId="407B77C8" w:rsidR="00DF0DFB" w:rsidRPr="00E11DDC" w:rsidRDefault="00DF0DFB" w:rsidP="00DF0DF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193E" w14:textId="4B4FDEA2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F3E4F" w14:textId="521CBA7A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2DEC" w14:textId="332ABB0E" w:rsidR="00DF0DFB" w:rsidRPr="00E11DDC" w:rsidRDefault="00DF0DFB" w:rsidP="00DF0DF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8CAD" w14:textId="0956CEAC" w:rsidR="00DF0DFB" w:rsidRPr="00E11DDC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AFCC" w14:textId="74D2FA1E" w:rsidR="00DF0DFB" w:rsidRPr="00DF0DFB" w:rsidRDefault="00DF0DFB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b/>
                <w:bCs/>
                <w:sz w:val="24"/>
                <w:szCs w:val="24"/>
              </w:rPr>
              <w:t>474 627,9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14FA" w14:textId="081CEB33" w:rsidR="00DF0DFB" w:rsidRPr="00DF0DFB" w:rsidRDefault="00DF0DFB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79BEE" w14:textId="01E5A7DC" w:rsidR="00DF0DFB" w:rsidRPr="00DF0DFB" w:rsidRDefault="00DF0DFB" w:rsidP="00DF0DF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DF0DFB" w:rsidRPr="00E11DDC" w14:paraId="7BD75A8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29F5" w14:textId="62435401" w:rsidR="00DF0DFB" w:rsidRPr="00E11DDC" w:rsidRDefault="00DF0DFB" w:rsidP="00DF0DF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8E93" w14:textId="5BAF1237" w:rsidR="00DF0DFB" w:rsidRPr="00E11DDC" w:rsidRDefault="00DF0DFB" w:rsidP="00DF0DFB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64677" w14:textId="681B491E" w:rsidR="00DF0DFB" w:rsidRPr="00E11DDC" w:rsidRDefault="00DF0DFB" w:rsidP="00DF0DF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0B63" w14:textId="79D0E65A" w:rsidR="00DF0DFB" w:rsidRPr="00E11DDC" w:rsidRDefault="00DF0DFB" w:rsidP="00DF0DF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ABBB" w14:textId="5E21FE75" w:rsidR="00DF0DFB" w:rsidRPr="00E11DDC" w:rsidRDefault="00DF0DFB" w:rsidP="00DF0DFB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0BCF" w14:textId="592BC0C5" w:rsidR="00DF0DFB" w:rsidRPr="00E11DDC" w:rsidRDefault="00DF0DFB" w:rsidP="00DF0DF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D19" w14:textId="665125F9" w:rsidR="00DF0DFB" w:rsidRPr="00DF0DFB" w:rsidRDefault="00DF0DFB" w:rsidP="000A0FC5">
            <w:pPr>
              <w:spacing w:line="240" w:lineRule="exact"/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474 627,9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BD50" w14:textId="4D65814A" w:rsidR="00DF0DFB" w:rsidRPr="00DF0DFB" w:rsidRDefault="00DF0DFB" w:rsidP="000A0FC5">
            <w:pPr>
              <w:spacing w:line="240" w:lineRule="exact"/>
              <w:ind w:right="-79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68BF" w14:textId="7663ED1D" w:rsidR="00DF0DFB" w:rsidRPr="00DF0DFB" w:rsidRDefault="00DF0DFB" w:rsidP="00DF0DFB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383 400,1</w:t>
            </w:r>
          </w:p>
        </w:tc>
      </w:tr>
      <w:tr w:rsidR="00DF0DFB" w:rsidRPr="00E11DDC" w14:paraId="6D157D9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B409" w14:textId="7E8F1F7A" w:rsidR="00DF0DFB" w:rsidRPr="00E11DDC" w:rsidRDefault="00DF0DFB" w:rsidP="00DF0DF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6475" w14:textId="665AAAA9" w:rsidR="00DF0DFB" w:rsidRPr="00E11DDC" w:rsidRDefault="00DF0DFB" w:rsidP="00DF0DF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B645" w14:textId="4342677F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3FC5" w14:textId="658948B4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4614" w14:textId="5EB70BDD" w:rsidR="00DF0DFB" w:rsidRPr="00E11DDC" w:rsidRDefault="00DF0DFB" w:rsidP="00DF0DF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F3B1E" w14:textId="2F4EFB65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BD2B" w14:textId="116CEBFA" w:rsidR="00DF0DFB" w:rsidRPr="00DF0DFB" w:rsidRDefault="00DF0DFB" w:rsidP="000A0FC5">
            <w:pPr>
              <w:spacing w:line="250" w:lineRule="exact"/>
              <w:ind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389 925,2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2191" w14:textId="5F5C8E91" w:rsidR="00DF0DFB" w:rsidRPr="00DF0DFB" w:rsidRDefault="00DF0DFB" w:rsidP="000A0FC5">
            <w:pPr>
              <w:spacing w:line="250" w:lineRule="exact"/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379 554,3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96C2" w14:textId="43122E9F" w:rsidR="00DF0DFB" w:rsidRPr="00DF0DFB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379 554,3</w:t>
            </w:r>
          </w:p>
        </w:tc>
      </w:tr>
      <w:tr w:rsidR="00DF0DFB" w:rsidRPr="00E11DDC" w14:paraId="4AD5138A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35DC" w14:textId="040F30EE" w:rsidR="00DF0DFB" w:rsidRPr="00E11DDC" w:rsidRDefault="00DF0DFB" w:rsidP="00DF0DF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2172" w14:textId="3F51F7B3" w:rsidR="00DF0DFB" w:rsidRPr="00E11DDC" w:rsidRDefault="00DF0DFB" w:rsidP="00DF0DF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9FB3C" w14:textId="5F26EAC8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316B" w14:textId="7309E3DA" w:rsidR="00DF0DFB" w:rsidRPr="00E11DDC" w:rsidRDefault="00DF0DFB" w:rsidP="00DF0DFB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C332" w14:textId="5D77234C" w:rsidR="00DF0DFB" w:rsidRPr="00E11DDC" w:rsidRDefault="00DF0DFB" w:rsidP="00DF0DFB">
            <w:pPr>
              <w:spacing w:line="250" w:lineRule="exact"/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093E" w14:textId="3E91F340" w:rsidR="00DF0DFB" w:rsidRPr="00E11DDC" w:rsidRDefault="00DF0DFB" w:rsidP="00DF0DFB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544C38" w14:textId="4E21F67B" w:rsidR="00DF0DFB" w:rsidRPr="00DF0DFB" w:rsidRDefault="00DF0DFB" w:rsidP="000A0FC5">
            <w:pPr>
              <w:spacing w:line="250" w:lineRule="exact"/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389 925,2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CB8C5" w14:textId="122DD50F" w:rsidR="00DF0DFB" w:rsidRPr="00DF0DFB" w:rsidRDefault="00DF0DFB" w:rsidP="000A0FC5">
            <w:pPr>
              <w:spacing w:line="250" w:lineRule="exact"/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379 554,3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086D" w14:textId="2EBBFD4A" w:rsidR="00DF0DFB" w:rsidRPr="00DF0DFB" w:rsidRDefault="00DF0DFB" w:rsidP="00DF0DF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F0DFB">
              <w:rPr>
                <w:sz w:val="24"/>
                <w:szCs w:val="24"/>
              </w:rPr>
              <w:t>379 554,3</w:t>
            </w:r>
          </w:p>
        </w:tc>
      </w:tr>
      <w:tr w:rsidR="00DF0DFB" w:rsidRPr="00E11DDC" w14:paraId="2C470A6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867A" w14:textId="3D7FEAFA" w:rsidR="00DF0DFB" w:rsidRPr="000A0FC5" w:rsidRDefault="00DF0DFB" w:rsidP="00DF0DFB">
            <w:pPr>
              <w:ind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B6FB" w14:textId="51AF35B0" w:rsidR="00DF0DFB" w:rsidRPr="00E11DDC" w:rsidRDefault="00DF0DFB" w:rsidP="00DF0DF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B205" w14:textId="42A378E5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46F4" w14:textId="1461C907" w:rsidR="00DF0DFB" w:rsidRPr="00E11DDC" w:rsidRDefault="00DF0DFB" w:rsidP="00DF0DFB">
            <w:pPr>
              <w:spacing w:line="250" w:lineRule="exact"/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D003" w14:textId="0669D13C" w:rsidR="00DF0DFB" w:rsidRPr="00E11DDC" w:rsidRDefault="00DF0DFB" w:rsidP="00DF0DFB">
            <w:pPr>
              <w:spacing w:line="250" w:lineRule="exact"/>
              <w:ind w:right="-108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E6F7" w14:textId="248CAD69" w:rsidR="00DF0DFB" w:rsidRPr="00E11DDC" w:rsidRDefault="00DF0DFB" w:rsidP="00DF0DFB">
            <w:pPr>
              <w:spacing w:line="250" w:lineRule="exact"/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2496CD" w14:textId="0BC7EDBB" w:rsidR="00DF0DFB" w:rsidRPr="00DF0DFB" w:rsidRDefault="00DF0DFB" w:rsidP="000A0FC5">
            <w:pPr>
              <w:spacing w:line="250" w:lineRule="exact"/>
              <w:ind w:right="-108" w:hanging="79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117 403,6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A2716" w14:textId="0FF7C60D" w:rsidR="00DF0DFB" w:rsidRPr="00DF0DFB" w:rsidRDefault="00DF0DFB" w:rsidP="000A0FC5">
            <w:pPr>
              <w:spacing w:line="250" w:lineRule="exact"/>
              <w:ind w:right="-79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110 832,7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777F" w14:textId="2F758D28" w:rsidR="00DF0DFB" w:rsidRPr="00DF0DFB" w:rsidRDefault="00DF0DFB" w:rsidP="00DF0DFB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110 832,7</w:t>
            </w:r>
          </w:p>
        </w:tc>
      </w:tr>
      <w:tr w:rsidR="00DF0DFB" w:rsidRPr="00E11DDC" w14:paraId="1352E82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41D9" w14:textId="43E55AFA" w:rsidR="00DF0DFB" w:rsidRPr="000A0FC5" w:rsidRDefault="00DF0DFB" w:rsidP="00DF0DFB">
            <w:pPr>
              <w:ind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2AE1" w14:textId="49AB917B" w:rsidR="00DF0DFB" w:rsidRPr="00E11DDC" w:rsidRDefault="00DF0DFB" w:rsidP="00DF0DF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B5C2" w14:textId="3E7C4BED" w:rsidR="00DF0DFB" w:rsidRPr="00E11DDC" w:rsidRDefault="00DF0DFB" w:rsidP="00DF0DFB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99E8" w14:textId="4179A062" w:rsidR="00DF0DFB" w:rsidRPr="00E11DDC" w:rsidRDefault="00DF0DFB" w:rsidP="00DF0DFB">
            <w:pPr>
              <w:spacing w:line="250" w:lineRule="exact"/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B4F98" w14:textId="720AAEE8" w:rsidR="00DF0DFB" w:rsidRPr="00E11DDC" w:rsidRDefault="00DF0DFB" w:rsidP="00DF0DFB">
            <w:pPr>
              <w:spacing w:line="250" w:lineRule="exact"/>
              <w:ind w:right="-108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4CDD" w14:textId="1EE4FC49" w:rsidR="00DF0DFB" w:rsidRPr="00E11DDC" w:rsidRDefault="00DF0DFB" w:rsidP="00DF0DFB">
            <w:pPr>
              <w:spacing w:line="250" w:lineRule="exact"/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06A189" w14:textId="4BB5065B" w:rsidR="00DF0DFB" w:rsidRPr="00DF0DFB" w:rsidRDefault="00DF0DFB" w:rsidP="000A0FC5">
            <w:pPr>
              <w:spacing w:line="250" w:lineRule="exact"/>
              <w:ind w:right="-108" w:hanging="79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117 403,6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6FEA4C" w14:textId="7AC1AE31" w:rsidR="00DF0DFB" w:rsidRPr="00DF0DFB" w:rsidRDefault="00DF0DFB" w:rsidP="000A0FC5">
            <w:pPr>
              <w:spacing w:line="250" w:lineRule="exact"/>
              <w:ind w:right="-79" w:hanging="108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110 832,7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443F" w14:textId="73448589" w:rsidR="00DF0DFB" w:rsidRPr="00DF0DFB" w:rsidRDefault="00DF0DFB" w:rsidP="00DF0DFB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DF0DFB">
              <w:rPr>
                <w:sz w:val="24"/>
                <w:szCs w:val="24"/>
              </w:rPr>
              <w:t>110 832,7</w:t>
            </w:r>
          </w:p>
        </w:tc>
      </w:tr>
      <w:tr w:rsidR="00EC05F3" w:rsidRPr="00E11DDC" w14:paraId="226AD06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7C15" w14:textId="28672B82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2180" w14:textId="469873DB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E652" w14:textId="39EA1055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A1D2" w14:textId="63816777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BA73" w14:textId="766B3138" w:rsidR="00EC05F3" w:rsidRPr="00E11DDC" w:rsidRDefault="00EC05F3" w:rsidP="00EC05F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29A5C" w14:textId="094C2E41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1860F6" w14:textId="11ED881B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3 800,0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4C9748" w14:textId="608B2556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47DCB" w14:textId="5524308E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1F468EB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8E7FC" w14:textId="4A971F4C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AB15" w14:textId="61A16CA0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7F3E8" w14:textId="4EEC344E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FCBA" w14:textId="569F61F6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1F58" w14:textId="3B7DFB1A" w:rsidR="00EC05F3" w:rsidRPr="00E11DDC" w:rsidRDefault="00EC05F3" w:rsidP="00EC05F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6083" w14:textId="6B16DB07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2670DD" w14:textId="68678908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3 800,0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477A6" w14:textId="02D9283D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ED8F9" w14:textId="178DDBD0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79E28BD8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D108" w14:textId="66DD796D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2115" w14:textId="08D12EB0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022A" w14:textId="5A5A46C9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FCF6F" w14:textId="545A6B5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CEC8" w14:textId="2BD54FD6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B95C" w14:textId="31648D0D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5A4B7" w14:textId="51442405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ACFD" w14:textId="3E26AA5C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52B3" w14:textId="6C625D64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EC05F3" w:rsidRPr="00E11DDC" w14:paraId="4D6F414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D030" w14:textId="7193A477" w:rsidR="00EC05F3" w:rsidRPr="00E11DDC" w:rsidRDefault="00422D97" w:rsidP="00FD14BC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FD14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EC05F3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E7882" w14:textId="5BF8D361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007A" w14:textId="16166D24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0C5C" w14:textId="7565BCDD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D633" w14:textId="5B0B72BA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545E1" w14:textId="613D40EE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C366" w14:textId="14A5BA98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3 762,0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E0CB" w14:textId="439B4E71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A330" w14:textId="4E42B901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2B607607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91125" w14:textId="68DA9836" w:rsidR="00EC05F3" w:rsidRPr="00E11DDC" w:rsidRDefault="00422D97" w:rsidP="00FD14BC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EC05F3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A10C" w14:textId="73D207FA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EC5B" w14:textId="2F07648B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90BDE" w14:textId="49A8EDCF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25F5" w14:textId="70B7E95A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E777" w14:textId="5A8002A7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9BAA9" w14:textId="7B95038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DDF4" w14:textId="68CD29E4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BD86" w14:textId="52E15518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C2D1B" w:rsidRPr="00E11DDC" w14:paraId="61468BEC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B4CC" w14:textId="254AF857" w:rsidR="007C2D1B" w:rsidRPr="00E11DDC" w:rsidRDefault="007C2D1B" w:rsidP="007C2D1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0D02C" w14:textId="5B88F68F" w:rsidR="007C2D1B" w:rsidRPr="00E11DDC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0E91" w14:textId="6EE512DE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7756" w14:textId="6511BAC5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513F5" w14:textId="7436F599" w:rsidR="007C2D1B" w:rsidRPr="00E11DDC" w:rsidRDefault="007C2D1B" w:rsidP="007C2D1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B7632" w14:textId="7B78ED35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22DFD" w14:textId="03A5643B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84 010,4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B03E0" w14:textId="37E3A5AE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06E5B" w14:textId="4BAC78E1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3 845,8</w:t>
            </w:r>
          </w:p>
        </w:tc>
      </w:tr>
      <w:tr w:rsidR="007C2D1B" w:rsidRPr="00E11DDC" w14:paraId="45B3B101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2C808" w14:textId="2ADA1186" w:rsidR="007C2D1B" w:rsidRPr="00E11DDC" w:rsidRDefault="007C2D1B" w:rsidP="007C2D1B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0B8F1" w14:textId="3067A5CA" w:rsidR="007C2D1B" w:rsidRPr="00E11DDC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CDD2" w14:textId="0D0F0CEC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A3B7" w14:textId="156F7F58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86B0" w14:textId="717522FD" w:rsidR="007C2D1B" w:rsidRPr="00E11DDC" w:rsidRDefault="007C2D1B" w:rsidP="007C2D1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D44B" w14:textId="35CC43D0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3097" w14:textId="26C4BDC1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14 149,5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E7B3" w14:textId="5D13B58A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98583" w14:textId="1E0B388B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3 845,8</w:t>
            </w:r>
          </w:p>
        </w:tc>
      </w:tr>
      <w:tr w:rsidR="007C2D1B" w:rsidRPr="00E11DDC" w14:paraId="0FC122A3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5EDC6" w14:textId="642F16BB" w:rsidR="007C2D1B" w:rsidRPr="007C2D1B" w:rsidRDefault="007C2D1B" w:rsidP="007C2D1B">
            <w:pPr>
              <w:ind w:right="-108" w:firstLine="0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 xml:space="preserve">Расходы за счет средств резервного фонда Правительства Нижегородской </w:t>
            </w:r>
            <w:r w:rsidRPr="007C2D1B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9C26" w14:textId="5F551A0D" w:rsidR="007C2D1B" w:rsidRPr="007C2D1B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21C5" w14:textId="641C7B04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A2C60" w14:textId="33A84090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465A" w14:textId="58C1B4AB" w:rsidR="007C2D1B" w:rsidRPr="007C2D1B" w:rsidRDefault="007C2D1B" w:rsidP="007C2D1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01 5 01 21000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BEB0" w14:textId="1A3CF497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5787" w14:textId="36BD5BB5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4 768,0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BDF9" w14:textId="468A8349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AA8A" w14:textId="4ADB6F4C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C2D1B" w:rsidRPr="00E11DDC" w14:paraId="10AB5196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74BE" w14:textId="2F8010FC" w:rsidR="007C2D1B" w:rsidRPr="007C2D1B" w:rsidRDefault="007C2D1B" w:rsidP="007C2D1B">
            <w:pPr>
              <w:ind w:right="-108" w:firstLine="0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6BC6" w14:textId="5ED55470" w:rsidR="007C2D1B" w:rsidRPr="007C2D1B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6118" w14:textId="448E5EA4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D194" w14:textId="24D18FF9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7D7E8" w14:textId="168D077F" w:rsidR="007C2D1B" w:rsidRPr="007C2D1B" w:rsidRDefault="007C2D1B" w:rsidP="007C2D1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01 5 01 21000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C184" w14:textId="3B6543EA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B473" w14:textId="1974114A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7C2D1B">
              <w:rPr>
                <w:sz w:val="24"/>
                <w:szCs w:val="24"/>
              </w:rPr>
              <w:t>4 768,0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59543" w14:textId="5F49970A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2459" w14:textId="25345212" w:rsidR="007C2D1B" w:rsidRPr="007C2D1B" w:rsidRDefault="007C2D1B" w:rsidP="007C2D1B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C2D1B" w:rsidRPr="00E11DDC" w14:paraId="72E2217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A58F8" w14:textId="3D7F22C4" w:rsidR="007C2D1B" w:rsidRPr="00E11DDC" w:rsidRDefault="007C2D1B" w:rsidP="007C2D1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E142" w14:textId="17591E14" w:rsidR="007C2D1B" w:rsidRPr="00E11DDC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7F8A" w14:textId="41FD50B3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8D72" w14:textId="2E0DCBB4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5715" w14:textId="624C88B6" w:rsidR="007C2D1B" w:rsidRPr="00E11DDC" w:rsidRDefault="007C2D1B" w:rsidP="007C2D1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A674" w14:textId="2D25A388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AA94" w14:textId="2120C1B2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6 815,9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9BC1" w14:textId="1FF015A4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E021" w14:textId="587AE92D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C2D1B" w:rsidRPr="00E11DDC" w14:paraId="1B3665D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8788" w14:textId="17FF6416" w:rsidR="007C2D1B" w:rsidRPr="00E11DDC" w:rsidRDefault="007C2D1B" w:rsidP="007C2D1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B656A" w14:textId="50E3AEC5" w:rsidR="007C2D1B" w:rsidRPr="00E11DDC" w:rsidRDefault="007C2D1B" w:rsidP="007C2D1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7AC3" w14:textId="52C29601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49DB" w14:textId="0E017883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272E" w14:textId="6978EC64" w:rsidR="007C2D1B" w:rsidRPr="00E11DDC" w:rsidRDefault="007C2D1B" w:rsidP="007C2D1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FAA3" w14:textId="5F119803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FA68" w14:textId="04E25111" w:rsidR="007C2D1B" w:rsidRPr="007C2D1B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C2D1B">
              <w:rPr>
                <w:sz w:val="24"/>
                <w:szCs w:val="24"/>
              </w:rPr>
              <w:t>6 815,9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354A7" w14:textId="6A394A39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61A9" w14:textId="32E166EB" w:rsidR="007C2D1B" w:rsidRPr="00E11DDC" w:rsidRDefault="007C2D1B" w:rsidP="007C2D1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08017C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621F" w14:textId="335FABB2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477C" w14:textId="1CEBD249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1C37" w14:textId="600A3692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3E5A" w14:textId="02DC768E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CA68" w14:textId="5EBCCE32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3A4BE" w14:textId="0C3F3F3E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BFE6" w14:textId="319035EC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692,3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C134" w14:textId="1E775250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1E241" w14:textId="629D80FB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7D55434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F403" w14:textId="7169E74A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CF23" w14:textId="1DEEF425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84676" w14:textId="1B2DF4D8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E10D" w14:textId="4D16B16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94CE" w14:textId="7A9F7E79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5796" w14:textId="53C3D68D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EA89" w14:textId="04717641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692,3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9D4" w14:textId="4F6A06AF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BE9D" w14:textId="318F37D3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75B2C1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DC97" w14:textId="1B0ABCF6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7C80" w14:textId="7318E234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06B3" w14:textId="451E2CC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4F6D1" w14:textId="31A7A375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7815" w14:textId="073693F4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9466" w14:textId="53D69FF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CD92" w14:textId="0FD25516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692,3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41C94" w14:textId="5E5D61BB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18A2" w14:textId="3F7B3919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31F5CAB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A555" w14:textId="6BC322D6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9D5F" w14:textId="1CAAD446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2A24" w14:textId="355D54FA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A7EBF" w14:textId="5891BA35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2CCB" w14:textId="69A176B7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C458F" w14:textId="72544729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54250" w14:textId="1316ECAF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692,3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DB5DA" w14:textId="754A38B7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4E46" w14:textId="3B6EAD02" w:rsidR="0093480F" w:rsidRPr="00E11DDC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1B964E1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CB91A" w14:textId="339C1493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5DA6F" w14:textId="49B49CAC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B2CE" w14:textId="4C4A3D4E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8AE9" w14:textId="571EB13A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F312" w14:textId="4F81DA62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7DEFE" w14:textId="43A3B30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8DDD" w14:textId="7BDFA49B" w:rsidR="0093480F" w:rsidRPr="0093480F" w:rsidRDefault="0093480F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b/>
                <w:bCs/>
                <w:sz w:val="24"/>
                <w:szCs w:val="24"/>
              </w:rPr>
              <w:t>646 588,7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3E17" w14:textId="12E4A584" w:rsidR="0093480F" w:rsidRPr="0093480F" w:rsidRDefault="0093480F" w:rsidP="000A0FC5">
            <w:pPr>
              <w:ind w:right="-221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B3ED" w14:textId="05C7B20B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93480F" w:rsidRPr="00E11DDC" w14:paraId="397581D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644D" w14:textId="7A18BE34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E11DDC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D4A9" w14:textId="30EB5BE9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2671" w14:textId="6B90162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8AF17" w14:textId="11AF737F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F0BB" w14:textId="12EE9CFE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F493" w14:textId="6709652F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F7F8D" w14:textId="5694EC91" w:rsidR="0093480F" w:rsidRPr="0093480F" w:rsidRDefault="0093480F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645 809,9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F706" w14:textId="1D4421ED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D80DE" w14:textId="09BA1C6E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603 276,4</w:t>
            </w:r>
          </w:p>
        </w:tc>
      </w:tr>
      <w:tr w:rsidR="0093480F" w:rsidRPr="00E11DDC" w14:paraId="500F8FF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E47B" w14:textId="6E7B9CA7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43C8" w14:textId="5031C2EC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24EA8" w14:textId="02E23DC4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7EBD" w14:textId="3C682B6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EE3A" w14:textId="03568FF4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2118C" w14:textId="2ADD3339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DF9C" w14:textId="3A15AB7C" w:rsidR="0093480F" w:rsidRPr="0093480F" w:rsidRDefault="0093480F" w:rsidP="000A0FC5">
            <w:pPr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576 001,6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A1C8A" w14:textId="502FE3A0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571 221,9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5D52A" w14:textId="1E8D1AF4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571 221,9</w:t>
            </w:r>
          </w:p>
        </w:tc>
      </w:tr>
      <w:tr w:rsidR="0093480F" w:rsidRPr="00E11DDC" w14:paraId="01D5AC3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3ADB0" w14:textId="0302D24D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E513" w14:textId="200FCA4D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2BCDA" w14:textId="29C874A5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3F278" w14:textId="0A2FB802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D65D" w14:textId="63B2E4F0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6F6D" w14:textId="6105BE93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C6092" w14:textId="5D159708" w:rsidR="0093480F" w:rsidRPr="0093480F" w:rsidRDefault="0093480F" w:rsidP="000A0FC5">
            <w:pPr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543 604,2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18ED0" w14:textId="36FE3F17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541 888,3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B03A" w14:textId="3DFD27C0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541 888,3</w:t>
            </w:r>
          </w:p>
        </w:tc>
      </w:tr>
      <w:tr w:rsidR="0093480F" w:rsidRPr="00E11DDC" w14:paraId="6D2EE82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794B" w14:textId="346D031E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1EBF" w14:textId="18D0BB66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508A" w14:textId="61A2C1E1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9F17" w14:textId="3BF4BB3E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10D8" w14:textId="36BFFF95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2FFFD" w14:textId="7EBCCA98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7EBB" w14:textId="51D24FDF" w:rsidR="0093480F" w:rsidRPr="0093480F" w:rsidRDefault="0093480F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136 034,3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7C1D" w14:textId="4D396FD9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3683" w14:textId="1283CF6F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134 318,4</w:t>
            </w:r>
          </w:p>
        </w:tc>
      </w:tr>
      <w:tr w:rsidR="0093480F" w:rsidRPr="00E11DDC" w14:paraId="536D5CE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F7BB" w14:textId="2BB536C3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8E30" w14:textId="1AB20037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A8554" w14:textId="17334F15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C2B4" w14:textId="266D98B2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4F68" w14:textId="5587A3C1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5FE5C" w14:textId="4FA1FAB4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BE07" w14:textId="196BB607" w:rsidR="0093480F" w:rsidRPr="0093480F" w:rsidRDefault="0093480F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136 034,3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EBA2" w14:textId="3FB2A985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7E90" w14:textId="56F04F98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134 318,4</w:t>
            </w:r>
          </w:p>
        </w:tc>
      </w:tr>
      <w:tr w:rsidR="0093480F" w:rsidRPr="00E11DDC" w14:paraId="1988E3F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5072" w14:textId="094A8C6B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5F61E" w14:textId="0442805A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820F" w14:textId="00568B85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7D40" w14:textId="13330F7D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C736" w14:textId="28E5DB4C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169E" w14:textId="151AACE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877B" w14:textId="2871C962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1 133,6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82F3" w14:textId="3047768A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9B7D" w14:textId="409B5FFA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</w:tr>
      <w:tr w:rsidR="0093480F" w:rsidRPr="00E11DDC" w14:paraId="3361C29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613F" w14:textId="3B6747F2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64CF" w14:textId="06429CD8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3882" w14:textId="2474B2E8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AEDD" w14:textId="2C002D7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33BE" w14:textId="1DDC4CFA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3E99A" w14:textId="2781CF24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69CC" w14:textId="23BDDD7A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1 133,6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A170" w14:textId="45E65B2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EF7E" w14:textId="3142B13E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</w:tr>
      <w:tr w:rsidR="0093480F" w:rsidRPr="00E11DDC" w14:paraId="39E808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CD0D" w14:textId="39F45405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3480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F5EF7" w14:textId="4487BB06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EB4A" w14:textId="04727304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739C" w14:textId="35B30C7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2016" w14:textId="30F0F011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9B92" w14:textId="26368BAD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16FF" w14:textId="66967076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1 133,6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BD7C8" w14:textId="3465500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CE67" w14:textId="2DBB4135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1 135,0</w:t>
            </w:r>
          </w:p>
        </w:tc>
      </w:tr>
      <w:tr w:rsidR="0093480F" w:rsidRPr="00E11DDC" w14:paraId="53FD97F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87775" w14:textId="440E324F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lastRenderedPageBreak/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B17F" w14:textId="550A3FC3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47DA" w14:textId="575F59C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538E" w14:textId="0002F4E5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C54DC" w14:textId="0C799603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079E1" w14:textId="2F7CB9FF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6D40" w14:textId="5D65FE5D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138,6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1927" w14:textId="2CDC0EE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DAC09" w14:textId="11338018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3480F" w:rsidRPr="00E11DDC" w14:paraId="4893022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5ECE" w14:textId="5EF84931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E5A5" w14:textId="053CEC04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B87E" w14:textId="4A7A1681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9389" w14:textId="48BE25CF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DFD7" w14:textId="41BD52F6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FF241" w14:textId="17247C44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D7576" w14:textId="7FC5CE97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138,6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2582" w14:textId="629367B2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A699" w14:textId="4BFE06C8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3480F" w:rsidRPr="00E11DDC" w14:paraId="3DC872B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E0E4" w14:textId="6DBFE875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7B5E" w14:textId="0D371692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BEC1" w14:textId="6FD77C5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2EAD3" w14:textId="38C9778F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6C07" w14:textId="23FC8916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3E68" w14:textId="2A23C631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EAE8" w14:textId="6B570ECE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138,6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98EE" w14:textId="05DFE11C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A359" w14:textId="78CBB4C7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3480F" w:rsidRPr="00E11DDC" w14:paraId="1BC348C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16D5" w14:textId="39771E4B" w:rsidR="0093480F" w:rsidRPr="0093480F" w:rsidRDefault="0093480F" w:rsidP="0093480F">
            <w:pPr>
              <w:ind w:right="-115" w:firstLine="0"/>
              <w:rPr>
                <w:sz w:val="24"/>
                <w:szCs w:val="24"/>
              </w:rPr>
            </w:pPr>
            <w:r w:rsidRPr="0093480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A9F7" w14:textId="15698C99" w:rsidR="0093480F" w:rsidRPr="0093480F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A5899" w14:textId="7521069B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5C6B0" w14:textId="0F075628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375D" w14:textId="2780FB19" w:rsidR="0093480F" w:rsidRPr="0093480F" w:rsidRDefault="0093480F" w:rsidP="0093480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B410" w14:textId="1A2DBB43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4BC60" w14:textId="39E32CAE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138,6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A4A9" w14:textId="5B35E8C0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D5EB" w14:textId="3E2EE9EA" w:rsidR="0093480F" w:rsidRPr="0093480F" w:rsidRDefault="0093480F" w:rsidP="0093480F">
            <w:pPr>
              <w:ind w:firstLine="0"/>
              <w:jc w:val="center"/>
              <w:rPr>
                <w:sz w:val="24"/>
                <w:szCs w:val="24"/>
              </w:rPr>
            </w:pPr>
            <w:r w:rsidRPr="009348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3480F" w:rsidRPr="00E11DDC" w14:paraId="5DB137B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4790" w14:textId="0F1C21C2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2EE2" w14:textId="39BEEE63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9090" w14:textId="6E9E6A55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8C8E" w14:textId="4E624141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C575" w14:textId="2A6E368D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D0DF" w14:textId="612F9431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E0422" w14:textId="33A94A3B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13 972,5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4F69" w14:textId="6981507B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5EC9" w14:textId="1DF5EE12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3 075,6</w:t>
            </w:r>
          </w:p>
        </w:tc>
      </w:tr>
      <w:tr w:rsidR="0093480F" w:rsidRPr="00E11DDC" w14:paraId="1DEFA23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04A8" w14:textId="52199455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</w:t>
            </w:r>
            <w:r w:rsidRPr="00E11DDC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874E" w14:textId="6CCC0C7A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B94B" w14:textId="7D7F5BBB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32C2" w14:textId="19EF05C7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2560" w14:textId="01BD6C0D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B91B" w14:textId="5AE6F082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F037F" w14:textId="5F7E3767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13 972,5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EBF1" w14:textId="5C37637F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36FF" w14:textId="5B788CB4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3 075,6</w:t>
            </w:r>
          </w:p>
        </w:tc>
      </w:tr>
      <w:tr w:rsidR="0093480F" w:rsidRPr="00E11DDC" w14:paraId="581D83B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E534" w14:textId="0ED05675" w:rsidR="0093480F" w:rsidRPr="00E11DDC" w:rsidRDefault="0093480F" w:rsidP="0093480F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EC698" w14:textId="6B078D38" w:rsidR="0093480F" w:rsidRPr="00E11DDC" w:rsidRDefault="0093480F" w:rsidP="0093480F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92BB" w14:textId="0C0D0EDA" w:rsidR="0093480F" w:rsidRPr="00E11DDC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DDC9" w14:textId="6BFF793D" w:rsidR="0093480F" w:rsidRPr="00E11DDC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B374B" w14:textId="42DB1444" w:rsidR="0093480F" w:rsidRPr="00E11DDC" w:rsidRDefault="0093480F" w:rsidP="0093480F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18D4" w14:textId="69A55F53" w:rsidR="0093480F" w:rsidRPr="00E11DDC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5C06" w14:textId="387EE71B" w:rsidR="0093480F" w:rsidRPr="0093480F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5 934,2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384E" w14:textId="4CB4E668" w:rsidR="0093480F" w:rsidRPr="00E11DDC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F85B" w14:textId="52F80B55" w:rsidR="0093480F" w:rsidRPr="00E11DDC" w:rsidRDefault="0093480F" w:rsidP="0093480F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3ED25A0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CAD7" w14:textId="0846DF34" w:rsidR="0093480F" w:rsidRPr="00E11DDC" w:rsidRDefault="0093480F" w:rsidP="0093480F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8A7F" w14:textId="1BC18293" w:rsidR="0093480F" w:rsidRPr="00E11DDC" w:rsidRDefault="0093480F" w:rsidP="0093480F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15A9" w14:textId="2F1B89B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C0F9" w14:textId="4E7FCDD5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1DC5D" w14:textId="18084ABC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8F56" w14:textId="1127C66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AAEE2" w14:textId="5904D000" w:rsidR="0093480F" w:rsidRPr="0093480F" w:rsidRDefault="0093480F" w:rsidP="0093480F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5 934,2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F4D6" w14:textId="39BFC3B5" w:rsidR="0093480F" w:rsidRPr="00E11DDC" w:rsidRDefault="0093480F" w:rsidP="0093480F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7C52" w14:textId="0CC3BCD1" w:rsidR="0093480F" w:rsidRPr="00E11DDC" w:rsidRDefault="0093480F" w:rsidP="0093480F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468D6B1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FC0A" w14:textId="701A548C" w:rsidR="0093480F" w:rsidRPr="00E11DDC" w:rsidRDefault="0093480F" w:rsidP="0093480F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проведение капитального ремонта муниципальных образовательных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CD45" w14:textId="69BB0429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0AE67" w14:textId="0604210B" w:rsidR="0093480F" w:rsidRPr="00E11DDC" w:rsidRDefault="0093480F" w:rsidP="0093480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7333" w14:textId="67745439" w:rsidR="0093480F" w:rsidRPr="00E11DDC" w:rsidRDefault="0093480F" w:rsidP="0093480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0D78" w14:textId="74CFF581" w:rsidR="0093480F" w:rsidRPr="00E11DDC" w:rsidRDefault="0093480F" w:rsidP="0093480F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8994E" w14:textId="690A5E28" w:rsidR="0093480F" w:rsidRPr="00E11DDC" w:rsidRDefault="0093480F" w:rsidP="0093480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EE3F" w14:textId="1E7750FF" w:rsidR="0093480F" w:rsidRPr="0093480F" w:rsidRDefault="0093480F" w:rsidP="0093480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C779" w14:textId="40CA1103" w:rsidR="0093480F" w:rsidRPr="0093480F" w:rsidRDefault="0093480F" w:rsidP="000A0FC5">
            <w:pPr>
              <w:ind w:right="-79" w:hanging="108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259A" w14:textId="252269E4" w:rsidR="0093480F" w:rsidRPr="0093480F" w:rsidRDefault="0093480F" w:rsidP="0093480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3 075,6</w:t>
            </w:r>
          </w:p>
        </w:tc>
      </w:tr>
      <w:tr w:rsidR="0093480F" w:rsidRPr="00E11DDC" w14:paraId="14DD4DA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1987C" w14:textId="4DCB0DF4" w:rsidR="0093480F" w:rsidRPr="00E11DDC" w:rsidRDefault="0093480F" w:rsidP="0093480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AC0E" w14:textId="469B9307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7B37" w14:textId="051971BA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B68F" w14:textId="3C2C95A2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7406" w14:textId="15754701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EF7D" w14:textId="4F31AFC7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631B4" w14:textId="5C34189A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5 000,0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D8F12" w14:textId="11D9411B" w:rsidR="0093480F" w:rsidRPr="0093480F" w:rsidRDefault="0093480F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9DB7" w14:textId="539F739F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3 075,6</w:t>
            </w:r>
          </w:p>
        </w:tc>
      </w:tr>
      <w:tr w:rsidR="0093480F" w:rsidRPr="00E11DDC" w14:paraId="3286D7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9914F" w14:textId="40314AE5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44A9" w14:textId="5964503A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F3BE" w14:textId="7DA82966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98C86" w14:textId="37493719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DBFA" w14:textId="0ED39C77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E3DA" w14:textId="672647A9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920D3" w14:textId="40C112BC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2 789,3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1798" w14:textId="6EC2400C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ECFF" w14:textId="3CDD381E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93480F" w:rsidRPr="00E11DDC" w14:paraId="320002A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63A0" w14:textId="429814B5" w:rsidR="0093480F" w:rsidRPr="00E11DDC" w:rsidRDefault="0093480F" w:rsidP="0093480F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E724" w14:textId="7866B55B" w:rsidR="0093480F" w:rsidRPr="00E11DDC" w:rsidRDefault="0093480F" w:rsidP="0093480F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06DA" w14:textId="62B3EE6F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AA92" w14:textId="2BCF01D3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608E" w14:textId="3F85CBE7" w:rsidR="0093480F" w:rsidRPr="00E11DDC" w:rsidRDefault="0093480F" w:rsidP="0093480F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064B" w14:textId="0AEC2501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B5BDE" w14:textId="6014B382" w:rsidR="0093480F" w:rsidRPr="0093480F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3480F">
              <w:rPr>
                <w:sz w:val="24"/>
                <w:szCs w:val="24"/>
              </w:rPr>
              <w:t>2 789,3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0075A" w14:textId="34EE0B84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C7E9" w14:textId="4FE2FE10" w:rsidR="0093480F" w:rsidRPr="00E11DDC" w:rsidRDefault="0093480F" w:rsidP="0093480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393DF3B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6DBB" w14:textId="61FFBC56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743207">
              <w:rPr>
                <w:sz w:val="24"/>
                <w:szCs w:val="24"/>
              </w:rPr>
              <w:t>здоровьесбережения</w:t>
            </w:r>
            <w:proofErr w:type="spellEnd"/>
            <w:r w:rsidRPr="00743207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E5601" w14:textId="6BD17A2B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519B" w14:textId="4930BAC0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A112" w14:textId="6D79260C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E975" w14:textId="5BB59371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1700" w14:textId="5FE6444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519E" w14:textId="5EDA008B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55 697,2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BC30" w14:textId="6C53C73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28 978,9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7A91" w14:textId="650E3FFA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28 978,9</w:t>
            </w:r>
          </w:p>
        </w:tc>
      </w:tr>
      <w:tr w:rsidR="00743207" w:rsidRPr="00E11DDC" w14:paraId="07F7B79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F2088" w14:textId="5D9F0EF5" w:rsidR="00743207" w:rsidRPr="00743207" w:rsidRDefault="00743207" w:rsidP="000A0FC5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color w:val="000000"/>
                <w:sz w:val="24"/>
                <w:szCs w:val="24"/>
              </w:rPr>
              <w:t xml:space="preserve">Развитие системы здорового питания </w:t>
            </w:r>
            <w:r w:rsidRPr="00743207">
              <w:rPr>
                <w:color w:val="000000"/>
                <w:sz w:val="24"/>
                <w:szCs w:val="24"/>
              </w:rPr>
              <w:lastRenderedPageBreak/>
              <w:t>детей в общеобразовательных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F146" w14:textId="5E48C4B9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7EB8A" w14:textId="3517823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D033" w14:textId="61EAF834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D773" w14:textId="0E40D1A3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FC9E" w14:textId="67B71F8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08D3" w14:textId="6EB9403F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55 697,2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4ECF" w14:textId="53E29657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28 978,9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31F8" w14:textId="36AE5F59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28 978,9</w:t>
            </w:r>
          </w:p>
        </w:tc>
      </w:tr>
      <w:tr w:rsidR="00743207" w:rsidRPr="00E11DDC" w14:paraId="64C84DD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9C08" w14:textId="77413231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lastRenderedPageBreak/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49920" w14:textId="28AFC5D9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FA2" w14:textId="0548586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0FFB" w14:textId="4373CCE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D9C4" w14:textId="4C883B7E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F5EA" w14:textId="215F237F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F74F" w14:textId="5A8CA7B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1 858,0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81B8" w14:textId="610AA471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F3886" w14:textId="70536D26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</w:tr>
      <w:tr w:rsidR="00743207" w:rsidRPr="00E11DDC" w14:paraId="7AAE9FC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E150" w14:textId="59E186FE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A596" w14:textId="7A45EB19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3824" w14:textId="1868F568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B651" w14:textId="0D9B57D3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0F0DC" w14:textId="1B84E03E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DA92" w14:textId="539B72E7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0B26" w14:textId="4B8F2C70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1 858,0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913E" w14:textId="4EA8923D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A23C" w14:textId="33FF07ED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</w:tr>
      <w:tr w:rsidR="00743207" w:rsidRPr="00E11DDC" w14:paraId="0EC784A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34FD5" w14:textId="707FC953" w:rsidR="00743207" w:rsidRPr="00E11DDC" w:rsidRDefault="00743207" w:rsidP="0074320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85ED" w14:textId="174860AB" w:rsidR="00743207" w:rsidRPr="00E11DDC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0D659" w14:textId="5AC0AC41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BFAE8" w14:textId="2C9D110E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589AB" w14:textId="20A41EF4" w:rsidR="00743207" w:rsidRPr="00E11DDC" w:rsidRDefault="00743207" w:rsidP="0074320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5AD6" w14:textId="53443A73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84ED" w14:textId="1584DEAC" w:rsidR="00743207" w:rsidRPr="00743207" w:rsidRDefault="00743207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b/>
                <w:bCs/>
                <w:sz w:val="24"/>
                <w:szCs w:val="24"/>
              </w:rPr>
              <w:t>146 228,1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4795A" w14:textId="4DF24B2F" w:rsidR="00743207" w:rsidRPr="00743207" w:rsidRDefault="00743207" w:rsidP="000A0FC5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31E8" w14:textId="708FA626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743207" w:rsidRPr="00E11DDC" w14:paraId="2030A0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989D6" w14:textId="7B833660" w:rsidR="00743207" w:rsidRPr="00E11DDC" w:rsidRDefault="00743207" w:rsidP="0074320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97EF" w14:textId="4EB1364B" w:rsidR="00743207" w:rsidRPr="00E11DDC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605A" w14:textId="251FCA77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1CD6" w14:textId="4FA70993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03CD" w14:textId="56273E24" w:rsidR="00743207" w:rsidRPr="00E11DDC" w:rsidRDefault="00743207" w:rsidP="0074320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A2F1" w14:textId="3A87E0F1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BDEBB" w14:textId="7E450DC9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75 906,4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C640D" w14:textId="30D983A9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73 731,3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48CC" w14:textId="4FAB28C5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73 731,3</w:t>
            </w:r>
          </w:p>
        </w:tc>
      </w:tr>
      <w:tr w:rsidR="00743207" w:rsidRPr="00E11DDC" w14:paraId="7560F8C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551C" w14:textId="784C97C1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E165" w14:textId="17796EA2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D1CE" w14:textId="58419F78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BE40" w14:textId="688F9ECD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851A" w14:textId="68CC0100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C06D9" w14:textId="754F57BB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627D" w14:textId="3B36296A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1CF8" w14:textId="38BF7CD7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1B7B" w14:textId="5792E627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43207" w:rsidRPr="00E11DDC" w14:paraId="242076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5B661" w14:textId="7FE58F00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5BEA" w14:textId="289601A3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EE15" w14:textId="72A6AEC2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7FCF" w14:textId="7F8B31F9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FC6B" w14:textId="1A091412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7501" w14:textId="6953BEB1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82EC" w14:textId="27DF9A7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9697" w14:textId="719862C8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E643" w14:textId="7E128AB0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43207" w:rsidRPr="00E11DDC" w14:paraId="4AF88B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6055" w14:textId="4CC7896E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6B1A" w14:textId="1DC99A51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B68F" w14:textId="213525A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7E4A" w14:textId="0EF1E9CF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BDC3" w14:textId="71A36CE2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5DCB9" w14:textId="25950D4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7ADA" w14:textId="483530E7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2C847" w14:textId="285F81D8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9FF6C" w14:textId="7304F157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43207" w:rsidRPr="00E11DDC" w14:paraId="64D4E7D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E353" w14:textId="622ACA95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AEDB" w14:textId="5A31CF92" w:rsidR="00743207" w:rsidRPr="00743207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013E" w14:textId="155595BC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80C3" w14:textId="0F5E1861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99F7E" w14:textId="27D9F4DE" w:rsidR="00743207" w:rsidRPr="00743207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78EB" w14:textId="6F93A1E4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A889" w14:textId="3BA1E2D0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6F73" w14:textId="1FAB8773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18D41" w14:textId="12780F8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43207" w:rsidRPr="00E11DDC" w14:paraId="73FA0B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8D3A" w14:textId="09CD4CAE" w:rsidR="00743207" w:rsidRPr="00E11DDC" w:rsidRDefault="00743207" w:rsidP="0074320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9B4C" w14:textId="7F7CC198" w:rsidR="00743207" w:rsidRPr="00E11DDC" w:rsidRDefault="00743207" w:rsidP="0074320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39969" w14:textId="2FD9D807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13314" w14:textId="5341438F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14941" w14:textId="09C99593" w:rsidR="00743207" w:rsidRPr="00E11DDC" w:rsidRDefault="00743207" w:rsidP="0074320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04EE" w14:textId="157BECF7" w:rsidR="00743207" w:rsidRPr="00E11DDC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C86C" w14:textId="65A80D72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74 857,9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A64A" w14:textId="7C12963F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E0A33" w14:textId="55168E4F" w:rsidR="00743207" w:rsidRPr="00743207" w:rsidRDefault="00743207" w:rsidP="0074320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</w:tr>
      <w:tr w:rsidR="00743207" w:rsidRPr="00E11DDC" w14:paraId="4BF43F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82C6" w14:textId="4E3E7AEC" w:rsidR="00743207" w:rsidRPr="00E11DDC" w:rsidRDefault="00743207" w:rsidP="0074320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D772" w14:textId="701BE910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115F" w14:textId="3BCABD3A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4500" w14:textId="6BCA2885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E286" w14:textId="458156F9" w:rsidR="00743207" w:rsidRPr="00E11DDC" w:rsidRDefault="00743207" w:rsidP="0074320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FA22" w14:textId="0DF27496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C0D2" w14:textId="0401769A" w:rsidR="00743207" w:rsidRPr="00743207" w:rsidRDefault="00743207" w:rsidP="00743207">
            <w:pPr>
              <w:ind w:left="-10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62 414,7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034C" w14:textId="0B991E83" w:rsidR="00743207" w:rsidRPr="00743207" w:rsidRDefault="00743207" w:rsidP="00743207">
            <w:pPr>
              <w:ind w:left="-100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2743" w14:textId="4A12D520" w:rsidR="00743207" w:rsidRPr="00743207" w:rsidRDefault="00743207" w:rsidP="00743207">
            <w:pPr>
              <w:ind w:left="-100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</w:tr>
      <w:tr w:rsidR="00743207" w:rsidRPr="00E11DDC" w14:paraId="6A9D3CF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562B" w14:textId="296F6813" w:rsidR="00743207" w:rsidRPr="00E11DDC" w:rsidRDefault="00743207" w:rsidP="0074320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AF73" w14:textId="79C90CF6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A41E" w14:textId="20EC0657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0ED4" w14:textId="19BC0143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C57C" w14:textId="5C893005" w:rsidR="00743207" w:rsidRPr="00E11DDC" w:rsidRDefault="00743207" w:rsidP="0074320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2A85" w14:textId="16041100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0F8D" w14:textId="09469DF5" w:rsidR="00743207" w:rsidRPr="00743207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61 193,4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368E5" w14:textId="621465BB" w:rsidR="00743207" w:rsidRPr="00743207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D669" w14:textId="760DC976" w:rsidR="00743207" w:rsidRPr="00743207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</w:tr>
      <w:tr w:rsidR="00743207" w:rsidRPr="00E11DDC" w14:paraId="6CEF344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943EC" w14:textId="350CF708" w:rsidR="00743207" w:rsidRPr="00E11DDC" w:rsidRDefault="00743207" w:rsidP="0074320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8D4E" w14:textId="310326D7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9145" w14:textId="047B5FC2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DFD27" w14:textId="0C153B05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8906" w14:textId="2585E25E" w:rsidR="00743207" w:rsidRPr="00E11DDC" w:rsidRDefault="00743207" w:rsidP="0074320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8C70" w14:textId="1C4A08CB" w:rsidR="00743207" w:rsidRPr="00E11DDC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75AF" w14:textId="1EA2CBD8" w:rsidR="00743207" w:rsidRPr="00743207" w:rsidRDefault="00743207" w:rsidP="00743207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61 193,4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A1FA" w14:textId="6110DFB1" w:rsidR="00743207" w:rsidRPr="00743207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C0C5" w14:textId="5F762BBC" w:rsidR="00743207" w:rsidRPr="00743207" w:rsidRDefault="00743207" w:rsidP="007432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73 581,3</w:t>
            </w:r>
          </w:p>
        </w:tc>
      </w:tr>
      <w:tr w:rsidR="00EC05F3" w:rsidRPr="00E11DDC" w14:paraId="462C851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A65F" w14:textId="3405A797" w:rsidR="00EC05F3" w:rsidRPr="00E11DDC" w:rsidRDefault="00EC05F3" w:rsidP="00EC05F3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9651A" w14:textId="60F5C81E" w:rsidR="00EC05F3" w:rsidRPr="00E11DDC" w:rsidRDefault="00EC05F3" w:rsidP="00EC05F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6113" w14:textId="58E4CF35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EC72" w14:textId="5CEDF985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A362" w14:textId="308A5848" w:rsidR="00EC05F3" w:rsidRPr="00E11DDC" w:rsidRDefault="00EC05F3" w:rsidP="00EC05F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DBDD" w14:textId="46698A63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9178" w14:textId="2EED8B6F" w:rsidR="00EC05F3" w:rsidRPr="00E11DDC" w:rsidRDefault="00EC05F3" w:rsidP="00EC05F3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1 221,3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5686" w14:textId="6A0AEAE7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39C8" w14:textId="3FE287FE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3F814AB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E8F3" w14:textId="59EED5B3" w:rsidR="00EC05F3" w:rsidRPr="00E11DDC" w:rsidRDefault="00EC05F3" w:rsidP="00EC05F3">
            <w:pPr>
              <w:spacing w:line="250" w:lineRule="exact"/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77617" w14:textId="500B01B6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1298" w14:textId="383BDFEE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1A94" w14:textId="6C0A8F2A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04C92" w14:textId="6C233910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2 02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6EB4" w14:textId="1E510FEE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DE4A" w14:textId="70880093" w:rsidR="00EC05F3" w:rsidRPr="00E11DDC" w:rsidRDefault="00EC05F3" w:rsidP="00EC05F3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1 221,3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69C5" w14:textId="41755294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567A" w14:textId="5B862DDB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52F536E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BB8D" w14:textId="26DCCD58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0557" w14:textId="514D82A6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8A69" w14:textId="4551EE8F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B3A4" w14:textId="7339C6A1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57B9" w14:textId="0A85F0CC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1014" w14:textId="4F738193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87C3" w14:textId="1BD97C10" w:rsidR="00EC05F3" w:rsidRPr="00E11DDC" w:rsidRDefault="00EC05F3" w:rsidP="00EC05F3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1C08" w14:textId="017937BA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30BA" w14:textId="225B79BE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EC05F3" w:rsidRPr="00E11DDC" w14:paraId="523ED73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DB8A" w14:textId="43EBDBCC" w:rsidR="00EC05F3" w:rsidRPr="00E11DDC" w:rsidRDefault="00422D97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-р</w:t>
            </w:r>
            <w:r w:rsidR="00EC05F3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09A2" w14:textId="259A0AD9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7726" w14:textId="199FD7FA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CAD7" w14:textId="242D4333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725E" w14:textId="7777C9E6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7F4E" w14:textId="49897C9B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99041" w14:textId="2A5A3715" w:rsidR="00EC05F3" w:rsidRPr="00E11DDC" w:rsidRDefault="00EC05F3" w:rsidP="00EC05F3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1 209,1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DAF1" w14:textId="0BBFFECC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146A" w14:textId="5F5836EE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0D6C63A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0F01" w14:textId="791E182C" w:rsidR="00EC05F3" w:rsidRPr="00E11DDC" w:rsidRDefault="00422D97" w:rsidP="00EC05F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EC05F3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71C7" w14:textId="219EF9EE" w:rsidR="00EC05F3" w:rsidRPr="00E11DDC" w:rsidRDefault="00EC05F3" w:rsidP="00EC05F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C606" w14:textId="02E804E1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88DA" w14:textId="1A0FD88C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07A2" w14:textId="6CF33E2A" w:rsidR="00EC05F3" w:rsidRPr="00E11DDC" w:rsidRDefault="00EC05F3" w:rsidP="00EC05F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B62D" w14:textId="4AA4B0CB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AE4DF" w14:textId="05AE9BC1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F0B0" w14:textId="64E54B81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7A30" w14:textId="3771663F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1E4177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884E" w14:textId="394EFA7C" w:rsidR="00743207" w:rsidRPr="000A0FC5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F7B8" w14:textId="31BC16DB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3073" w14:textId="749329D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871E" w14:textId="4CB961B8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4D7D" w14:textId="7EE69B4B" w:rsidR="00743207" w:rsidRPr="00E11DDC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61BF" w14:textId="6FE08913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8BBD" w14:textId="4D015CB2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CA11" w14:textId="2E9AD92D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EA68" w14:textId="058A5DD5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5C41815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3F5A" w14:textId="13F78F6C" w:rsidR="00743207" w:rsidRPr="000A0FC5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3470" w14:textId="17C59FA9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F973D" w14:textId="62386C5F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BDE1" w14:textId="29A26C47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157D" w14:textId="5720AB9F" w:rsidR="00743207" w:rsidRPr="00E11DDC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01 20 4 25030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3175" w14:textId="1B64C5B6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0F33" w14:textId="484E072F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EC1F" w14:textId="283E569F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B3DDF" w14:textId="7A8DEBF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54DF0E1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E683" w14:textId="04018D85" w:rsidR="00743207" w:rsidRPr="000A0FC5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14BE" w14:textId="138AD08B" w:rsidR="00743207" w:rsidRPr="00E11DDC" w:rsidRDefault="00743207" w:rsidP="0074320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9F1B" w14:textId="4A7EB7F4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9FBB" w14:textId="7A63E87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A95E" w14:textId="65DA6C2E" w:rsidR="00743207" w:rsidRPr="00E11DDC" w:rsidRDefault="00743207" w:rsidP="00743207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01 20 4 25030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4C39" w14:textId="0775153A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EEB8" w14:textId="74766CD7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11,4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AB50" w14:textId="31A2A3F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E4D1" w14:textId="47794C51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5CE93F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937A" w14:textId="6B26387A" w:rsidR="00743207" w:rsidRPr="00E11DDC" w:rsidRDefault="00743207" w:rsidP="0074320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15D53" w14:textId="6AE6E3CB" w:rsidR="00743207" w:rsidRPr="00E11DDC" w:rsidRDefault="00743207" w:rsidP="00743207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6273A" w14:textId="6752B440" w:rsidR="00743207" w:rsidRPr="00E11DDC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B891A" w14:textId="6AD9DDC7" w:rsidR="00743207" w:rsidRPr="00E11DDC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8AA7" w14:textId="431E1607" w:rsidR="00743207" w:rsidRPr="00E11DDC" w:rsidRDefault="00743207" w:rsidP="00743207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0B32" w14:textId="743FD265" w:rsidR="00743207" w:rsidRPr="00E11DDC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77E5" w14:textId="7291902D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60 094,3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D7A42" w14:textId="372276C0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2FAA" w14:textId="6D2B2E77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</w:tr>
      <w:tr w:rsidR="00743207" w:rsidRPr="00E11DDC" w14:paraId="4A9ED2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C390" w14:textId="77832611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 xml:space="preserve">Подпрограмма «Пожарная безопасность </w:t>
            </w:r>
            <w:r w:rsidRPr="00743207">
              <w:rPr>
                <w:sz w:val="24"/>
                <w:szCs w:val="24"/>
              </w:rPr>
              <w:lastRenderedPageBreak/>
              <w:t>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86BF7" w14:textId="714F7DFF" w:rsidR="00743207" w:rsidRPr="00743207" w:rsidRDefault="00743207" w:rsidP="00743207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B7EC" w14:textId="42FA3CB1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C6BB" w14:textId="14F71E35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2C049" w14:textId="674E8ACD" w:rsidR="00743207" w:rsidRPr="00743207" w:rsidRDefault="00743207" w:rsidP="00743207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8DE2" w14:textId="4B2FD97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D705" w14:textId="0990E5A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8BF9" w14:textId="16C75B77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88EE" w14:textId="790C9A40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</w:tr>
      <w:tr w:rsidR="00743207" w:rsidRPr="00E11DDC" w14:paraId="19C04C4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F647" w14:textId="05B6F298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lastRenderedPageBreak/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C5C2" w14:textId="11A19308" w:rsidR="00743207" w:rsidRPr="00743207" w:rsidRDefault="00743207" w:rsidP="00743207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4D4A" w14:textId="54C5A5BC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6D0FE" w14:textId="3D73FB08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9A8F" w14:textId="257244AA" w:rsidR="00743207" w:rsidRPr="00743207" w:rsidRDefault="00743207" w:rsidP="00743207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22435" w14:textId="2BC0F0AC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F14D" w14:textId="73868807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EE1D" w14:textId="0B1D5B46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B1E4" w14:textId="0043411C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</w:tr>
      <w:tr w:rsidR="00743207" w:rsidRPr="00E11DDC" w14:paraId="1999332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E698" w14:textId="23DDB1D4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4AC9" w14:textId="7E9242E3" w:rsidR="00743207" w:rsidRPr="00743207" w:rsidRDefault="00743207" w:rsidP="00743207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B458" w14:textId="7CC50B8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B7E11" w14:textId="2E58A2B2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33CE" w14:textId="1966605B" w:rsidR="00743207" w:rsidRPr="00743207" w:rsidRDefault="00743207" w:rsidP="00743207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059AD" w14:textId="078B46CC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14CA" w14:textId="2F2576E3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8C83" w14:textId="4B4EA048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2C45" w14:textId="2267CCC4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</w:tr>
      <w:tr w:rsidR="00743207" w:rsidRPr="00E11DDC" w14:paraId="10E1EFB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2739" w14:textId="0527BB62" w:rsidR="00743207" w:rsidRPr="00743207" w:rsidRDefault="00743207" w:rsidP="00743207">
            <w:pPr>
              <w:ind w:right="-115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6BF4" w14:textId="4C1D0C61" w:rsidR="00743207" w:rsidRPr="00743207" w:rsidRDefault="00743207" w:rsidP="00743207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65CF5" w14:textId="691B5046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23BC" w14:textId="57E3829E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992B" w14:textId="4E16C489" w:rsidR="00743207" w:rsidRPr="00743207" w:rsidRDefault="00743207" w:rsidP="00743207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F777" w14:textId="5A7E8D24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58FD" w14:textId="0327302E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8A3B2" w14:textId="0DD8B32C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CFEF" w14:textId="34C81EF9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0,0</w:t>
            </w:r>
          </w:p>
        </w:tc>
      </w:tr>
      <w:tr w:rsidR="00EC05F3" w:rsidRPr="00E11DDC" w14:paraId="795C7C5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1080" w14:textId="018BE87B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F8DC" w14:textId="36BDD5C3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DB3B" w14:textId="2D531B49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0899" w14:textId="684A87F9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4CF31" w14:textId="0E4F4E1A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5D13" w14:textId="1373EB7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664F" w14:textId="6F07D1D8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3 254,2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9DEAF" w14:textId="1A0A33B2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0AE53" w14:textId="146E009E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647A6D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2B48" w14:textId="611D6B5A" w:rsidR="00EC05F3" w:rsidRPr="00E11DDC" w:rsidRDefault="00EC05F3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B4CBC" w14:textId="2BBE6CC9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B192" w14:textId="2EE6DCE2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0FBE" w14:textId="69B49E65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E6D5" w14:textId="512D6FCB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480F" w14:textId="57269630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1048" w14:textId="5B1A75C7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639,6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69A23" w14:textId="21253EF8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ED7B" w14:textId="2CED643F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42F084E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2ECA" w14:textId="7E5C884D" w:rsidR="00EC05F3" w:rsidRPr="00E11DDC" w:rsidRDefault="00EC05F3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0D1B3" w14:textId="436037C8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A376" w14:textId="133B601F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9AD8" w14:textId="67E32F38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140F" w14:textId="11976CC2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30C8" w14:textId="79341A27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3E60" w14:textId="2A2B888C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639,6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4BAEC" w14:textId="63223D85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3C59B" w14:textId="339F0F47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114CDF1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86C17" w14:textId="5EDC358A" w:rsidR="00EC05F3" w:rsidRPr="00E11DDC" w:rsidRDefault="00EC05F3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68B9" w14:textId="5D48C88C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96E28" w14:textId="0B1FF6BC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3AC0E" w14:textId="644938FA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5F6A" w14:textId="681BAEE0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5D8C" w14:textId="0910C256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276E3" w14:textId="7819E936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639,6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7B0B0" w14:textId="205B28FC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420D" w14:textId="07BCA89F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743207" w:rsidRPr="00E11DDC" w14:paraId="38C6DD10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49B2" w14:textId="46C124C4" w:rsidR="00743207" w:rsidRPr="00E11DDC" w:rsidRDefault="00743207" w:rsidP="00743207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«Создание условий для организации досуга, дополнительного образования и обеспечения жителей </w:t>
            </w:r>
            <w:r w:rsidRPr="00E11DDC">
              <w:rPr>
                <w:sz w:val="24"/>
                <w:szCs w:val="24"/>
              </w:rPr>
              <w:lastRenderedPageBreak/>
              <w:t>услугами организаций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062E" w14:textId="4C429B58" w:rsidR="00743207" w:rsidRPr="00E11DDC" w:rsidRDefault="00743207" w:rsidP="0074320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80EB8" w14:textId="4189F459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973FF" w14:textId="646FBFA4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DE98" w14:textId="2E17D118" w:rsidR="00743207" w:rsidRPr="00E11DDC" w:rsidRDefault="00743207" w:rsidP="00743207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48B5" w14:textId="62BD4961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51947" w14:textId="769DF5E7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56 807,0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843F" w14:textId="1875F17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3B5A" w14:textId="25ABA67B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</w:tr>
      <w:tr w:rsidR="00743207" w:rsidRPr="00E11DDC" w14:paraId="1728074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1B81D5" w14:textId="12B4E8E8" w:rsidR="00743207" w:rsidRPr="00E11DDC" w:rsidRDefault="00743207" w:rsidP="00743207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0AC1B" w14:textId="62C59DED" w:rsidR="00743207" w:rsidRPr="00E11DDC" w:rsidRDefault="00743207" w:rsidP="0074320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7EF3" w14:textId="5D28155F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DC8F" w14:textId="65C8D638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4133" w14:textId="64CF1415" w:rsidR="00743207" w:rsidRPr="00E11DDC" w:rsidRDefault="00743207" w:rsidP="00743207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26E7" w14:textId="77425F7D" w:rsidR="00743207" w:rsidRPr="00E11DDC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662E8" w14:textId="3F1FFFC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56 797,2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22D8" w14:textId="329E713B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73AA" w14:textId="319C4EE5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</w:tr>
      <w:tr w:rsidR="00743207" w:rsidRPr="00E11DDC" w14:paraId="7BF905FB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0FED6A" w14:textId="055EF486" w:rsidR="00743207" w:rsidRPr="00743207" w:rsidRDefault="00743207" w:rsidP="000A0FC5">
            <w:pPr>
              <w:ind w:right="-108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AC5C" w14:textId="6E04F3E9" w:rsidR="00743207" w:rsidRPr="00743207" w:rsidRDefault="00743207" w:rsidP="0074320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82FBF" w14:textId="3592F95D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828F" w14:textId="627545BE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8F6E" w14:textId="48016583" w:rsidR="00743207" w:rsidRPr="00743207" w:rsidRDefault="00743207" w:rsidP="00743207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1C84" w14:textId="78A0241C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DE94" w14:textId="73867F78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55 518,2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9972" w14:textId="09D511E9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8A7C5" w14:textId="4E1CE01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</w:tr>
      <w:tr w:rsidR="00743207" w:rsidRPr="00E11DDC" w14:paraId="3E3709B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D2F036" w14:textId="329637FD" w:rsidR="00743207" w:rsidRPr="00743207" w:rsidRDefault="00743207" w:rsidP="00743207">
            <w:pPr>
              <w:ind w:right="-108" w:firstLine="0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1792" w14:textId="4F0E2A0E" w:rsidR="00743207" w:rsidRPr="00743207" w:rsidRDefault="00743207" w:rsidP="0074320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E840" w14:textId="2C9A231D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992B" w14:textId="3041DE70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F01F" w14:textId="69FF2C6D" w:rsidR="00743207" w:rsidRPr="00743207" w:rsidRDefault="00743207" w:rsidP="00743207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CA582" w14:textId="7D584535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65AAC" w14:textId="44CE11B9" w:rsidR="00743207" w:rsidRPr="00743207" w:rsidRDefault="00743207" w:rsidP="00743207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55 518,2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4848" w14:textId="308ABC9A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DD28" w14:textId="557223FB" w:rsidR="00743207" w:rsidRPr="00743207" w:rsidRDefault="00743207" w:rsidP="00743207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55 377,2</w:t>
            </w:r>
          </w:p>
        </w:tc>
      </w:tr>
      <w:tr w:rsidR="00EC05F3" w:rsidRPr="00E11DDC" w14:paraId="671E3F4C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929E" w14:textId="76EFE18E" w:rsidR="00EC05F3" w:rsidRPr="00E11DDC" w:rsidRDefault="00EC05F3" w:rsidP="00FD14BC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AC36" w14:textId="5248740C" w:rsidR="00EC05F3" w:rsidRPr="00E11DDC" w:rsidRDefault="00EC05F3" w:rsidP="00EC05F3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7459" w14:textId="65BAA0DB" w:rsidR="00EC05F3" w:rsidRPr="00E11DDC" w:rsidRDefault="00EC05F3" w:rsidP="00EC05F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6746" w14:textId="43B9D3CA" w:rsidR="00EC05F3" w:rsidRPr="00E11DDC" w:rsidRDefault="00EC05F3" w:rsidP="00EC05F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9ECAE" w14:textId="4AFECB3E" w:rsidR="00EC05F3" w:rsidRPr="00E11DDC" w:rsidRDefault="00EC05F3" w:rsidP="00EC05F3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999E" w14:textId="2BC7E1B7" w:rsidR="00EC05F3" w:rsidRPr="00E11DDC" w:rsidRDefault="00EC05F3" w:rsidP="00EC05F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70409" w14:textId="6E6921C4" w:rsidR="00EC05F3" w:rsidRPr="00E11DDC" w:rsidRDefault="00EC05F3" w:rsidP="00EC05F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AB9B" w14:textId="5241518A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2715" w14:textId="2EE2065B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872605" w:rsidRPr="00E11DDC" w14:paraId="5EA1960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2B51" w14:textId="2E2AFB4E" w:rsidR="00872605" w:rsidRPr="00E11DDC" w:rsidRDefault="00872605" w:rsidP="00872605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7AB2" w14:textId="4098E03A" w:rsidR="00872605" w:rsidRPr="00E11DDC" w:rsidRDefault="00872605" w:rsidP="0087260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E851" w14:textId="53CD6FF4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233F" w14:textId="0B4CD682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60E16" w14:textId="1DCDFE2A" w:rsidR="00872605" w:rsidRPr="00E11DDC" w:rsidRDefault="00872605" w:rsidP="00872605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58E8" w14:textId="029C48EF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79F3" w14:textId="301AA820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5258F" w14:textId="2F5F914A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C753" w14:textId="6FBBB1F0" w:rsidR="00872605" w:rsidRPr="00E11DDC" w:rsidRDefault="00872605" w:rsidP="008726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06050C1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E422" w14:textId="40A6AABA" w:rsidR="00EC05F3" w:rsidRPr="00E11DDC" w:rsidRDefault="00EC05F3" w:rsidP="00EC05F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DD8C7" w14:textId="43DEF22D" w:rsidR="00EC05F3" w:rsidRPr="00E11DDC" w:rsidRDefault="00EC05F3" w:rsidP="00EC05F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F779" w14:textId="289315A2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CB1A" w14:textId="2DB1A525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7EBC" w14:textId="13194640" w:rsidR="00EC05F3" w:rsidRPr="00E11DDC" w:rsidRDefault="00EC05F3" w:rsidP="00EC05F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C76A" w14:textId="4BA8B581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1489" w14:textId="45C0AA97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9C3D" w14:textId="0B5D3DD2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D382" w14:textId="13196866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EC05F3" w:rsidRPr="00E11DDC" w14:paraId="38196E7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0E40" w14:textId="6511B6BE" w:rsidR="00EC05F3" w:rsidRPr="00E11DDC" w:rsidRDefault="00422D97" w:rsidP="00EC05F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="00FD14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EC05F3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67B1" w14:textId="5AFD91C5" w:rsidR="00EC05F3" w:rsidRPr="00E11DDC" w:rsidRDefault="00EC05F3" w:rsidP="00EC05F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E538" w14:textId="0C46AE84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148BF" w14:textId="0EA1C7B0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9217" w14:textId="6F765438" w:rsidR="00EC05F3" w:rsidRPr="00E11DDC" w:rsidRDefault="00EC05F3" w:rsidP="00EC05F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59DD" w14:textId="2989EBC5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1677F" w14:textId="50C6D2FE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1 266,2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68D9" w14:textId="190E6C71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F3462" w14:textId="455540CC" w:rsidR="00EC05F3" w:rsidRPr="00E11DDC" w:rsidRDefault="00EC05F3" w:rsidP="00EC05F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6FB18E9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97EA" w14:textId="739C8504" w:rsidR="00EC05F3" w:rsidRPr="00E11DDC" w:rsidRDefault="00422D97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="00FD14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EC05F3" w:rsidRPr="00E11DDC">
              <w:rPr>
                <w:sz w:val="24"/>
                <w:szCs w:val="24"/>
              </w:rPr>
              <w:t xml:space="preserve">асходы на оплату </w:t>
            </w:r>
            <w:r w:rsidR="00EC05F3" w:rsidRPr="00E11DDC">
              <w:rPr>
                <w:sz w:val="24"/>
                <w:szCs w:val="24"/>
              </w:rPr>
              <w:lastRenderedPageBreak/>
              <w:t>труда отдельным категориям работников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B212" w14:textId="4CCE2236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09A5" w14:textId="094E72D7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E61F" w14:textId="21984A45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EB63" w14:textId="6A65FA54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EA50" w14:textId="65414A5F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E57E" w14:textId="0C39C98B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E8DE" w14:textId="48737434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75B2D" w14:textId="2DC8F9EB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2636BB8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D888" w14:textId="14CF00E5" w:rsidR="00EC05F3" w:rsidRPr="00E11DDC" w:rsidRDefault="00EC05F3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79594" w14:textId="1B033DD2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AB62" w14:textId="22312513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EAAE" w14:textId="52681C79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DD11" w14:textId="7F192E3D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B66E" w14:textId="040FC3A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CB98" w14:textId="4916A1A2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5DB33" w14:textId="7725125C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C36B" w14:textId="448884F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063D90A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49B0" w14:textId="6BD1FAA4" w:rsidR="00EC05F3" w:rsidRPr="00E11DDC" w:rsidRDefault="00EC05F3" w:rsidP="00EC05F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A826" w14:textId="666770B6" w:rsidR="00EC05F3" w:rsidRPr="00E11DDC" w:rsidRDefault="00EC05F3" w:rsidP="00EC05F3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E9106" w14:textId="3C693A21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5724" w14:textId="2BE7D6A3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1D041" w14:textId="7821EC1A" w:rsidR="00EC05F3" w:rsidRPr="00E11DDC" w:rsidRDefault="00EC05F3" w:rsidP="00EC05F3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0EB9" w14:textId="486B86D3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C97D" w14:textId="0AF9F60E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AB09" w14:textId="2D5D9874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3DF3" w14:textId="0E3D3D0B" w:rsidR="00EC05F3" w:rsidRPr="00E11DDC" w:rsidRDefault="00EC05F3" w:rsidP="00EC05F3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C05F3" w:rsidRPr="00E11DDC" w14:paraId="49098E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6C59" w14:textId="60201D59" w:rsidR="00EC05F3" w:rsidRPr="00E11DDC" w:rsidRDefault="00EC05F3" w:rsidP="00EC05F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4F79" w14:textId="295BE4A3" w:rsidR="00EC05F3" w:rsidRPr="00E11DDC" w:rsidRDefault="00EC05F3" w:rsidP="00EC05F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B731" w14:textId="2BF15525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A24D" w14:textId="645C3352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3319" w14:textId="4029CA8C" w:rsidR="00EC05F3" w:rsidRPr="00E11DDC" w:rsidRDefault="00EC05F3" w:rsidP="00EC05F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18BB" w14:textId="1E4C3D12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7ED3" w14:textId="143CC7E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23AB" w14:textId="4FA92718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27BF" w14:textId="65BC7E7A" w:rsidR="00EC05F3" w:rsidRPr="00E11DDC" w:rsidRDefault="00EC05F3" w:rsidP="00EC05F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EE23BB" w:rsidRPr="00E11DDC" w14:paraId="5631630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7544" w14:textId="4FDB96A6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821A" w14:textId="64080C1E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F576" w14:textId="4E611FE7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A9DC9" w14:textId="7F11C8FD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413C4" w14:textId="68589D93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27D5" w14:textId="2AA2006C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0A38" w14:textId="1C3F6E1E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b/>
                <w:bCs/>
                <w:sz w:val="24"/>
                <w:szCs w:val="24"/>
              </w:rPr>
              <w:t>7 690,1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D924" w14:textId="4870272D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08E8" w14:textId="119BBE9F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EE23BB" w:rsidRPr="00E11DDC" w14:paraId="6501B8B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BF84" w14:textId="23F6F7EB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EFD1" w14:textId="23C5C23A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D5A1" w14:textId="73ADFAD4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5DE0" w14:textId="747C8289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32CA" w14:textId="67A8B4C8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561C" w14:textId="4E2C55F7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B23" w14:textId="1EEC8200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7 536,8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644D3" w14:textId="7244023A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497" w14:textId="36166F2B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</w:tr>
      <w:tr w:rsidR="00EE23BB" w:rsidRPr="00E11DDC" w14:paraId="0A9199E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C1AAE" w14:textId="15EAC17F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862A5" w14:textId="74B8F10D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D4130" w14:textId="2F7E193E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A1D5" w14:textId="139B3C5D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F4896" w14:textId="45677149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08506" w14:textId="2C71CB85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0B8C" w14:textId="15B3A774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7 536,8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E7ED" w14:textId="282BD706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68C9" w14:textId="34E4B867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</w:tr>
      <w:tr w:rsidR="00EE23BB" w:rsidRPr="00E11DDC" w14:paraId="0DA12A9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5B0C8" w14:textId="24998A87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color w:val="000000"/>
                <w:sz w:val="24"/>
                <w:szCs w:val="24"/>
              </w:rPr>
              <w:t xml:space="preserve">Организация отдыха и </w:t>
            </w:r>
            <w:r w:rsidRPr="00EE23BB"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BDA79" w14:textId="76047296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2A81" w14:textId="6C60D05C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427A" w14:textId="59263881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EADC" w14:textId="2A529A09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B7A9" w14:textId="3DEC17B2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C202" w14:textId="45831C3D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7 536,8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AAFA" w14:textId="51DF1B50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3A5F" w14:textId="7727AD04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6 830,8</w:t>
            </w:r>
          </w:p>
        </w:tc>
      </w:tr>
      <w:tr w:rsidR="00EE23BB" w:rsidRPr="00E11DDC" w14:paraId="1B8E60D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127C" w14:textId="2555EBFF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lastRenderedPageBreak/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1642" w14:textId="23ACCFDE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BB84" w14:textId="207FC0DB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E931E" w14:textId="60164795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A96A" w14:textId="51C4F78B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EDE0" w14:textId="0C59763A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5DDA" w14:textId="4825744E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2 157,0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45DF" w14:textId="5FEBA5EE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2F0A" w14:textId="6E49943E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</w:tr>
      <w:tr w:rsidR="00EE23BB" w:rsidRPr="00E11DDC" w14:paraId="50B922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A75B" w14:textId="5F1943AB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0FB3" w14:textId="37AF365D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FE00" w14:textId="7F5F5D27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13C6" w14:textId="08859B61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8199" w14:textId="08A6959C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0AF5C" w14:textId="79C62C14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421A" w14:textId="17C9073C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2 157,0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A595" w14:textId="16275441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F935" w14:textId="7DD7F1B7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</w:tr>
      <w:tr w:rsidR="00EE23BB" w:rsidRPr="00E11DDC" w14:paraId="63F8670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7CB2" w14:textId="4295F420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B040" w14:textId="57C568E6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5D32" w14:textId="17D4ECAE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07C0" w14:textId="5E889AF6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409E" w14:textId="39ADC1B5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CE81" w14:textId="59ED1DA3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81449" w14:textId="6060EAD8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3 549,0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243D" w14:textId="011E59EF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0B68" w14:textId="046CC3CD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3 500,0</w:t>
            </w:r>
          </w:p>
        </w:tc>
      </w:tr>
      <w:tr w:rsidR="00EE23BB" w:rsidRPr="00E11DDC" w14:paraId="0EAF79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487F" w14:textId="7896CABB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03C1" w14:textId="4B561499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F83A" w14:textId="46C2DFB4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9F3D" w14:textId="3D0CDD59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BCA7" w14:textId="31947AD2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2362C" w14:textId="28389BD0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1837" w14:textId="5BA035C3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2 479,0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ED4D8" w14:textId="1CD21CE2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144B" w14:textId="4C78F934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743207">
              <w:rPr>
                <w:sz w:val="24"/>
                <w:szCs w:val="24"/>
              </w:rPr>
              <w:t> </w:t>
            </w:r>
          </w:p>
        </w:tc>
      </w:tr>
      <w:tr w:rsidR="00EE23BB" w:rsidRPr="00E11DDC" w14:paraId="503D380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5849" w14:textId="1EBE4605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1D4DE" w14:textId="406111A4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0154C" w14:textId="449E71BD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FDD8" w14:textId="0D7E32AF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1D6A" w14:textId="3D6B20F1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2C19" w14:textId="51DB8E53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8496" w14:textId="3AC33C38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420,0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4F9A" w14:textId="6EE9FE7E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8A01" w14:textId="21D512EC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2 000,0</w:t>
            </w:r>
          </w:p>
        </w:tc>
      </w:tr>
      <w:tr w:rsidR="00EE23BB" w:rsidRPr="00E11DDC" w14:paraId="576BDA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70ED" w14:textId="6EEFD8A5" w:rsidR="00EE23BB" w:rsidRPr="00EE23BB" w:rsidRDefault="00EE23BB" w:rsidP="00EE23BB">
            <w:pPr>
              <w:ind w:firstLine="0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29E2" w14:textId="66EE952C" w:rsidR="00EE23BB" w:rsidRPr="00EE23BB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B1A0" w14:textId="66176804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F788" w14:textId="2AFE57B2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DCEB" w14:textId="7A7703E7" w:rsidR="00EE23BB" w:rsidRPr="00EE23BB" w:rsidRDefault="00EE23BB" w:rsidP="00EE23B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0C45" w14:textId="42DDB69E" w:rsidR="00EE23BB" w:rsidRPr="00EE23BB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EE23BB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3984C" w14:textId="0643B7FD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650,0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5E4B" w14:textId="6EF606A0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C566A" w14:textId="6F691E49" w:rsidR="00EE23BB" w:rsidRPr="00743207" w:rsidRDefault="00EE23BB" w:rsidP="00EE23BB">
            <w:pPr>
              <w:ind w:firstLine="0"/>
              <w:jc w:val="center"/>
              <w:rPr>
                <w:sz w:val="24"/>
                <w:szCs w:val="24"/>
              </w:rPr>
            </w:pPr>
            <w:r w:rsidRPr="00743207">
              <w:rPr>
                <w:sz w:val="24"/>
                <w:szCs w:val="24"/>
              </w:rPr>
              <w:t>1 500,0</w:t>
            </w:r>
          </w:p>
        </w:tc>
      </w:tr>
      <w:tr w:rsidR="00EE23BB" w:rsidRPr="00E11DDC" w14:paraId="73F6D6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BB79" w14:textId="1EB6E7DB" w:rsidR="00EE23BB" w:rsidRPr="00E11DDC" w:rsidRDefault="00EE23BB" w:rsidP="00EE23B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D778" w14:textId="455F17FB" w:rsidR="00EE23BB" w:rsidRPr="00E11DDC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C726" w14:textId="3BB5585B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CB41" w14:textId="370B6EC1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5D46" w14:textId="4CA4B7D5" w:rsidR="00EE23BB" w:rsidRPr="00E11DDC" w:rsidRDefault="00EE23BB" w:rsidP="00EE23B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060C" w14:textId="662D386C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B600" w14:textId="2D314114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b/>
                <w:bCs/>
                <w:sz w:val="24"/>
                <w:szCs w:val="24"/>
              </w:rPr>
              <w:t>20 617,9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0E52" w14:textId="1E871FF4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b/>
                <w:bCs/>
                <w:sz w:val="24"/>
                <w:szCs w:val="24"/>
              </w:rPr>
              <w:t>32 173,2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1E0D" w14:textId="28A748F3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b/>
                <w:bCs/>
                <w:sz w:val="24"/>
                <w:szCs w:val="24"/>
              </w:rPr>
              <w:t>34 173,2</w:t>
            </w:r>
          </w:p>
        </w:tc>
      </w:tr>
      <w:tr w:rsidR="00EE23BB" w:rsidRPr="00E11DDC" w14:paraId="6712F4D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71AB" w14:textId="6FDA8376" w:rsidR="00EE23BB" w:rsidRPr="00E11DDC" w:rsidRDefault="00EE23BB" w:rsidP="00EE23BB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A98F2" w14:textId="6C27DF0F" w:rsidR="00EE23BB" w:rsidRPr="00E11DDC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3E00" w14:textId="6662A7AE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67C9" w14:textId="71C7A5E9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3F11" w14:textId="1334C479" w:rsidR="00EE23BB" w:rsidRPr="00E11DDC" w:rsidRDefault="00EE23BB" w:rsidP="00EE23B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6018" w14:textId="6A620DED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485E" w14:textId="6CCB6C62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19 075,2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1B36" w14:textId="3B49B662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31 173,2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B106" w14:textId="493A33AF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33 173,2</w:t>
            </w:r>
          </w:p>
        </w:tc>
      </w:tr>
      <w:tr w:rsidR="00EE23BB" w:rsidRPr="00E11DDC" w14:paraId="09D489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D443" w14:textId="41F44099" w:rsidR="00EE23BB" w:rsidRPr="00E11DDC" w:rsidRDefault="00EE23BB" w:rsidP="00EE23BB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E795" w14:textId="50A52B59" w:rsidR="00EE23BB" w:rsidRPr="00E11DDC" w:rsidRDefault="00EE23BB" w:rsidP="00EE23B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FF6C" w14:textId="23F9FCE8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7FDF" w14:textId="486817FD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3E62" w14:textId="5C6D183B" w:rsidR="00EE23BB" w:rsidRPr="00E11DDC" w:rsidRDefault="00EE23BB" w:rsidP="00EE23B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DF73" w14:textId="604768AC" w:rsidR="00EE23BB" w:rsidRPr="00E11DDC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168F" w14:textId="5C77F130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688,9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2AA1" w14:textId="628D7CC8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26EF" w14:textId="2F3D229C" w:rsidR="00EE23BB" w:rsidRPr="00EE23BB" w:rsidRDefault="00EE23BB" w:rsidP="00EE23B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13 000,0</w:t>
            </w:r>
          </w:p>
        </w:tc>
      </w:tr>
      <w:tr w:rsidR="00EE23BB" w:rsidRPr="00E11DDC" w14:paraId="0971474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EE02" w14:textId="6EB2B4A5" w:rsidR="00EE23BB" w:rsidRPr="00E11DDC" w:rsidRDefault="00EE23BB" w:rsidP="00EE23B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Укрепление материально- </w:t>
            </w:r>
            <w:r w:rsidRPr="00E11DDC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9FB6" w14:textId="6B7CDA8F" w:rsidR="00EE23BB" w:rsidRPr="00E11DDC" w:rsidRDefault="00EE23BB" w:rsidP="00EE23BB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F2EB" w14:textId="74207858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E721" w14:textId="1CB5AFE6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8BAF3" w14:textId="0129BBA3" w:rsidR="00EE23BB" w:rsidRPr="00E11DDC" w:rsidRDefault="00EE23BB" w:rsidP="00EE23BB">
            <w:pPr>
              <w:spacing w:line="25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CD94" w14:textId="39100EB8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35D50" w14:textId="6C9812EF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688,9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A8E4" w14:textId="315D6ED8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2312" w14:textId="7C4B2231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13 000,0</w:t>
            </w:r>
          </w:p>
        </w:tc>
      </w:tr>
      <w:tr w:rsidR="00EE23BB" w:rsidRPr="00E11DDC" w14:paraId="77E1977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2B2F" w14:textId="38116CA8" w:rsidR="00EE23BB" w:rsidRPr="00E11DDC" w:rsidRDefault="00EE23BB" w:rsidP="00EE23B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9359" w14:textId="2FD98900" w:rsidR="00EE23BB" w:rsidRPr="00E11DDC" w:rsidRDefault="00EE23BB" w:rsidP="00EE23B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9F0A" w14:textId="117A8BA3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1713" w14:textId="254BAEAE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28F0" w14:textId="6379011B" w:rsidR="00EE23BB" w:rsidRPr="00E11DDC" w:rsidRDefault="00EE23BB" w:rsidP="00EE23B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74E6" w14:textId="342C55FB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831C" w14:textId="50146865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688,9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7DD8" w14:textId="25F9F623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BBE8" w14:textId="05A95CD3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13 000,0</w:t>
            </w:r>
          </w:p>
        </w:tc>
      </w:tr>
      <w:tr w:rsidR="00EE23BB" w:rsidRPr="00E11DDC" w14:paraId="08AA26F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5E17" w14:textId="23EB4A9D" w:rsidR="00EE23BB" w:rsidRPr="00E11DDC" w:rsidRDefault="00EE23BB" w:rsidP="00EE23B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25220" w14:textId="476991F4" w:rsidR="00EE23BB" w:rsidRPr="00E11DDC" w:rsidRDefault="00EE23BB" w:rsidP="00EE23B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712F" w14:textId="78D70D27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416ED" w14:textId="6D208F6B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06FDE" w14:textId="152AFEA0" w:rsidR="00EE23BB" w:rsidRPr="00E11DDC" w:rsidRDefault="00EE23BB" w:rsidP="00EE23B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0758A" w14:textId="2D76F241" w:rsidR="00EE23BB" w:rsidRPr="00E11DDC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D319" w14:textId="2AFB0F27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688,9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4471F" w14:textId="0019BF0D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91CFE" w14:textId="33337BFA" w:rsidR="00EE23BB" w:rsidRPr="00EE23BB" w:rsidRDefault="00EE23BB" w:rsidP="00EE23B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E23BB">
              <w:rPr>
                <w:sz w:val="24"/>
                <w:szCs w:val="24"/>
              </w:rPr>
              <w:t>13 000,0</w:t>
            </w:r>
          </w:p>
        </w:tc>
      </w:tr>
      <w:tr w:rsidR="00F841AE" w:rsidRPr="00E11DDC" w14:paraId="3D0CF0F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6365" w14:textId="698DFFDE" w:rsidR="00F841AE" w:rsidRPr="00F841AE" w:rsidRDefault="00F841AE" w:rsidP="00F841AE">
            <w:pPr>
              <w:ind w:firstLine="0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0E4B2" w14:textId="18F0E1B1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53AF" w14:textId="4C539037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444E" w14:textId="3CD07B27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351B" w14:textId="25115399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45AB" w14:textId="24C0D28D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D8A70" w14:textId="4FB85F28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307,7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B1F1" w14:textId="6F275BBE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60CA" w14:textId="53F77C8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</w:tr>
      <w:tr w:rsidR="00F841AE" w:rsidRPr="00E11DDC" w14:paraId="113A65A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050C" w14:textId="145A2705" w:rsidR="00F841AE" w:rsidRPr="00F841AE" w:rsidRDefault="00F841AE" w:rsidP="00F841AE">
            <w:pPr>
              <w:ind w:firstLine="0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9874F" w14:textId="6C0EF2BA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8B58C" w14:textId="1055B84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7927" w14:textId="438B739A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96FA" w14:textId="57DEC5CB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A512" w14:textId="1856D756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A2D7" w14:textId="58717EFE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307,7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0352" w14:textId="1521AD58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4C50" w14:textId="4803BEFE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</w:tr>
      <w:tr w:rsidR="00F841AE" w:rsidRPr="00E11DDC" w14:paraId="053A864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B2F9" w14:textId="26D769E9" w:rsidR="00F841AE" w:rsidRPr="00F841AE" w:rsidRDefault="00F841AE" w:rsidP="000A0FC5">
            <w:pPr>
              <w:ind w:firstLine="0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5F15F" w14:textId="1482C8F4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872D" w14:textId="2E21BE8F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3B5FE" w14:textId="5F9842D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B9A5" w14:textId="6F4962EF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F032" w14:textId="6D655E70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6E60" w14:textId="52C2EEB0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307,7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14C44" w14:textId="1B4BBCAB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79C0D" w14:textId="4391A0B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</w:tr>
      <w:tr w:rsidR="00F841AE" w:rsidRPr="00E11DDC" w14:paraId="5B94476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0678" w14:textId="64E4D304" w:rsidR="00F841AE" w:rsidRPr="00F841AE" w:rsidRDefault="00F841AE" w:rsidP="00F841AE">
            <w:pPr>
              <w:ind w:firstLine="0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AF7AC" w14:textId="7863E405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C3F4C" w14:textId="03BF7270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54132" w14:textId="6295E483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D4EE" w14:textId="2B6C6DC7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B064" w14:textId="79BC2C41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9E9B" w14:textId="44CFA050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307,7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7593" w14:textId="6C46055C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67D5D" w14:textId="554894A1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1 000,0</w:t>
            </w:r>
          </w:p>
        </w:tc>
      </w:tr>
      <w:tr w:rsidR="00475A9A" w:rsidRPr="00E11DDC" w14:paraId="54E13C4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EB1D" w14:textId="36A5981E" w:rsidR="00475A9A" w:rsidRPr="00E11DDC" w:rsidRDefault="00475A9A" w:rsidP="00475A9A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640B" w14:textId="38110606" w:rsidR="00475A9A" w:rsidRPr="00E11DDC" w:rsidRDefault="00475A9A" w:rsidP="00475A9A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CFCA" w14:textId="1432BACD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6866" w14:textId="79350BBB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0019" w14:textId="03100D28" w:rsidR="00475A9A" w:rsidRPr="00E11DDC" w:rsidRDefault="00475A9A" w:rsidP="00475A9A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A06A" w14:textId="19D573B4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DA7A" w14:textId="36D2E821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17 969,3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373D" w14:textId="542000F2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17 813,2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EC7D" w14:textId="6AD11E46" w:rsidR="00475A9A" w:rsidRPr="00E11DDC" w:rsidRDefault="00475A9A" w:rsidP="00475A9A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17 813,2</w:t>
            </w:r>
          </w:p>
        </w:tc>
      </w:tr>
      <w:tr w:rsidR="00F841AE" w:rsidRPr="00E11DDC" w14:paraId="4A9E9D1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DC12" w14:textId="66C464ED" w:rsidR="00F841AE" w:rsidRPr="00F841AE" w:rsidRDefault="00F841AE" w:rsidP="00F841AE">
            <w:pPr>
              <w:ind w:right="-115" w:firstLine="0"/>
              <w:rPr>
                <w:color w:val="000000"/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985F" w14:textId="19AF66CA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5BB1" w14:textId="759F5E73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4D59" w14:textId="7DF75085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2413" w14:textId="13D8EA24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D774" w14:textId="039B293E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BDB" w14:textId="647636F6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4 791,0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1BAC" w14:textId="2627792C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76A88" w14:textId="536065D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</w:tr>
      <w:tr w:rsidR="00F841AE" w:rsidRPr="00E11DDC" w14:paraId="19C91FA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4FC7" w14:textId="7289F1E8" w:rsidR="00F841AE" w:rsidRPr="00F841AE" w:rsidRDefault="00F841AE" w:rsidP="00F841AE">
            <w:pPr>
              <w:ind w:right="-115" w:firstLine="0"/>
              <w:rPr>
                <w:color w:val="000000"/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80ED" w14:textId="79070C8D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D2B3" w14:textId="266B1831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0E542" w14:textId="758BE2D2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F2B7" w14:textId="12897606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12DF" w14:textId="3E816EAA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DE4A" w14:textId="34302002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4 791,0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783A" w14:textId="3548AEF7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1D84" w14:textId="406D0316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</w:tr>
      <w:tr w:rsidR="00F841AE" w:rsidRPr="00E11DDC" w14:paraId="6BFFB37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6669" w14:textId="067F493A" w:rsidR="00F841AE" w:rsidRPr="00F841AE" w:rsidRDefault="00F841AE" w:rsidP="00F841AE">
            <w:pPr>
              <w:ind w:right="-115" w:firstLine="0"/>
              <w:rPr>
                <w:color w:val="000000"/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A840" w14:textId="1E796DC4" w:rsidR="00F841AE" w:rsidRPr="00F841AE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A4D8" w14:textId="27E2398D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ED93" w14:textId="2CC6A293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0B07" w14:textId="5B57BEC3" w:rsidR="00F841AE" w:rsidRPr="00F841AE" w:rsidRDefault="00F841AE" w:rsidP="00F841AE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D13A" w14:textId="503E251E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F7510" w14:textId="311C362A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4 791,0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BC3B" w14:textId="2256B490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FFF9" w14:textId="7359C0D7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5 191,0</w:t>
            </w:r>
          </w:p>
        </w:tc>
      </w:tr>
      <w:tr w:rsidR="00F841AE" w:rsidRPr="00E11DDC" w14:paraId="2B04045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FA22" w14:textId="106C3018" w:rsidR="00F841AE" w:rsidRPr="00E11DDC" w:rsidRDefault="00F841AE" w:rsidP="00F841AE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C6BE" w14:textId="0020D97E" w:rsidR="00F841AE" w:rsidRPr="00E11DDC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1913" w14:textId="6F3980E1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D4A2" w14:textId="0C121866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FF74" w14:textId="2D3EC0D2" w:rsidR="00F841AE" w:rsidRPr="00E11DDC" w:rsidRDefault="00F841AE" w:rsidP="00F841AE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CC40" w14:textId="5B7801DE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7530" w14:textId="5F9A3B46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13 178,3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18648" w14:textId="5BAD3C0A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12 622,2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5BCF" w14:textId="371D2AA3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12 622,2</w:t>
            </w:r>
          </w:p>
        </w:tc>
      </w:tr>
      <w:tr w:rsidR="00F841AE" w:rsidRPr="00E11DDC" w14:paraId="3675DA8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60C4" w14:textId="25EC89BA" w:rsidR="00F841AE" w:rsidRPr="00E11DDC" w:rsidRDefault="00F841AE" w:rsidP="00F841AE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51825" w14:textId="07446AED" w:rsidR="00F841AE" w:rsidRPr="00E11DDC" w:rsidRDefault="00F841AE" w:rsidP="00F841AE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0E38" w14:textId="1F32623F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5ED3" w14:textId="6AEFD3A4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8E62" w14:textId="0D9722BB" w:rsidR="00F841AE" w:rsidRPr="00E11DDC" w:rsidRDefault="00F841AE" w:rsidP="00F841AE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153F" w14:textId="7A1C25FD" w:rsidR="00F841AE" w:rsidRPr="00E11DDC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71550" w14:textId="209377B9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13 178,3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689E" w14:textId="358FEA17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12 622,2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F44F9" w14:textId="3E67AD14" w:rsidR="00F841AE" w:rsidRPr="00F841AE" w:rsidRDefault="00F841AE" w:rsidP="00F841A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12 622,2</w:t>
            </w:r>
          </w:p>
        </w:tc>
      </w:tr>
      <w:tr w:rsidR="00F841AE" w:rsidRPr="00E11DDC" w14:paraId="3E1639B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21BF" w14:textId="24EA54BF" w:rsidR="00F841AE" w:rsidRPr="00E11DDC" w:rsidRDefault="00F841AE" w:rsidP="00F841A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11DDC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8403" w14:textId="66C6C9C2" w:rsidR="00F841AE" w:rsidRPr="00E11DDC" w:rsidRDefault="00F841AE" w:rsidP="00F841A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48F3" w14:textId="456216AE" w:rsidR="00F841AE" w:rsidRPr="00E11DDC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4E4B" w14:textId="5F0CDDB6" w:rsidR="00F841AE" w:rsidRPr="00E11DDC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9800B" w14:textId="0BA27A6B" w:rsidR="00F841AE" w:rsidRPr="00E11DDC" w:rsidRDefault="00F841AE" w:rsidP="00F841AE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1F5F2" w14:textId="733F128A" w:rsidR="00F841AE" w:rsidRPr="00E11DDC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177C" w14:textId="673406F6" w:rsidR="00F841AE" w:rsidRPr="00F841AE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12 656,1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D054" w14:textId="4ACB0EF0" w:rsidR="00F841AE" w:rsidRPr="00F841AE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1003" w14:textId="511AB7A0" w:rsidR="00F841AE" w:rsidRPr="00F841AE" w:rsidRDefault="00F841AE" w:rsidP="00F841A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841AE">
              <w:rPr>
                <w:sz w:val="24"/>
                <w:szCs w:val="24"/>
              </w:rPr>
              <w:t>12 100,0</w:t>
            </w:r>
          </w:p>
        </w:tc>
      </w:tr>
      <w:tr w:rsidR="00F841AE" w:rsidRPr="00E11DDC" w14:paraId="093700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9BFA" w14:textId="6E1C880E" w:rsidR="00F841AE" w:rsidRPr="000A0FC5" w:rsidRDefault="00F841AE" w:rsidP="00F841AE">
            <w:pPr>
              <w:ind w:right="-115"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2721A" w14:textId="1A349CE7" w:rsidR="00F841AE" w:rsidRPr="00E11DDC" w:rsidRDefault="00F841AE" w:rsidP="00F841A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36B2" w14:textId="2ADC3CD6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300A" w14:textId="5E16B269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E69E" w14:textId="27C749BA" w:rsidR="00F841AE" w:rsidRPr="00E11DDC" w:rsidRDefault="00F841AE" w:rsidP="00F841AE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62652" w14:textId="23642769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F959" w14:textId="2B70AF21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520,7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91D7" w14:textId="1CFB4ECC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BC05" w14:textId="700A985C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522,2</w:t>
            </w:r>
          </w:p>
        </w:tc>
      </w:tr>
      <w:tr w:rsidR="00F841AE" w:rsidRPr="00E11DDC" w14:paraId="7DEFAF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1F1A" w14:textId="54489B85" w:rsidR="00F841AE" w:rsidRPr="000A0FC5" w:rsidRDefault="00F841AE" w:rsidP="00F841AE">
            <w:pPr>
              <w:ind w:right="-115" w:firstLine="0"/>
              <w:rPr>
                <w:sz w:val="24"/>
                <w:szCs w:val="24"/>
              </w:rPr>
            </w:pPr>
            <w:r w:rsidRPr="000A0FC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1697" w14:textId="6F74030C" w:rsidR="00F841AE" w:rsidRPr="00E11DDC" w:rsidRDefault="00F841AE" w:rsidP="00F841A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7925" w14:textId="3FEB4D67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5590" w14:textId="41053B24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35F9" w14:textId="00BAA767" w:rsidR="00F841AE" w:rsidRPr="00E11DDC" w:rsidRDefault="00F841AE" w:rsidP="00F841AE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884B" w14:textId="13B4CD4C" w:rsidR="00F841AE" w:rsidRPr="00E11DDC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8262" w14:textId="618400B9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BAFA" w14:textId="7C9D54C1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C655" w14:textId="5464D602" w:rsidR="00F841AE" w:rsidRPr="00F841AE" w:rsidRDefault="00F841AE" w:rsidP="00F841AE">
            <w:pPr>
              <w:ind w:firstLine="0"/>
              <w:jc w:val="center"/>
              <w:rPr>
                <w:sz w:val="24"/>
                <w:szCs w:val="24"/>
              </w:rPr>
            </w:pPr>
            <w:r w:rsidRPr="00F841A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</w:tr>
      <w:tr w:rsidR="00A94BAB" w:rsidRPr="00E11DDC" w14:paraId="27817AE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768B" w14:textId="33CB7754" w:rsidR="00A94BAB" w:rsidRPr="00E11DDC" w:rsidRDefault="00A94BAB" w:rsidP="00A94BA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AFA1" w14:textId="73370084" w:rsidR="00A94BAB" w:rsidRPr="00E11DDC" w:rsidRDefault="00A94BAB" w:rsidP="00A94BAB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7427" w14:textId="63D01C86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CCA5" w14:textId="41E325C2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8C91" w14:textId="422C5E97" w:rsidR="00A94BAB" w:rsidRPr="00E11DDC" w:rsidRDefault="00A94BAB" w:rsidP="00A94BAB">
            <w:pPr>
              <w:spacing w:line="25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5A1C" w14:textId="3B359BE6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D04A" w14:textId="51D3094B" w:rsidR="00A94BAB" w:rsidRPr="00A94BAB" w:rsidRDefault="00A94BAB" w:rsidP="000A0FC5">
            <w:pPr>
              <w:spacing w:line="250" w:lineRule="exact"/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283 436,6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EAB34" w14:textId="4C6E88AF" w:rsidR="00A94BAB" w:rsidRPr="00A94BAB" w:rsidRDefault="00A94BAB" w:rsidP="000A0FC5">
            <w:pPr>
              <w:spacing w:line="250" w:lineRule="exact"/>
              <w:ind w:right="-221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E1B3" w14:textId="5DBE1BBC" w:rsidR="00A94BAB" w:rsidRPr="00A94BAB" w:rsidRDefault="00A94BAB" w:rsidP="00A94BA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A94BAB" w:rsidRPr="00E11DDC" w14:paraId="00F7AA2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BDF7" w14:textId="12AAA69E" w:rsidR="00A94BAB" w:rsidRPr="00E11DDC" w:rsidRDefault="00A94BAB" w:rsidP="00A94BA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B775D" w14:textId="201BABD6" w:rsidR="00A94BAB" w:rsidRPr="00E11DDC" w:rsidRDefault="00A94BAB" w:rsidP="00A94BA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DAF7" w14:textId="5B666219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07B4" w14:textId="01CE4668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B5EC0" w14:textId="616FB7C8" w:rsidR="00A94BAB" w:rsidRPr="00E11DDC" w:rsidRDefault="00A94BAB" w:rsidP="00A94BA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EEE33" w14:textId="15EA4FC0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4FD81" w14:textId="2A5A0284" w:rsidR="00A94BAB" w:rsidRPr="00A94BAB" w:rsidRDefault="00A94BAB" w:rsidP="000A0FC5">
            <w:pPr>
              <w:spacing w:line="250" w:lineRule="exact"/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274 980,0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E3C0B" w14:textId="7DF7C499" w:rsidR="00A94BAB" w:rsidRPr="00A94BAB" w:rsidRDefault="00A94BAB" w:rsidP="000A0FC5">
            <w:pPr>
              <w:spacing w:line="250" w:lineRule="exact"/>
              <w:ind w:right="-221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4756" w14:textId="5C1308CC" w:rsidR="00A94BAB" w:rsidRPr="00A94BAB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A94BAB" w:rsidRPr="00E11DDC" w14:paraId="13BBE5A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4475" w14:textId="58C91B72" w:rsidR="00A94BAB" w:rsidRPr="00E11DDC" w:rsidRDefault="00A94BAB" w:rsidP="00A94BAB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1A9D" w14:textId="609BE929" w:rsidR="00A94BAB" w:rsidRPr="00E11DDC" w:rsidRDefault="00A94BAB" w:rsidP="00A94BA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E3BC" w14:textId="455B5999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6FF3" w14:textId="5C8917B3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9025" w14:textId="125F150F" w:rsidR="00A94BAB" w:rsidRPr="00E11DDC" w:rsidRDefault="00A94BAB" w:rsidP="00A94BA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D79A" w14:textId="64B78A8F" w:rsidR="00A94BAB" w:rsidRPr="00E11DDC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E1AD" w14:textId="7002E30F" w:rsidR="00A94BAB" w:rsidRPr="00A94BAB" w:rsidRDefault="00A94BAB" w:rsidP="000A0FC5">
            <w:pPr>
              <w:spacing w:line="250" w:lineRule="exact"/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sz w:val="24"/>
                <w:szCs w:val="24"/>
              </w:rPr>
              <w:t>274 917,5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5C33" w14:textId="21D12E6B" w:rsidR="00A94BAB" w:rsidRPr="00A94BAB" w:rsidRDefault="00A94BAB" w:rsidP="000A0FC5">
            <w:pPr>
              <w:spacing w:line="250" w:lineRule="exact"/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sz w:val="24"/>
                <w:szCs w:val="24"/>
              </w:rPr>
              <w:t>179 095,4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ECC3" w14:textId="07F02323" w:rsidR="00A94BAB" w:rsidRPr="00A94BAB" w:rsidRDefault="00A94BAB" w:rsidP="00A94BA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94BAB">
              <w:rPr>
                <w:sz w:val="24"/>
                <w:szCs w:val="24"/>
              </w:rPr>
              <w:t>166 701,8</w:t>
            </w:r>
          </w:p>
        </w:tc>
      </w:tr>
      <w:tr w:rsidR="00F44544" w:rsidRPr="00E11DDC" w14:paraId="6B8BB96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54C6" w14:textId="7B0B0A84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E61B" w14:textId="7EB60E8C" w:rsidR="00F44544" w:rsidRPr="00F44544" w:rsidRDefault="00F44544" w:rsidP="00F44544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59CC" w14:textId="0D677EE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8C598" w14:textId="567B59D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33EE" w14:textId="5531D68F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17E4" w14:textId="7400FCC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44EA" w14:textId="083521B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FC2F7" w14:textId="795BAFA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3E3F" w14:textId="4D6EF77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1 412,8</w:t>
            </w:r>
          </w:p>
        </w:tc>
      </w:tr>
      <w:tr w:rsidR="00F44544" w:rsidRPr="00E11DDC" w14:paraId="6A150DC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4976" w14:textId="64EEF792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1CFD" w14:textId="2959053A" w:rsidR="00F44544" w:rsidRPr="00F44544" w:rsidRDefault="00F44544" w:rsidP="00F44544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5100A" w14:textId="18764FF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52AE" w14:textId="0DE62E1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D180" w14:textId="5283ECA5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EF1BD" w14:textId="2A1A552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E27D" w14:textId="35181028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8E96" w14:textId="7730A16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B44E" w14:textId="1FACC23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1 412,8</w:t>
            </w:r>
          </w:p>
        </w:tc>
      </w:tr>
      <w:tr w:rsidR="00F44544" w:rsidRPr="00E11DDC" w14:paraId="675F54C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32C09" w14:textId="4F427404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1542" w14:textId="572A38FE" w:rsidR="00F44544" w:rsidRPr="00F44544" w:rsidRDefault="00F44544" w:rsidP="00F44544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6376" w14:textId="4653991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8194" w14:textId="10257B8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F131" w14:textId="0901826E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CA42" w14:textId="19F55DE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F734" w14:textId="41A36AB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86CB2" w14:textId="35417A78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A43C" w14:textId="2C0429D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1 412,8</w:t>
            </w:r>
          </w:p>
        </w:tc>
      </w:tr>
      <w:tr w:rsidR="00F44544" w:rsidRPr="00E11DDC" w14:paraId="6D340E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E6D7" w14:textId="75201346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AF3A" w14:textId="09D94796" w:rsidR="00F44544" w:rsidRPr="00F44544" w:rsidRDefault="00F44544" w:rsidP="00F44544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3E48" w14:textId="3DBF8BA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90D72" w14:textId="785CC42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BE95" w14:textId="19DEFBFE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D30D2" w14:textId="1A760CA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C832" w14:textId="36C59ADC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363,1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B1330" w14:textId="55D2B28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BD701" w14:textId="0F17BF4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1 412,8</w:t>
            </w:r>
          </w:p>
        </w:tc>
      </w:tr>
      <w:tr w:rsidR="00F85B42" w:rsidRPr="00E11DDC" w14:paraId="1D75900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3355" w14:textId="1ABBD948" w:rsidR="00F85B42" w:rsidRPr="00E11DDC" w:rsidRDefault="00F85B42" w:rsidP="000D2F8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Подпрограмма «Укрепление материально - </w:t>
            </w:r>
            <w:r w:rsidRPr="00E11DDC">
              <w:rPr>
                <w:sz w:val="24"/>
                <w:szCs w:val="24"/>
              </w:rPr>
              <w:lastRenderedPageBreak/>
              <w:t>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05AA" w14:textId="584CC17B" w:rsidR="00F85B42" w:rsidRPr="00E11DDC" w:rsidRDefault="00F85B42" w:rsidP="00F85B4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B3707" w14:textId="03F376C2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F371" w14:textId="2E1FAC1F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9FF1C" w14:textId="101AEB38" w:rsidR="00F85B42" w:rsidRPr="00E11DDC" w:rsidRDefault="00F85B42" w:rsidP="00F85B4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8C78" w14:textId="73BE8188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B362" w14:textId="11D40465" w:rsidR="00F85B42" w:rsidRPr="00E11DDC" w:rsidRDefault="00F85B42" w:rsidP="000A0FC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109 669,6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7DA3" w14:textId="0DB96389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16 818,2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912F" w14:textId="1C2C2985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3 408,0</w:t>
            </w:r>
          </w:p>
        </w:tc>
      </w:tr>
      <w:tr w:rsidR="00F85B42" w:rsidRPr="00E11DDC" w14:paraId="2BEC4FC2" w14:textId="77777777" w:rsidTr="00B44E0E">
        <w:trPr>
          <w:trHeight w:val="102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B2EA" w14:textId="6E7C3577" w:rsidR="00F85B42" w:rsidRPr="00E11DDC" w:rsidRDefault="00F85B42" w:rsidP="000D2F8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8855" w14:textId="13A761A1" w:rsidR="00F85B42" w:rsidRPr="00E11DDC" w:rsidRDefault="00F85B42" w:rsidP="00F85B42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101A" w14:textId="04734AA6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8C95" w14:textId="560365AB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9D8" w14:textId="5B604722" w:rsidR="00F85B42" w:rsidRPr="00E11DDC" w:rsidRDefault="00F85B42" w:rsidP="00F85B42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0E47" w14:textId="1795C06A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888B" w14:textId="65418BA0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2 131,7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12AA" w14:textId="1E965314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D940" w14:textId="07FDEF40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3 408,0</w:t>
            </w:r>
          </w:p>
        </w:tc>
      </w:tr>
      <w:tr w:rsidR="00F85B42" w:rsidRPr="00E11DDC" w14:paraId="15D5A73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8159" w14:textId="63707727" w:rsidR="00F85B42" w:rsidRPr="00E11DDC" w:rsidRDefault="00F85B42" w:rsidP="000D2F83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EBD5" w14:textId="4E25D930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FC35" w14:textId="1E3AD712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4F13" w14:textId="5259861C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733C" w14:textId="4F7ABF55" w:rsidR="00F85B42" w:rsidRPr="00E11DDC" w:rsidRDefault="00F85B42" w:rsidP="00F85B42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646B" w14:textId="330AED95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295F" w14:textId="12C52A2C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1 168,4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184F" w14:textId="30EF993A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27B6C" w14:textId="72D6053B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3 200,0</w:t>
            </w:r>
          </w:p>
        </w:tc>
      </w:tr>
      <w:tr w:rsidR="00F85B42" w:rsidRPr="00E11DDC" w14:paraId="3299F66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BFAC" w14:textId="45492E77" w:rsidR="00F85B42" w:rsidRPr="00E11DDC" w:rsidRDefault="00F85B42" w:rsidP="00F85B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20965" w14:textId="1D09E97F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2E59" w14:textId="44D91B59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1F12F" w14:textId="57FAEC23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84CB" w14:textId="5041ED81" w:rsidR="00F85B42" w:rsidRPr="00E11DDC" w:rsidRDefault="00F85B42" w:rsidP="00F85B42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4F2B" w14:textId="0C415232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DBEC" w14:textId="1793AD5C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1 168,4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7A228" w14:textId="176E5EE4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4C5EC" w14:textId="003B1AB6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3 200,0</w:t>
            </w:r>
          </w:p>
        </w:tc>
      </w:tr>
      <w:tr w:rsidR="00F44544" w:rsidRPr="00E11DDC" w14:paraId="1DE9473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D946" w14:textId="48031F2B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3A95" w14:textId="6C371CF2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2C0A" w14:textId="4995DFA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412B" w14:textId="15B1BC2C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D7AE" w14:textId="5E8CA7CB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E582" w14:textId="550DFF58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8804" w14:textId="6A805C8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349,7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C87D" w14:textId="5969D87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1E62" w14:textId="4CA1527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</w:tr>
      <w:tr w:rsidR="00F44544" w:rsidRPr="00E11DDC" w14:paraId="1F82942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8EE2" w14:textId="1509C2B1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6E4F" w14:textId="195E73DE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B06E" w14:textId="40C3D67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3CBC" w14:textId="3407CED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CACC" w14:textId="2A975471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A711" w14:textId="0A8F455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D811" w14:textId="63E6BE1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349,7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05E9" w14:textId="2618083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F8E4B" w14:textId="02FF3FB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</w:tr>
      <w:tr w:rsidR="00F44544" w:rsidRPr="00E11DDC" w14:paraId="40B8BD3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E9A0" w14:textId="35634590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9330" w14:textId="578FBA2E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8024" w14:textId="41DC379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3A78A" w14:textId="384CD89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3764" w14:textId="771D2E87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E480" w14:textId="358EFAE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CF00" w14:textId="153BB88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349,7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1E4C" w14:textId="2F23E31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27A5" w14:textId="0ECC19D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</w:tr>
      <w:tr w:rsidR="00F44544" w:rsidRPr="00E11DDC" w14:paraId="3B545F8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F730C" w14:textId="493C9EE0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5034" w14:textId="3FE648D5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A140" w14:textId="02D293F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8DD3B" w14:textId="638422B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F71F" w14:textId="5F354743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46688" w14:textId="19FBB254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5C6D" w14:textId="4707115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349,7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A688" w14:textId="7530E2BC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D564B" w14:textId="6F7745F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250,0</w:t>
            </w:r>
          </w:p>
        </w:tc>
      </w:tr>
      <w:tr w:rsidR="00F44544" w:rsidRPr="00E11DDC" w14:paraId="0C45164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FB200" w14:textId="38C524A9" w:rsidR="00F44544" w:rsidRPr="00E11DDC" w:rsidRDefault="00F44544" w:rsidP="00F44544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9440" w14:textId="204F658F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02474" w14:textId="1978D514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61BD" w14:textId="4B932F51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6334" w14:textId="688B021A" w:rsidR="00F44544" w:rsidRPr="00E11DDC" w:rsidRDefault="00F44544" w:rsidP="00F44544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FB008" w14:textId="37DC8AD2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238F" w14:textId="4401C560" w:rsidR="00F44544" w:rsidRPr="00F44544" w:rsidRDefault="00F44544" w:rsidP="000A0FC5">
            <w:pPr>
              <w:ind w:right="-108" w:hanging="79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164 535,1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FA25" w14:textId="2ED22B41" w:rsidR="00F44544" w:rsidRPr="00F44544" w:rsidRDefault="00F44544" w:rsidP="000A0FC5">
            <w:pPr>
              <w:ind w:right="-79" w:hanging="108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22513" w14:textId="4F1B0AD4" w:rsidR="00F44544" w:rsidRPr="00F44544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161 631,0</w:t>
            </w:r>
          </w:p>
        </w:tc>
      </w:tr>
      <w:tr w:rsidR="00F44544" w:rsidRPr="00E11DDC" w14:paraId="6A703B2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98F9" w14:textId="22C658EE" w:rsidR="00F44544" w:rsidRPr="00E11DDC" w:rsidRDefault="00F44544" w:rsidP="00F44544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Предоставление субсидии на </w:t>
            </w:r>
            <w:r w:rsidRPr="00E11DDC">
              <w:rPr>
                <w:sz w:val="24"/>
                <w:szCs w:val="24"/>
              </w:rPr>
              <w:lastRenderedPageBreak/>
              <w:t>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06EBC" w14:textId="20F7F02C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4F9D1" w14:textId="1328F17A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8065" w14:textId="24C48EA4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88BF" w14:textId="23A101B2" w:rsidR="00F44544" w:rsidRPr="00E11DDC" w:rsidRDefault="00F44544" w:rsidP="00F44544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CCA25" w14:textId="72CAD484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E793" w14:textId="2387D6D1" w:rsidR="00F44544" w:rsidRPr="00F44544" w:rsidRDefault="00F44544" w:rsidP="000A0FC5">
            <w:pPr>
              <w:ind w:right="-108" w:hanging="79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164 384,9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CF3E" w14:textId="5F5FAB57" w:rsidR="00F44544" w:rsidRPr="00F44544" w:rsidRDefault="00F44544" w:rsidP="000A0FC5">
            <w:pPr>
              <w:ind w:right="-79" w:hanging="108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3306" w14:textId="684AEAC4" w:rsidR="00F44544" w:rsidRPr="00F44544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161 631,0</w:t>
            </w:r>
          </w:p>
        </w:tc>
      </w:tr>
      <w:tr w:rsidR="00F44544" w:rsidRPr="00E11DDC" w14:paraId="5EBF22D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3163" w14:textId="7A3BB5AC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A56B" w14:textId="3046D86B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CB67E" w14:textId="51B8E18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B13B" w14:textId="3CB177D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D36A" w14:textId="7F4F9E50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7611" w14:textId="2C796524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62BD" w14:textId="6D2C1D1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80 886,9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AA1A" w14:textId="50640DF6" w:rsidR="00F44544" w:rsidRPr="00F44544" w:rsidRDefault="00F44544" w:rsidP="000A0FC5">
            <w:pPr>
              <w:ind w:right="-79" w:hanging="108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113 109,5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7F30" w14:textId="297868B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102 478,7</w:t>
            </w:r>
          </w:p>
        </w:tc>
      </w:tr>
      <w:tr w:rsidR="00F44544" w:rsidRPr="00E11DDC" w14:paraId="2CCA125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7917" w14:textId="4829D624" w:rsidR="00F44544" w:rsidRPr="00F44544" w:rsidRDefault="00F44544" w:rsidP="00F44544">
            <w:pPr>
              <w:ind w:right="-108"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C5EF0" w14:textId="28E94954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3197F" w14:textId="5D9920F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DDBA" w14:textId="5693BD7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F214" w14:textId="7CD7539E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A403" w14:textId="6BAFBDB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CA26" w14:textId="0B55FFD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80 886,9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0373" w14:textId="7D456A6B" w:rsidR="00F44544" w:rsidRPr="00F44544" w:rsidRDefault="00F44544" w:rsidP="000A0FC5">
            <w:pPr>
              <w:ind w:right="-79" w:hanging="108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113 109,5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1F21" w14:textId="6B10805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102 478,7</w:t>
            </w:r>
          </w:p>
        </w:tc>
      </w:tr>
      <w:tr w:rsidR="00F85B42" w:rsidRPr="00E11DDC" w14:paraId="7611C03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B30EB" w14:textId="54CC1BF7" w:rsidR="00F85B42" w:rsidRPr="00E11DDC" w:rsidRDefault="00F85B42" w:rsidP="000D2F83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A613" w14:textId="23BE4A5B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06BC" w14:textId="4E353814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4059" w14:textId="6AB5385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7F4F" w14:textId="45407DF0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BF9C" w14:textId="562C2977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8935" w14:textId="4667C96A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2 221,0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7F50" w14:textId="2325D76C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D75D" w14:textId="04A5A509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</w:tr>
      <w:tr w:rsidR="00F85B42" w:rsidRPr="00E11DDC" w14:paraId="7985D75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9EA7" w14:textId="773FACCB" w:rsidR="00F85B42" w:rsidRPr="00E11DDC" w:rsidRDefault="00F85B42" w:rsidP="00F85B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27A4" w14:textId="56373E87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3702E" w14:textId="614398EC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77FF" w14:textId="794E92DD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1899" w14:textId="56650F29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01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90CE" w14:textId="7E0380D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305E6" w14:textId="29D7247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2 221,0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4B4D" w14:textId="3162121B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C7D3" w14:textId="09C85090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</w:tr>
      <w:tr w:rsidR="00F85B42" w:rsidRPr="00E11DDC" w14:paraId="7363051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482D" w14:textId="6773B0D8" w:rsidR="00F85B42" w:rsidRPr="00E11DDC" w:rsidRDefault="00F85B42" w:rsidP="00F85B4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ADE7" w14:textId="2066A719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062AB" w14:textId="25449D3C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F563" w14:textId="5450BDB8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ACD" w14:textId="388B1B27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13C7" w14:textId="4B9D82C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BC7F" w14:textId="09EDF5C7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B09B7" w14:textId="08FA93BC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06015" w14:textId="10024ED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</w:tr>
      <w:tr w:rsidR="00F85B42" w:rsidRPr="00E11DDC" w14:paraId="29BAC5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CF6B" w14:textId="7421D07B" w:rsidR="00F85B42" w:rsidRPr="00E11DDC" w:rsidRDefault="00B76345" w:rsidP="000D2F8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F85B42" w:rsidRPr="00E11DDC">
              <w:rPr>
                <w:sz w:val="24"/>
                <w:szCs w:val="24"/>
              </w:rPr>
              <w:t>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1F27" w14:textId="1D252CB2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E87F" w14:textId="18D7D595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14FE" w14:textId="2B29800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551B4" w14:textId="72228B80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C42EE" w14:textId="324E955A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6473" w14:textId="43985DA2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2 198,8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6E44" w14:textId="726BECE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4DC0D" w14:textId="52551C76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</w:tr>
      <w:tr w:rsidR="00F85B42" w:rsidRPr="00E11DDC" w14:paraId="41ABC3D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2841" w14:textId="2E104C4D" w:rsidR="00F85B42" w:rsidRPr="00E11DDC" w:rsidRDefault="00B76345" w:rsidP="000D2F83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-р</w:t>
            </w:r>
            <w:r w:rsidR="00F85B42" w:rsidRPr="00E11DDC">
              <w:rPr>
                <w:sz w:val="24"/>
                <w:szCs w:val="24"/>
              </w:rPr>
              <w:t xml:space="preserve">асходы на оплату труда отдельным категориям работников муниципальных учреждений и органов местного </w:t>
            </w:r>
            <w:r w:rsidR="00F85B42" w:rsidRPr="00E11DDC">
              <w:rPr>
                <w:sz w:val="24"/>
                <w:szCs w:val="24"/>
              </w:rPr>
              <w:lastRenderedPageBreak/>
              <w:t>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4391" w14:textId="36306E80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F88E" w14:textId="11724200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2220" w14:textId="675AC021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E47E" w14:textId="1F89B2CB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7875" w14:textId="009CD271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13AC" w14:textId="34449C33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F67EE" w14:textId="5E9D5684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E303" w14:textId="6BC10B98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 0,0</w:t>
            </w:r>
          </w:p>
        </w:tc>
      </w:tr>
      <w:tr w:rsidR="00F44544" w:rsidRPr="00E11DDC" w14:paraId="37FABE4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7342" w14:textId="1D4B02B6" w:rsidR="00F44544" w:rsidRPr="00E11DDC" w:rsidRDefault="00F44544" w:rsidP="00F44544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  <w:r w:rsidRPr="00E705AE">
              <w:rPr>
                <w:sz w:val="24"/>
                <w:szCs w:val="24"/>
              </w:rPr>
              <w:t>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E705AE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AEDA" w14:textId="7B0BE310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AF0B" w14:textId="6730B2F6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2EA3" w14:textId="524E663A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DD96" w14:textId="24B49743" w:rsidR="00F44544" w:rsidRPr="00E11DDC" w:rsidRDefault="00F44544" w:rsidP="00F44544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18A14" w14:textId="3F1BB729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D8C9" w14:textId="59302A22" w:rsidR="00F44544" w:rsidRPr="00F44544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68,4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87B7" w14:textId="38FA25CA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23227" w14:textId="6F889623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4571BD4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DDBE" w14:textId="254E8739" w:rsidR="00F44544" w:rsidRPr="00E11DDC" w:rsidRDefault="00F44544" w:rsidP="00F4454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9951" w14:textId="1212D05B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835B" w14:textId="191861CE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061D" w14:textId="576CE0C5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4806" w14:textId="06F7C39B" w:rsidR="00F44544" w:rsidRPr="00E11DDC" w:rsidRDefault="00F44544" w:rsidP="00F44544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0DE93" w14:textId="6A17C335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A9C9" w14:textId="0A6E5E67" w:rsidR="00F44544" w:rsidRPr="00F44544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68,4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4B93" w14:textId="79C98C10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3227" w14:textId="440F349A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2949619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7F6C" w14:textId="2CA8C769" w:rsidR="00F44544" w:rsidRPr="00E11DDC" w:rsidRDefault="00F44544" w:rsidP="00F4454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02D45" w14:textId="76CFEA21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A481" w14:textId="52C98744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4CD31" w14:textId="18572B0D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0B2F5" w14:textId="631B420D" w:rsidR="00F44544" w:rsidRPr="00E11DDC" w:rsidRDefault="00F44544" w:rsidP="00F44544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38E6" w14:textId="27C1CCA2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8581" w14:textId="6EDA925D" w:rsidR="00F44544" w:rsidRPr="00F44544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68,4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774F" w14:textId="434C4B96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4FC8C" w14:textId="60FC9162" w:rsidR="00F44544" w:rsidRPr="00E11DDC" w:rsidRDefault="00F44544" w:rsidP="00F4454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6827A06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20325" w14:textId="50D42982" w:rsidR="00F44544" w:rsidRPr="00E11DDC" w:rsidRDefault="00F44544" w:rsidP="00F44544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свободное от учебы </w:t>
            </w:r>
            <w:r w:rsidRPr="00E11DDC">
              <w:rPr>
                <w:sz w:val="24"/>
                <w:szCs w:val="24"/>
              </w:rPr>
              <w:lastRenderedPageBreak/>
              <w:t>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971B" w14:textId="2155E13C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B99B" w14:textId="73EBFCD5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13E22" w14:textId="3F4F7F39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7B7C" w14:textId="67D093AF" w:rsidR="00F44544" w:rsidRPr="00E11DDC" w:rsidRDefault="00F44544" w:rsidP="00F44544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3BC7" w14:textId="47BE8295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4BAF" w14:textId="36E3C6EF" w:rsidR="00F44544" w:rsidRPr="00F44544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81,8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9654D" w14:textId="572E3A74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DDA9" w14:textId="23855EFE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1F5214D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04CF" w14:textId="72A45815" w:rsidR="00F44544" w:rsidRPr="00E11DDC" w:rsidRDefault="00F44544" w:rsidP="00F44544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lastRenderedPageBreak/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4E2B" w14:textId="76AE8E57" w:rsidR="00F44544" w:rsidRPr="00E11DDC" w:rsidRDefault="00F44544" w:rsidP="00F44544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A0B7" w14:textId="516495EC" w:rsidR="00F44544" w:rsidRPr="00E11DDC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3ED6" w14:textId="1AD85834" w:rsidR="00F44544" w:rsidRPr="00E11DDC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4D9E" w14:textId="78BC71B8" w:rsidR="00F44544" w:rsidRPr="00E11DDC" w:rsidRDefault="00F44544" w:rsidP="00F44544">
            <w:pPr>
              <w:spacing w:line="250" w:lineRule="exact"/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970E0" w14:textId="70638DD6" w:rsidR="00F44544" w:rsidRPr="00E11DDC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3058" w14:textId="2EE3FCA6" w:rsidR="00F44544" w:rsidRPr="00F44544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81,8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7A2F" w14:textId="01C5FB22" w:rsidR="00F44544" w:rsidRPr="00E11DDC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2B3A" w14:textId="233FF788" w:rsidR="00F44544" w:rsidRPr="00E11DDC" w:rsidRDefault="00F44544" w:rsidP="00F44544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2DE6797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E5A9" w14:textId="36453D75" w:rsidR="00F44544" w:rsidRPr="00E11DDC" w:rsidRDefault="00F44544" w:rsidP="00F44544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3E8A" w14:textId="21978DC1" w:rsidR="00F44544" w:rsidRPr="00E11DDC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0C2C" w14:textId="359F7A6F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DE3D" w14:textId="4228C7B8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6D26" w14:textId="3182BE0E" w:rsidR="00F44544" w:rsidRPr="00E11DDC" w:rsidRDefault="00F44544" w:rsidP="00F44544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24456" w14:textId="7FC1DB40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8EA" w14:textId="3710EF62" w:rsidR="00F44544" w:rsidRPr="00F44544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F44544">
              <w:rPr>
                <w:sz w:val="24"/>
                <w:szCs w:val="24"/>
              </w:rPr>
              <w:t>81,8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1B2E" w14:textId="1350E525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06099" w14:textId="2173711E" w:rsidR="00F44544" w:rsidRPr="00E11DDC" w:rsidRDefault="00F44544" w:rsidP="00F44544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5DE3C3F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6F8B" w14:textId="12F872A9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E4DD" w14:textId="690E05C2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C310" w14:textId="7CB925B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E8F2" w14:textId="65E8250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6653B" w14:textId="15E292FC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4FB0" w14:textId="302D7B8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092C" w14:textId="286F431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8CF1A" w14:textId="4F6CFE8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E47F" w14:textId="236C631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F44544" w:rsidRPr="00E11DDC" w14:paraId="69B7409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9150" w14:textId="1B3F80CB" w:rsidR="00F44544" w:rsidRPr="00F44544" w:rsidRDefault="00F44544" w:rsidP="00A820A9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59B7" w14:textId="59FFC734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AF67" w14:textId="030C91E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0C7CD" w14:textId="1446A4A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E4F5" w14:textId="7527BB63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4A8C" w14:textId="104CCD9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9189" w14:textId="10226D7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102D8" w14:textId="13CDDDE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6FCA5" w14:textId="5BC6837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</w:tr>
      <w:tr w:rsidR="00F44544" w:rsidRPr="00E11DDC" w14:paraId="77D0C4C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614AF" w14:textId="6D76C5E2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5504" w14:textId="448A0D07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5352" w14:textId="07D12E3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349A" w14:textId="7EE5DD1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1BA2E" w14:textId="535F0DFC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0666E" w14:textId="00A86A5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65D34" w14:textId="69AE4DE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8C86" w14:textId="5EF0C4A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DB75" w14:textId="55B4498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</w:tr>
      <w:tr w:rsidR="00F44544" w:rsidRPr="00E11DDC" w14:paraId="06B1D71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93B98" w14:textId="5803833C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E61A" w14:textId="7F229809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298B" w14:textId="21D8A4F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98E2" w14:textId="0F3C3EE4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6D258" w14:textId="1545710B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554F" w14:textId="240E800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7B49" w14:textId="00758F3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77336" w14:textId="3905172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DAB3" w14:textId="13557CD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</w:tr>
      <w:tr w:rsidR="00F44544" w:rsidRPr="00E11DDC" w14:paraId="6658CAD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7EFDA" w14:textId="5B523587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92FB9" w14:textId="6D2F90F2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A885" w14:textId="50E5991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5C7C4" w14:textId="132F876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6EB1" w14:textId="2169ADFE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3086" w14:textId="6E44B89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75AD" w14:textId="51A35BA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5 766,8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1E07" w14:textId="0301340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C484" w14:textId="60358FC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7 579,0</w:t>
            </w:r>
          </w:p>
        </w:tc>
      </w:tr>
      <w:tr w:rsidR="00F44544" w:rsidRPr="00E11DDC" w14:paraId="29797D4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F14C" w14:textId="5D6B9350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F44544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E439" w14:textId="54D88189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430A" w14:textId="1524968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926D" w14:textId="37AF508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377D" w14:textId="5BB0035C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92BA" w14:textId="0A7DB77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394A7" w14:textId="01DA086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5 146,6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AB585" w14:textId="24816E5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8 166,5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71EE" w14:textId="1472394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7 288,9</w:t>
            </w:r>
          </w:p>
        </w:tc>
      </w:tr>
      <w:tr w:rsidR="00F44544" w:rsidRPr="00E11DDC" w14:paraId="006FEC5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7173" w14:textId="13F512CD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F3B7" w14:textId="10EE34B9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6A08" w14:textId="73579F6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77160" w14:textId="038B33C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39C1" w14:textId="0E4CEDA6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7EB2" w14:textId="3845A2D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6DD9" w14:textId="7D0B279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590,1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E8FD" w14:textId="2FFA8F7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EC82" w14:textId="3A5DB5E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290,1</w:t>
            </w:r>
          </w:p>
        </w:tc>
      </w:tr>
      <w:tr w:rsidR="00F44544" w:rsidRPr="00E11DDC" w14:paraId="6481644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9B6FA" w14:textId="6283F787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8FC8" w14:textId="1D69496B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A1FB" w14:textId="70B8308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E81C" w14:textId="652AF1F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506A" w14:textId="3B91E78D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02 8 01 27590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CEF8" w14:textId="676CDCF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DDF7B" w14:textId="3817F5D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30,1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2DED" w14:textId="391332C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B86F" w14:textId="157ED169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E11DDC">
              <w:rPr>
                <w:sz w:val="24"/>
                <w:szCs w:val="24"/>
              </w:rPr>
              <w:t>0,0</w:t>
            </w:r>
          </w:p>
        </w:tc>
      </w:tr>
      <w:tr w:rsidR="00F44544" w:rsidRPr="00E11DDC" w14:paraId="717CFE8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015B" w14:textId="21C82D2A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F864" w14:textId="234DE7A3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09BE" w14:textId="28ED6D84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89C6" w14:textId="378F36B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6345" w14:textId="0C341668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2F19" w14:textId="454C3F2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B48A" w14:textId="4EEC2F3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56 467,0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DF89" w14:textId="55DD50B0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53 808,4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5699" w14:textId="266D50B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56 130,8</w:t>
            </w:r>
          </w:p>
        </w:tc>
      </w:tr>
      <w:tr w:rsidR="00F44544" w:rsidRPr="00E11DDC" w14:paraId="2E8FE8C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F0C0" w14:textId="7AE60FFD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ABB4" w14:textId="7EBC1401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C379" w14:textId="14ECA8A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E3CD" w14:textId="560FDC8C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306C" w14:textId="398CCFAF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904D" w14:textId="6A084AD5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B78E" w14:textId="395FF6A6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3 856,0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3BDC5" w14:textId="3186031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2 257,8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F9B8" w14:textId="7D31597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b/>
                <w:bCs/>
                <w:sz w:val="24"/>
                <w:szCs w:val="24"/>
              </w:rPr>
              <w:t>2 360,4</w:t>
            </w:r>
          </w:p>
        </w:tc>
      </w:tr>
      <w:tr w:rsidR="00F44544" w:rsidRPr="00E11DDC" w14:paraId="3476D79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DBF5" w14:textId="536C14BF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3DE3" w14:textId="54ABF10B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1F49" w14:textId="5903DCF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E39F" w14:textId="044218F4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13C21" w14:textId="76C3F4D8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C9115" w14:textId="5695091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BD54" w14:textId="7172DC7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780,0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0C2B" w14:textId="5E81C5C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A07F" w14:textId="338E6FBD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</w:tr>
      <w:tr w:rsidR="00F44544" w:rsidRPr="00E11DDC" w14:paraId="4198E67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0D43" w14:textId="2E8B871C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C9FD" w14:textId="634B1D51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B21F" w14:textId="3EDA044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9267A" w14:textId="4CE35B0E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00A5" w14:textId="49290F90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38A1D" w14:textId="4746DB3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6203" w14:textId="7A6181D2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780,0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AE102" w14:textId="09BE3F2B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F459" w14:textId="6289FB0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</w:tr>
      <w:tr w:rsidR="00F44544" w:rsidRPr="00E11DDC" w14:paraId="4707585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0A15" w14:textId="0455510F" w:rsidR="00F44544" w:rsidRPr="00F44544" w:rsidRDefault="00F44544" w:rsidP="00F44544">
            <w:pPr>
              <w:ind w:firstLine="0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7A5B" w14:textId="53B0A2F6" w:rsidR="00F44544" w:rsidRPr="00F44544" w:rsidRDefault="00F44544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CDC5" w14:textId="7D0E595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012A" w14:textId="2A865A63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992C" w14:textId="7F46647F" w:rsidR="00F44544" w:rsidRPr="00F44544" w:rsidRDefault="00F44544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22EC" w14:textId="4A8A68DA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8DD5" w14:textId="62714F41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780,0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0CC8B" w14:textId="2FFA6487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B1C3" w14:textId="33EF68CF" w:rsidR="00F44544" w:rsidRPr="00F44544" w:rsidRDefault="00F44544" w:rsidP="00F44544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</w:tr>
      <w:tr w:rsidR="00484623" w:rsidRPr="00E11DDC" w14:paraId="34F5CE2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EA89" w14:textId="7292FD89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42DD" w14:textId="3A689ED8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401DD" w14:textId="2E53C9E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2C23" w14:textId="5F766E40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2509" w14:textId="5D706F54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C0CE" w14:textId="3D6BE0C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88676" w14:textId="401985B1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B3ECD" w14:textId="78C4111E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0175" w14:textId="14D19879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</w:tr>
      <w:tr w:rsidR="00484623" w:rsidRPr="00E11DDC" w14:paraId="300625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38B08" w14:textId="6E9BF8E7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9A752" w14:textId="5AA29863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C078" w14:textId="120F4438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8809B" w14:textId="6EB8C8D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78F3" w14:textId="41FD0E22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ED66C" w14:textId="24141348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4C666" w14:textId="2E2AA095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16BE" w14:textId="47D31513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28C8" w14:textId="07DC5FCF" w:rsidR="00484623" w:rsidRPr="00F44544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F44544">
              <w:rPr>
                <w:sz w:val="24"/>
                <w:szCs w:val="24"/>
              </w:rPr>
              <w:t>0,0</w:t>
            </w:r>
          </w:p>
        </w:tc>
      </w:tr>
      <w:tr w:rsidR="00484623" w:rsidRPr="00E11DDC" w14:paraId="4C24FD7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E7E3" w14:textId="5017EFEC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BF271" w14:textId="4DB51201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A003" w14:textId="01B86A78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4717" w14:textId="1AD9284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F1971" w14:textId="17EC0059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E6F4" w14:textId="53D60FC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15D9" w14:textId="7666DFA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913,2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25A9" w14:textId="639FCCA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9997" w14:textId="047C318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963,2</w:t>
            </w:r>
          </w:p>
        </w:tc>
      </w:tr>
      <w:tr w:rsidR="00484623" w:rsidRPr="00E11DDC" w14:paraId="4F0DAEC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BB31" w14:textId="6E3CB86F" w:rsidR="00484623" w:rsidRPr="00484623" w:rsidRDefault="00484623" w:rsidP="00A820A9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 xml:space="preserve">Муниципальная программа «Развитие культуры Балахнинского муниципального округа </w:t>
            </w:r>
            <w:r w:rsidRPr="00484623">
              <w:rPr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F7F4" w14:textId="368093CB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2B7A" w14:textId="027B34D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BE03" w14:textId="4BA7E737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B58FF" w14:textId="035E01A9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21BA8" w14:textId="48725F00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E0E3" w14:textId="2B84438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913,2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2AAC" w14:textId="0C209E0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E9E4" w14:textId="5A5BBE59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963,2</w:t>
            </w:r>
          </w:p>
        </w:tc>
      </w:tr>
      <w:tr w:rsidR="00484623" w:rsidRPr="00E11DDC" w14:paraId="32B8862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64DFF" w14:textId="66B35C16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lastRenderedPageBreak/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23B4" w14:textId="7DB2AE01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71BA" w14:textId="0CDC09C7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D564" w14:textId="706FE1C5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61F4" w14:textId="0F35318A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949A" w14:textId="06BA2F10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8BF2" w14:textId="0CA2389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913,2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9F01" w14:textId="46610385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BA5E9" w14:textId="12D0CDE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963,2</w:t>
            </w:r>
          </w:p>
        </w:tc>
      </w:tr>
      <w:tr w:rsidR="00484623" w:rsidRPr="00E11DDC" w14:paraId="44943FA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6A2F" w14:textId="7C976C52" w:rsidR="00484623" w:rsidRPr="00484623" w:rsidRDefault="00484623" w:rsidP="00A820A9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664F" w14:textId="4ACA65B5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F1B8" w14:textId="3A97E5D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1CDA1" w14:textId="705A2C6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4C4A" w14:textId="4E66FC9B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291" w14:textId="5FF5AA5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9CCA" w14:textId="6F78B0F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7E299" w14:textId="0429286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F308" w14:textId="3A00C8D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</w:tr>
      <w:tr w:rsidR="00484623" w:rsidRPr="00E11DDC" w14:paraId="019EC3A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3AB9" w14:textId="6E9491E3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87623" w14:textId="51ACA8A5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1FFE" w14:textId="22F3A7F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D0FBE" w14:textId="7880A1C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B5E7" w14:textId="79CB1559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3C81" w14:textId="7EFEF13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F5AF" w14:textId="4B24F75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305B9" w14:textId="64323A7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F9188" w14:textId="75F8FFD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</w:tr>
      <w:tr w:rsidR="00484623" w:rsidRPr="00E11DDC" w14:paraId="6E2907E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C9AB" w14:textId="1294B42D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8EB2" w14:textId="0447A8DB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2559" w14:textId="7F0118D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8346" w14:textId="682238E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FA42" w14:textId="03ED150A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8A0C" w14:textId="394CD96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3C08F" w14:textId="64FBDE09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258,2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EEB64" w14:textId="2D81F3A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3312" w14:textId="6D6C6B0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403,2</w:t>
            </w:r>
          </w:p>
        </w:tc>
      </w:tr>
      <w:tr w:rsidR="00484623" w:rsidRPr="00E11DDC" w14:paraId="75F672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0045" w14:textId="543E1EA9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3819" w14:textId="4C258970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F989" w14:textId="07A17E8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F088" w14:textId="598078D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8399" w14:textId="30A85128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5787" w14:textId="443E33D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B2CE" w14:textId="73541D2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5DBA" w14:textId="7CEF40F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A10E" w14:textId="019D832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560,0</w:t>
            </w:r>
          </w:p>
        </w:tc>
      </w:tr>
      <w:tr w:rsidR="00484623" w:rsidRPr="00E11DDC" w14:paraId="5B6CDDE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A39A" w14:textId="21577D73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7F2BB" w14:textId="57166A26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DB16" w14:textId="6F227F0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C84BB" w14:textId="196F4DEA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B414" w14:textId="5E0CC9EC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53B4F" w14:textId="2BAB3A4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0995" w14:textId="12BC52A5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988B2" w14:textId="5DBB4C9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0043" w14:textId="75775C7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560,0</w:t>
            </w:r>
          </w:p>
        </w:tc>
      </w:tr>
      <w:tr w:rsidR="00484623" w:rsidRPr="00E11DDC" w14:paraId="7F7FC44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153E" w14:textId="5995B887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0EC2C" w14:textId="4E69F11B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4F8A" w14:textId="061A911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4F34" w14:textId="443C6ECD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C5135" w14:textId="5D7393B3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5DDB" w14:textId="35F6231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18136" w14:textId="5230887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6 011,0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C89E" w14:textId="2AEFFAD3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FA44" w14:textId="53762FF7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484623" w:rsidRPr="00E11DDC" w14:paraId="27C9DD6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50A6" w14:textId="3EAC8311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8CBCB" w14:textId="515380A9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FC45" w14:textId="08FEA81A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AE86" w14:textId="2C83A0E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3FAC8" w14:textId="50C14F68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BC06" w14:textId="2310222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0534" w14:textId="781B0339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6 011,0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E5941" w14:textId="3F57A28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09C1" w14:textId="2002385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484623" w:rsidRPr="00E11DDC" w14:paraId="57B1BDA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CEFC" w14:textId="3CFBC036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7CE7" w14:textId="0B7BA3CC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7E5C" w14:textId="09CD3F7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68476" w14:textId="22097F4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47237" w14:textId="616534C3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8F88" w14:textId="02A618DA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2F4B" w14:textId="1038E0D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6 011,0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36BF" w14:textId="711558A9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29CF" w14:textId="5AF74813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6 225,2</w:t>
            </w:r>
          </w:p>
        </w:tc>
      </w:tr>
      <w:tr w:rsidR="00484623" w:rsidRPr="00E11DDC" w14:paraId="1221927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304C" w14:textId="391407E9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7B205" w14:textId="214778C4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3E8F" w14:textId="657BF076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DE80" w14:textId="5EC4CD4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9337" w14:textId="3F0545DD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58019" w14:textId="4855F3E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F93B" w14:textId="5B94E455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6 011,0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8FE1C" w14:textId="7A086C23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626C" w14:textId="3029840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6 225,2</w:t>
            </w:r>
          </w:p>
        </w:tc>
      </w:tr>
      <w:tr w:rsidR="00484623" w:rsidRPr="00E11DDC" w14:paraId="49D4015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52F2" w14:textId="082705D1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CCEE" w14:textId="0719B565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9716" w14:textId="7622DCF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EB8D" w14:textId="328321E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C61C8" w14:textId="6BB79937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FC2B" w14:textId="7D7DC312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AE2D" w14:textId="204E7EAB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C2CC" w14:textId="7E5E2FD9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CECC4" w14:textId="7E5E8DD7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</w:tr>
      <w:tr w:rsidR="00484623" w:rsidRPr="00E11DDC" w14:paraId="4E9BF3E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1683" w14:textId="5CB17F8D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lastRenderedPageBreak/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7024" w14:textId="00509646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BD2AC" w14:textId="154797C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CFCD" w14:textId="76972A9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B19A" w14:textId="204B1AD6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61BF" w14:textId="7C514DFE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F85" w14:textId="0C74749C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110B4" w14:textId="6AAA2FC1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BCDB" w14:textId="1DF6E9F7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</w:tr>
      <w:tr w:rsidR="00484623" w:rsidRPr="00E11DDC" w14:paraId="492CDEC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BBCE" w14:textId="562A09B3" w:rsidR="00484623" w:rsidRPr="00484623" w:rsidRDefault="00484623" w:rsidP="00484623">
            <w:pPr>
              <w:ind w:firstLine="0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A91A" w14:textId="2EA1B6D7" w:rsidR="00484623" w:rsidRPr="00484623" w:rsidRDefault="00484623" w:rsidP="0048462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0710" w14:textId="44B40D1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BC8A2" w14:textId="4A667F5F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9DD4" w14:textId="593147D0" w:rsidR="00484623" w:rsidRPr="00484623" w:rsidRDefault="00484623" w:rsidP="00484623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C9F2" w14:textId="529CCA68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338A" w14:textId="247A5CF5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FAD1" w14:textId="054CEDA3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FAEB" w14:textId="73453664" w:rsidR="00484623" w:rsidRPr="00484623" w:rsidRDefault="00484623" w:rsidP="00484623">
            <w:pPr>
              <w:ind w:firstLine="0"/>
              <w:jc w:val="center"/>
              <w:rPr>
                <w:sz w:val="24"/>
                <w:szCs w:val="24"/>
              </w:rPr>
            </w:pPr>
            <w:r w:rsidRPr="00484623">
              <w:rPr>
                <w:sz w:val="24"/>
                <w:szCs w:val="24"/>
              </w:rPr>
              <w:t>318,2</w:t>
            </w:r>
          </w:p>
        </w:tc>
      </w:tr>
      <w:tr w:rsidR="00484623" w:rsidRPr="00E11DDC" w14:paraId="5820E5C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C7EB" w14:textId="77777777" w:rsidR="00484623" w:rsidRPr="00F44544" w:rsidRDefault="00484623" w:rsidP="00F4454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68BA" w14:textId="77777777" w:rsidR="00484623" w:rsidRPr="00F44544" w:rsidRDefault="00484623" w:rsidP="00F44544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B5FB1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E503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8A85" w14:textId="77777777" w:rsidR="00484623" w:rsidRPr="00F44544" w:rsidRDefault="00484623" w:rsidP="00F44544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6CF7A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803F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AD5B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45F1" w14:textId="77777777" w:rsidR="00484623" w:rsidRPr="00F44544" w:rsidRDefault="00484623" w:rsidP="00F4454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85B42" w:rsidRPr="00E11DDC" w14:paraId="5F55595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9B2E" w14:textId="1B5806CD" w:rsidR="00F85B42" w:rsidRPr="00E11DDC" w:rsidRDefault="00F85B42" w:rsidP="000D2F83">
            <w:pPr>
              <w:ind w:right="-108"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области,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2DB2" w14:textId="1B09A1D2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2D46B" w14:textId="5B91A35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BCAD" w14:textId="7D35422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0E58" w14:textId="7F38FAA2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031C" w14:textId="47F418E7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2B68" w14:textId="2BEA2213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ED47" w14:textId="5029EDD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94FB" w14:textId="73975BFA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85B42" w:rsidRPr="00E11DDC" w14:paraId="376B01C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5279" w14:textId="7A6C4017" w:rsidR="00F85B42" w:rsidRPr="00E11DDC" w:rsidRDefault="00F85B42" w:rsidP="000D2F83">
            <w:pPr>
              <w:ind w:right="-108"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D84E" w14:textId="77D530EA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F4D6" w14:textId="27BC725C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A10A" w14:textId="037C0699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7DAAA" w14:textId="4815C086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AA62" w14:textId="05879D37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170C2" w14:textId="10B0691B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7F52" w14:textId="5ABCD7D8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3326" w14:textId="19B16BAA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85B42" w:rsidRPr="00E11DDC" w14:paraId="4B17552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52B7" w14:textId="3EA6F3DD" w:rsidR="00F85B42" w:rsidRPr="00E11DDC" w:rsidRDefault="00F85B42" w:rsidP="000D2F83">
            <w:pPr>
              <w:ind w:right="-108"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F007" w14:textId="48C281A9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0333" w14:textId="0BEE2D5D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1A062" w14:textId="4B4EF60B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95CF" w14:textId="2F41D2BF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079C" w14:textId="0B3EBF8F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2A43E" w14:textId="467C0557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BDAF" w14:textId="1EE5B75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0B046" w14:textId="6DB8660A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85B42" w:rsidRPr="00E11DDC" w14:paraId="39E9574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9BBD0" w14:textId="01478015" w:rsidR="00F85B42" w:rsidRPr="00E11DDC" w:rsidRDefault="00F85B42" w:rsidP="00F85B42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F8D3" w14:textId="68F50596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47D75" w14:textId="161F01CD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E44C" w14:textId="3E94D978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F593" w14:textId="6F67B76E" w:rsidR="00F85B42" w:rsidRPr="00E11DDC" w:rsidRDefault="00F85B42" w:rsidP="00F85B42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EA8F" w14:textId="78F4EF98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47D8" w14:textId="562F861E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DF6C" w14:textId="783909BB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DD51" w14:textId="3F374D29" w:rsidR="00F85B42" w:rsidRPr="00E11DDC" w:rsidRDefault="00F85B42" w:rsidP="00F85B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</w:tr>
      <w:tr w:rsidR="00F85B42" w:rsidRPr="00E11DDC" w14:paraId="704405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5F32B" w14:textId="67988524" w:rsidR="00F85B42" w:rsidRPr="00E11DDC" w:rsidRDefault="00F85B42" w:rsidP="00F85B42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E9131" w14:textId="1AE4397D" w:rsidR="00F85B42" w:rsidRPr="00E11DDC" w:rsidRDefault="00F85B42" w:rsidP="00F85B42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ACBD" w14:textId="5320EE98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A161" w14:textId="316E1004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F476" w14:textId="66693847" w:rsidR="00F85B42" w:rsidRPr="00E11DDC" w:rsidRDefault="00F85B42" w:rsidP="00F85B42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0DD6" w14:textId="6DA0D8ED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A2B6" w14:textId="4797EC0B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2DD08" w14:textId="2A474D25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6F98" w14:textId="0C67548B" w:rsidR="00F85B42" w:rsidRPr="00E11DDC" w:rsidRDefault="00F85B42" w:rsidP="00F85B42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</w:tr>
      <w:tr w:rsidR="00F85B42" w:rsidRPr="00E11DDC" w14:paraId="5ACEEE9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971D" w14:textId="4EAEF3D5" w:rsidR="00F85B42" w:rsidRPr="00E11DDC" w:rsidRDefault="00F85B42" w:rsidP="00F85B4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366F" w14:textId="407E3CC3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26C0" w14:textId="5EE1806D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7946" w14:textId="0C08BDFA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776D" w14:textId="466CD445" w:rsidR="00F85B42" w:rsidRPr="00E11DDC" w:rsidRDefault="00F85B42" w:rsidP="00F85B4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7A53" w14:textId="58183A99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8105" w14:textId="732312A3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6 122,9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15F80" w14:textId="238EF59F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A4AB" w14:textId="3E7198B9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5 495,5</w:t>
            </w:r>
          </w:p>
        </w:tc>
      </w:tr>
      <w:tr w:rsidR="00F85B42" w:rsidRPr="00E11DDC" w14:paraId="2DFC13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FE3A" w14:textId="348CF020" w:rsidR="00F85B42" w:rsidRPr="00E11DDC" w:rsidRDefault="00F85B42" w:rsidP="00F85B4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D0D6" w14:textId="45EDE233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6C73" w14:textId="6DDB538A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C2EEE" w14:textId="1220C827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07F3" w14:textId="0EAB2CC1" w:rsidR="00F85B42" w:rsidRPr="00E11DDC" w:rsidRDefault="00F85B42" w:rsidP="00F85B4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DB8D" w14:textId="57E09E83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802C" w14:textId="4885A76A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3 </w:t>
            </w:r>
            <w:r w:rsidR="00121E77">
              <w:rPr>
                <w:sz w:val="24"/>
                <w:szCs w:val="24"/>
              </w:rPr>
              <w:t>649</w:t>
            </w:r>
            <w:r w:rsidRPr="00E11DDC">
              <w:rPr>
                <w:sz w:val="24"/>
                <w:szCs w:val="24"/>
              </w:rPr>
              <w:t>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EA8E" w14:textId="49938DB7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3 282,8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29DF" w14:textId="3CB07967" w:rsidR="00F85B42" w:rsidRPr="00E11DDC" w:rsidRDefault="00F85B42" w:rsidP="00F85B4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3 282,8</w:t>
            </w:r>
          </w:p>
        </w:tc>
      </w:tr>
      <w:tr w:rsidR="00F85B42" w:rsidRPr="00E11DDC" w14:paraId="15DB9E5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690E" w14:textId="5F2DDC7B" w:rsidR="00F85B42" w:rsidRPr="00E11DDC" w:rsidRDefault="00F85B42" w:rsidP="00F85B42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11DDC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61D2C" w14:textId="520BA4CE" w:rsidR="00F85B42" w:rsidRPr="00E11DDC" w:rsidRDefault="00F85B42" w:rsidP="00F85B4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E7B8" w14:textId="59337575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B434E" w14:textId="262DE571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C96D" w14:textId="49C7F505" w:rsidR="00F85B42" w:rsidRPr="00E11DDC" w:rsidRDefault="00F85B42" w:rsidP="00F85B42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91604" w14:textId="170F99E9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72DE" w14:textId="2F4E1234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 xml:space="preserve">3 </w:t>
            </w:r>
            <w:r w:rsidR="00121E77">
              <w:rPr>
                <w:sz w:val="24"/>
                <w:szCs w:val="24"/>
              </w:rPr>
              <w:t>037</w:t>
            </w:r>
            <w:r w:rsidRPr="00E11DDC">
              <w:rPr>
                <w:sz w:val="24"/>
                <w:szCs w:val="24"/>
              </w:rPr>
              <w:t>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7934" w14:textId="5ADB60E5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8F77" w14:textId="2D21082F" w:rsidR="00F85B42" w:rsidRPr="00E11DDC" w:rsidRDefault="00F85B42" w:rsidP="00F85B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DDC">
              <w:rPr>
                <w:sz w:val="24"/>
                <w:szCs w:val="24"/>
              </w:rPr>
              <w:t>2 978,7</w:t>
            </w:r>
          </w:p>
        </w:tc>
      </w:tr>
      <w:tr w:rsidR="00121E77" w:rsidRPr="00E11DDC" w14:paraId="4B40252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7B7A" w14:textId="74C5C20C" w:rsidR="00121E77" w:rsidRPr="00121E77" w:rsidRDefault="00121E77" w:rsidP="00121E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lastRenderedPageBreak/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CD09" w14:textId="77777777" w:rsidR="00121E77" w:rsidRPr="00E11DDC" w:rsidRDefault="00121E77" w:rsidP="00121E7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CAAD" w14:textId="597D0551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4B15" w14:textId="2C41E558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A1E66" w14:textId="7708308A" w:rsidR="00121E77" w:rsidRPr="00121E77" w:rsidRDefault="00121E77" w:rsidP="00121E7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0A9E" w14:textId="103B1A98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27E5" w14:textId="5B13E5B9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2 473,7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1D29" w14:textId="2560D355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84BD" w14:textId="0E9837A7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2 212,7</w:t>
            </w:r>
          </w:p>
        </w:tc>
      </w:tr>
      <w:tr w:rsidR="00121E77" w:rsidRPr="00E11DDC" w14:paraId="7151306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E074" w14:textId="61B22990" w:rsidR="00121E77" w:rsidRPr="00121E77" w:rsidRDefault="00121E77" w:rsidP="00121E7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9DC7" w14:textId="77777777" w:rsidR="00121E77" w:rsidRPr="00E11DDC" w:rsidRDefault="00121E77" w:rsidP="00121E7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BAC0" w14:textId="4677E175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64152" w14:textId="00110DBD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E45E" w14:textId="2948C309" w:rsidR="00121E77" w:rsidRPr="00121E77" w:rsidRDefault="00121E77" w:rsidP="00121E7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D479" w14:textId="676EECA9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F621" w14:textId="009BB7FF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2 473,7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73778" w14:textId="70EE5932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A427" w14:textId="02E0CFC6" w:rsidR="00121E77" w:rsidRPr="00121E77" w:rsidRDefault="00121E77" w:rsidP="00121E7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1E77">
              <w:rPr>
                <w:sz w:val="24"/>
                <w:szCs w:val="24"/>
              </w:rPr>
              <w:t>2 212,7</w:t>
            </w:r>
          </w:p>
        </w:tc>
      </w:tr>
      <w:tr w:rsidR="00C0135E" w:rsidRPr="00E11DDC" w14:paraId="44740F3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856C" w14:textId="77777777" w:rsidR="00C0135E" w:rsidRPr="00E11DDC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A5474" w14:textId="77777777" w:rsidR="00C0135E" w:rsidRPr="00E11DDC" w:rsidRDefault="00C0135E" w:rsidP="00EC651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C645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46FE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56EA" w14:textId="77777777" w:rsidR="00C0135E" w:rsidRPr="00E11DDC" w:rsidRDefault="00C0135E" w:rsidP="00EC651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2446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88665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898FF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5357" w14:textId="77777777" w:rsidR="00C0135E" w:rsidRPr="00E11DD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84623" w:rsidRPr="00E11DDC" w14:paraId="14AC09FE" w14:textId="77777777" w:rsidTr="00B44E0E">
        <w:trPr>
          <w:trHeight w:hRule="exact" w:val="397"/>
        </w:trPr>
        <w:tc>
          <w:tcPr>
            <w:tcW w:w="2552" w:type="dxa"/>
            <w:vAlign w:val="bottom"/>
          </w:tcPr>
          <w:p w14:paraId="337980CF" w14:textId="77777777" w:rsidR="00484623" w:rsidRPr="00E11DDC" w:rsidRDefault="00484623" w:rsidP="0048462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11D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574F6362" w14:textId="77777777" w:rsidR="00484623" w:rsidRPr="00E11DDC" w:rsidRDefault="00484623" w:rsidP="0048462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BA48CCE" w14:textId="77777777" w:rsidR="00484623" w:rsidRPr="00E11DDC" w:rsidRDefault="00484623" w:rsidP="0048462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2BA8B63" w14:textId="77777777" w:rsidR="00484623" w:rsidRPr="00E11DDC" w:rsidRDefault="00484623" w:rsidP="0048462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982128F" w14:textId="77777777" w:rsidR="00484623" w:rsidRPr="00E11DDC" w:rsidRDefault="00484623" w:rsidP="0048462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E0EB744" w14:textId="77777777" w:rsidR="00484623" w:rsidRPr="00E11DDC" w:rsidRDefault="00484623" w:rsidP="0048462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71D7" w14:textId="36E07957" w:rsidR="00484623" w:rsidRPr="00484623" w:rsidRDefault="00484623" w:rsidP="0048462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484623">
              <w:rPr>
                <w:b/>
                <w:bCs/>
                <w:sz w:val="24"/>
                <w:szCs w:val="24"/>
              </w:rPr>
              <w:t>2 493 809,0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F92E" w14:textId="5E19A9A2" w:rsidR="00484623" w:rsidRPr="00484623" w:rsidRDefault="00484623" w:rsidP="0048462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484623">
              <w:rPr>
                <w:b/>
                <w:bCs/>
                <w:sz w:val="24"/>
                <w:szCs w:val="24"/>
              </w:rPr>
              <w:t>2 071 179,1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43CC5" w14:textId="6734731D" w:rsidR="00484623" w:rsidRPr="00484623" w:rsidRDefault="00484623" w:rsidP="0048462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484623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27080022" w14:textId="77777777" w:rsidR="00C0135E" w:rsidRPr="00F97D5E" w:rsidRDefault="00C0135E" w:rsidP="00C0135E">
      <w:pPr>
        <w:pStyle w:val="ConsPlusNormal"/>
        <w:ind w:firstLine="540"/>
        <w:jc w:val="both"/>
        <w:rPr>
          <w:color w:val="FF0000"/>
          <w:highlight w:val="yellow"/>
        </w:rPr>
      </w:pPr>
    </w:p>
    <w:p w14:paraId="78F9EE4B" w14:textId="77777777" w:rsidR="00C0135E" w:rsidRPr="00336B3C" w:rsidRDefault="00C0135E" w:rsidP="00C0135E">
      <w:pPr>
        <w:ind w:firstLine="709"/>
        <w:jc w:val="both"/>
        <w:rPr>
          <w:color w:val="000000"/>
          <w:szCs w:val="28"/>
        </w:rPr>
      </w:pPr>
      <w:r w:rsidRPr="00336B3C">
        <w:rPr>
          <w:color w:val="000000"/>
          <w:szCs w:val="28"/>
        </w:rPr>
        <w:t>1.</w:t>
      </w:r>
      <w:r w:rsidR="0081745B" w:rsidRPr="00336B3C">
        <w:rPr>
          <w:color w:val="000000"/>
          <w:szCs w:val="28"/>
        </w:rPr>
        <w:t>8</w:t>
      </w:r>
      <w:r w:rsidRPr="00336B3C">
        <w:rPr>
          <w:color w:val="000000"/>
          <w:szCs w:val="28"/>
        </w:rPr>
        <w:t>. в приложении 7:</w:t>
      </w:r>
    </w:p>
    <w:p w14:paraId="27379A33" w14:textId="77777777" w:rsidR="00AD1141" w:rsidRPr="00336B3C" w:rsidRDefault="00AD1141" w:rsidP="00C0135E">
      <w:pPr>
        <w:ind w:firstLine="709"/>
        <w:jc w:val="both"/>
        <w:rPr>
          <w:color w:val="000000"/>
          <w:szCs w:val="28"/>
        </w:rPr>
      </w:pPr>
    </w:p>
    <w:tbl>
      <w:tblPr>
        <w:tblW w:w="10250" w:type="dxa"/>
        <w:jc w:val="right"/>
        <w:tblLayout w:type="fixed"/>
        <w:tblLook w:val="04A0" w:firstRow="1" w:lastRow="0" w:firstColumn="1" w:lastColumn="0" w:noHBand="0" w:noVBand="1"/>
      </w:tblPr>
      <w:tblGrid>
        <w:gridCol w:w="4472"/>
        <w:gridCol w:w="788"/>
        <w:gridCol w:w="851"/>
        <w:gridCol w:w="1417"/>
        <w:gridCol w:w="1418"/>
        <w:gridCol w:w="1304"/>
      </w:tblGrid>
      <w:tr w:rsidR="00C0135E" w:rsidRPr="00336B3C" w14:paraId="2B4B903D" w14:textId="77777777" w:rsidTr="00EC6513">
        <w:trPr>
          <w:trHeight w:val="255"/>
          <w:jc w:val="right"/>
        </w:trPr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602F" w14:textId="77777777" w:rsidR="00C0135E" w:rsidRPr="00336B3C" w:rsidRDefault="00C0135E" w:rsidP="00EC65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B3C1" w14:textId="77777777" w:rsidR="00C0135E" w:rsidRPr="00336B3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D44B" w14:textId="77777777" w:rsidR="00C0135E" w:rsidRPr="00336B3C" w:rsidRDefault="00C0135E" w:rsidP="00EC6513">
            <w:pPr>
              <w:ind w:firstLine="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31A3" w14:textId="77777777" w:rsidR="00C0135E" w:rsidRPr="00336B3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25BC" w14:textId="77777777" w:rsidR="00C0135E" w:rsidRPr="00336B3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C0135E" w:rsidRPr="00336B3C" w14:paraId="105DDA08" w14:textId="77777777" w:rsidTr="00EC6513">
        <w:trPr>
          <w:trHeight w:val="910"/>
          <w:jc w:val="right"/>
        </w:trPr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4037" w14:textId="77777777" w:rsidR="00C0135E" w:rsidRPr="00336B3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3F77" w14:textId="77777777" w:rsidR="00C0135E" w:rsidRPr="00336B3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AEFE" w14:textId="77777777" w:rsidR="00C0135E" w:rsidRPr="00336B3C" w:rsidRDefault="00C0135E" w:rsidP="00EC6513">
            <w:pPr>
              <w:ind w:firstLine="3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1C5E" w14:textId="77777777" w:rsidR="00C0135E" w:rsidRPr="00336B3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10AD" w14:textId="77777777" w:rsidR="00C0135E" w:rsidRPr="00336B3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7E1D" w14:textId="77777777" w:rsidR="00C0135E" w:rsidRPr="00336B3C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6B3C" w:rsidRPr="009B33B8" w14:paraId="017E9B6E" w14:textId="77777777" w:rsidTr="00410837">
        <w:trPr>
          <w:trHeight w:hRule="exact" w:val="31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20EC" w14:textId="77777777" w:rsidR="00336B3C" w:rsidRPr="00336B3C" w:rsidRDefault="00336B3C" w:rsidP="00336B3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5EA88" w14:textId="77777777" w:rsidR="00336B3C" w:rsidRPr="00336B3C" w:rsidRDefault="00336B3C" w:rsidP="00336B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335C" w14:textId="77777777" w:rsidR="00336B3C" w:rsidRPr="00336B3C" w:rsidRDefault="00336B3C" w:rsidP="00336B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5FCA2" w14:textId="366127C8" w:rsidR="00336B3C" w:rsidRPr="00336B3C" w:rsidRDefault="00336B3C" w:rsidP="00336B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sz w:val="24"/>
                <w:szCs w:val="24"/>
              </w:rPr>
              <w:t>188 390,1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398CC6" w14:textId="582C56FB" w:rsidR="00336B3C" w:rsidRPr="00336B3C" w:rsidRDefault="00336B3C" w:rsidP="00336B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sz w:val="24"/>
                <w:szCs w:val="24"/>
              </w:rPr>
              <w:t>175 973,9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A4B10" w14:textId="1EA48774" w:rsidR="00336B3C" w:rsidRPr="00336B3C" w:rsidRDefault="00336B3C" w:rsidP="00336B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6B3C">
              <w:rPr>
                <w:b/>
                <w:bCs/>
                <w:sz w:val="24"/>
                <w:szCs w:val="24"/>
              </w:rPr>
              <w:t>180 825,6</w:t>
            </w:r>
          </w:p>
        </w:tc>
      </w:tr>
      <w:tr w:rsidR="00336B3C" w:rsidRPr="009B33B8" w14:paraId="0C9A1EB1" w14:textId="77777777" w:rsidTr="00623004">
        <w:trPr>
          <w:trHeight w:hRule="exact" w:val="118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6B10" w14:textId="5823882A" w:rsidR="00336B3C" w:rsidRPr="009B33B8" w:rsidRDefault="00336B3C" w:rsidP="00A820A9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336B3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077F" w14:textId="5CBCA7CC" w:rsidR="00336B3C" w:rsidRPr="00336B3C" w:rsidRDefault="00336B3C" w:rsidP="00336B3C">
            <w:pPr>
              <w:ind w:firstLine="0"/>
              <w:jc w:val="center"/>
              <w:rPr>
                <w:sz w:val="24"/>
                <w:szCs w:val="24"/>
              </w:rPr>
            </w:pPr>
            <w:r w:rsidRPr="00336B3C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64E" w14:textId="1CD5D35B" w:rsidR="00336B3C" w:rsidRPr="00336B3C" w:rsidRDefault="00336B3C" w:rsidP="00336B3C">
            <w:pPr>
              <w:ind w:firstLine="0"/>
              <w:jc w:val="center"/>
              <w:rPr>
                <w:sz w:val="24"/>
                <w:szCs w:val="24"/>
              </w:rPr>
            </w:pPr>
            <w:r w:rsidRPr="00336B3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D18C8" w14:textId="76F4D12D" w:rsidR="00336B3C" w:rsidRPr="004C53CA" w:rsidRDefault="00336B3C" w:rsidP="00336B3C">
            <w:pPr>
              <w:ind w:firstLine="0"/>
              <w:jc w:val="center"/>
              <w:rPr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2 655,1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C7E35" w14:textId="2909B55E" w:rsidR="00336B3C" w:rsidRPr="004C53CA" w:rsidRDefault="00336B3C" w:rsidP="00336B3C">
            <w:pPr>
              <w:ind w:firstLine="0"/>
              <w:jc w:val="center"/>
              <w:rPr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1 978,1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29F68" w14:textId="747FA11A" w:rsidR="00336B3C" w:rsidRPr="004C53CA" w:rsidRDefault="00336B3C" w:rsidP="00336B3C">
            <w:pPr>
              <w:ind w:firstLine="0"/>
              <w:jc w:val="center"/>
              <w:rPr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1 978,1</w:t>
            </w:r>
          </w:p>
        </w:tc>
      </w:tr>
      <w:tr w:rsidR="00336B3C" w:rsidRPr="009B33B8" w14:paraId="243FCB8F" w14:textId="77777777" w:rsidTr="00000F20">
        <w:trPr>
          <w:trHeight w:hRule="exact" w:val="140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6CC0" w14:textId="0BCC440E" w:rsidR="00336B3C" w:rsidRPr="00336B3C" w:rsidRDefault="00336B3C" w:rsidP="00336B3C">
            <w:pPr>
              <w:ind w:right="-108" w:firstLine="0"/>
              <w:rPr>
                <w:bCs/>
                <w:color w:val="000000"/>
                <w:sz w:val="24"/>
                <w:szCs w:val="24"/>
              </w:rPr>
            </w:pPr>
            <w:r w:rsidRPr="00336B3C">
              <w:rPr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1FEE2" w14:textId="182A8EC9" w:rsidR="00336B3C" w:rsidRPr="00336B3C" w:rsidRDefault="00336B3C" w:rsidP="00336B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36B3C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BF027" w14:textId="33B461E7" w:rsidR="00336B3C" w:rsidRPr="00336B3C" w:rsidRDefault="00336B3C" w:rsidP="00336B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36B3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8F006" w14:textId="21B7182B" w:rsidR="00336B3C" w:rsidRPr="004C53CA" w:rsidRDefault="00336B3C" w:rsidP="00336B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10 093,8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CC038" w14:textId="5A1BCA4A" w:rsidR="00336B3C" w:rsidRPr="004C53CA" w:rsidRDefault="00336B3C" w:rsidP="00336B3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C53CA">
              <w:rPr>
                <w:sz w:val="24"/>
                <w:szCs w:val="24"/>
              </w:rPr>
              <w:t>9 324,8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6D3FF" w14:textId="7DAD0F80" w:rsidR="00336B3C" w:rsidRPr="004C53CA" w:rsidRDefault="00336B3C" w:rsidP="00336B3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C53CA">
              <w:rPr>
                <w:sz w:val="24"/>
                <w:szCs w:val="24"/>
              </w:rPr>
              <w:t>9 324,8</w:t>
            </w:r>
          </w:p>
        </w:tc>
      </w:tr>
      <w:tr w:rsidR="004C53CA" w:rsidRPr="009B33B8" w14:paraId="5831E7CE" w14:textId="77777777" w:rsidTr="00623004">
        <w:trPr>
          <w:trHeight w:hRule="exact" w:val="171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0F255" w14:textId="0F4F9ACA" w:rsidR="004C53CA" w:rsidRPr="004C53CA" w:rsidRDefault="004C53CA" w:rsidP="004C53CA">
            <w:pPr>
              <w:ind w:firstLine="0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885D" w14:textId="7BF1EE27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51753" w14:textId="0B4A45E8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CA630" w14:textId="4CB047C1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C53CA">
              <w:rPr>
                <w:sz w:val="24"/>
                <w:szCs w:val="24"/>
              </w:rPr>
              <w:t>118 645,5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073E1" w14:textId="0276FAE9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C53CA">
              <w:rPr>
                <w:sz w:val="24"/>
                <w:szCs w:val="24"/>
              </w:rPr>
              <w:t>118 185,9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A3C8D" w14:textId="56306511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C53CA">
              <w:rPr>
                <w:sz w:val="24"/>
                <w:szCs w:val="24"/>
              </w:rPr>
              <w:t>118 185,9</w:t>
            </w:r>
          </w:p>
        </w:tc>
      </w:tr>
      <w:tr w:rsidR="004C53CA" w:rsidRPr="009B33B8" w14:paraId="2C35A11E" w14:textId="77777777" w:rsidTr="00000F20">
        <w:trPr>
          <w:trHeight w:hRule="exact" w:val="113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A9F9" w14:textId="1F883D07" w:rsidR="004C53CA" w:rsidRPr="004C53CA" w:rsidRDefault="004C53CA" w:rsidP="004C53CA">
            <w:pPr>
              <w:ind w:firstLine="0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6AA7" w14:textId="4899F8AE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8785" w14:textId="55E5FB75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EE702" w14:textId="67262A9D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22 148,2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134F0" w14:textId="5FEB8DFF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21 522,8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87C4F" w14:textId="7F71ECCF" w:rsidR="004C53CA" w:rsidRPr="004C53CA" w:rsidRDefault="004C53CA" w:rsidP="004C53C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21 522,8</w:t>
            </w:r>
          </w:p>
        </w:tc>
      </w:tr>
      <w:tr w:rsidR="00000F20" w:rsidRPr="009B33B8" w14:paraId="7168CF4F" w14:textId="77777777" w:rsidTr="00000F20">
        <w:trPr>
          <w:trHeight w:hRule="exact" w:val="566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BB24" w14:textId="597C4B93" w:rsidR="00000F20" w:rsidRPr="004C53CA" w:rsidRDefault="00000F20" w:rsidP="00000F20">
            <w:pPr>
              <w:ind w:firstLine="0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221A0" w14:textId="106C3094" w:rsidR="00000F20" w:rsidRPr="004C53CA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F740" w14:textId="21906001" w:rsidR="00000F20" w:rsidRPr="004C53CA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A4377" w14:textId="706CE3DC" w:rsidR="00000F20" w:rsidRPr="004C53CA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B17AD" w14:textId="1C6E623D" w:rsidR="00000F20" w:rsidRPr="004C53CA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833D1" w14:textId="51BB869D" w:rsidR="00000F20" w:rsidRPr="004C53CA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C53CA">
              <w:rPr>
                <w:sz w:val="24"/>
                <w:szCs w:val="24"/>
              </w:rPr>
              <w:t>0,0</w:t>
            </w:r>
          </w:p>
        </w:tc>
      </w:tr>
      <w:tr w:rsidR="00000F20" w:rsidRPr="009B33B8" w14:paraId="217B3A32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6099A" w14:textId="65D67E8F" w:rsidR="00000F20" w:rsidRPr="00297FB3" w:rsidRDefault="00000F20" w:rsidP="00000F20">
            <w:pPr>
              <w:ind w:firstLine="0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3530" w14:textId="70C20EAF" w:rsidR="00000F20" w:rsidRPr="00297FB3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168D" w14:textId="5FBA4E80" w:rsidR="00000F20" w:rsidRPr="00297FB3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E20E31" w14:textId="41A6D927" w:rsidR="00000F20" w:rsidRPr="00297FB3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 xml:space="preserve">2 </w:t>
            </w:r>
            <w:r w:rsidR="00297FB3" w:rsidRPr="00297FB3">
              <w:rPr>
                <w:sz w:val="24"/>
                <w:szCs w:val="24"/>
              </w:rPr>
              <w:t>000</w:t>
            </w:r>
            <w:r w:rsidRPr="00297FB3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755A7" w14:textId="55E14571" w:rsidR="00000F20" w:rsidRPr="00297FB3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DB812" w14:textId="3E31D099" w:rsidR="00000F20" w:rsidRPr="00297FB3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1 500,0</w:t>
            </w:r>
          </w:p>
        </w:tc>
      </w:tr>
      <w:tr w:rsidR="00297FB3" w:rsidRPr="009B33B8" w14:paraId="44A2C6C0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457B9" w14:textId="51B539AB" w:rsidR="00297FB3" w:rsidRPr="00297FB3" w:rsidRDefault="00297FB3" w:rsidP="00297FB3">
            <w:pPr>
              <w:ind w:firstLine="0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1996" w14:textId="3072309C" w:rsidR="00297FB3" w:rsidRPr="00297FB3" w:rsidRDefault="00297FB3" w:rsidP="00297F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09756" w14:textId="27BFA232" w:rsidR="00297FB3" w:rsidRPr="00297FB3" w:rsidRDefault="00297FB3" w:rsidP="00297F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7FB3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AA438" w14:textId="49785D08" w:rsidR="00297FB3" w:rsidRPr="00297FB3" w:rsidRDefault="00297FB3" w:rsidP="00297FB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97FB3">
              <w:rPr>
                <w:sz w:val="24"/>
                <w:szCs w:val="24"/>
              </w:rPr>
              <w:t>32 309,9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ADA6D" w14:textId="74BA0C1B" w:rsidR="00297FB3" w:rsidRPr="00297FB3" w:rsidRDefault="00297FB3" w:rsidP="00297FB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97FB3">
              <w:rPr>
                <w:sz w:val="24"/>
                <w:szCs w:val="24"/>
              </w:rPr>
              <w:t>23 298,8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A5885" w14:textId="6D3B09BB" w:rsidR="00297FB3" w:rsidRPr="00297FB3" w:rsidRDefault="00297FB3" w:rsidP="00297FB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97FB3">
              <w:rPr>
                <w:sz w:val="24"/>
                <w:szCs w:val="24"/>
              </w:rPr>
              <w:t>28 298,8</w:t>
            </w:r>
          </w:p>
        </w:tc>
      </w:tr>
      <w:tr w:rsidR="00A86B24" w:rsidRPr="009B33B8" w14:paraId="30E9D214" w14:textId="77777777" w:rsidTr="00000F20">
        <w:trPr>
          <w:trHeight w:hRule="exact" w:val="30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C723" w14:textId="4F1ED43B" w:rsidR="00A86B24" w:rsidRPr="00A86B24" w:rsidRDefault="00A86B24" w:rsidP="00A86B24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C3BD8" w14:textId="6CC0BAAA" w:rsidR="00A86B24" w:rsidRPr="00A86B24" w:rsidRDefault="00A86B24" w:rsidP="00A86B24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94CE" w14:textId="38C606CA" w:rsidR="00A86B24" w:rsidRPr="00A86B24" w:rsidRDefault="00A86B24" w:rsidP="00A86B24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95EC8" w14:textId="5A417FEC" w:rsidR="00A86B24" w:rsidRPr="00A86B24" w:rsidRDefault="00A86B24" w:rsidP="00A86B24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1 311,4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5DE1F" w14:textId="1DD55FAC" w:rsidR="00A86B24" w:rsidRPr="00A86B24" w:rsidRDefault="00A86B24" w:rsidP="00A86B24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71F56" w14:textId="1DC40248" w:rsidR="00A86B24" w:rsidRPr="00A86B24" w:rsidRDefault="00A86B24" w:rsidP="00A86B24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86B24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A86B24" w:rsidRPr="009B33B8" w14:paraId="55F9616E" w14:textId="77777777" w:rsidTr="00A25540">
        <w:trPr>
          <w:trHeight w:hRule="exact" w:val="627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E740" w14:textId="30DF17FC" w:rsidR="00A86B24" w:rsidRPr="00A86B24" w:rsidRDefault="00A86B24" w:rsidP="00A86B24">
            <w:pPr>
              <w:ind w:firstLine="0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02E89" w14:textId="79A7D970" w:rsidR="00A86B24" w:rsidRPr="00A86B24" w:rsidRDefault="00A86B24" w:rsidP="00A86B2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5FEAA" w14:textId="374D950D" w:rsidR="00A86B24" w:rsidRPr="00A86B24" w:rsidRDefault="00A86B24" w:rsidP="00A86B2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76F6A" w14:textId="039851DC" w:rsidR="00A86B24" w:rsidRPr="00A86B24" w:rsidRDefault="00A86B24" w:rsidP="00A86B2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1 311,4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9FD11" w14:textId="05892643" w:rsidR="00A86B24" w:rsidRPr="00A86B24" w:rsidRDefault="00A86B24" w:rsidP="00A86B2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1 184,9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E3A8F" w14:textId="798D9ACC" w:rsidR="00A86B24" w:rsidRPr="00A86B24" w:rsidRDefault="00A86B24" w:rsidP="00A86B2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6B24">
              <w:rPr>
                <w:sz w:val="24"/>
                <w:szCs w:val="24"/>
              </w:rPr>
              <w:t>1 229,4</w:t>
            </w:r>
          </w:p>
        </w:tc>
      </w:tr>
      <w:tr w:rsidR="00A25540" w:rsidRPr="009B33B8" w14:paraId="3456B44E" w14:textId="77777777" w:rsidTr="00A25540">
        <w:trPr>
          <w:trHeight w:hRule="exact" w:val="55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6E773" w14:textId="2EF9885D" w:rsidR="00A25540" w:rsidRPr="00A25540" w:rsidRDefault="00A25540" w:rsidP="00A25540">
            <w:pPr>
              <w:ind w:firstLine="0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1705" w14:textId="35F135AC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F867" w14:textId="01A4D1D1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35C3C" w14:textId="4E2725F0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>25 391,8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65B50" w14:textId="4EE75030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9ED05" w14:textId="1AFC1FC6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A25540" w:rsidRPr="009B33B8" w14:paraId="212C7D48" w14:textId="77777777" w:rsidTr="00000F20">
        <w:trPr>
          <w:trHeight w:hRule="exact" w:val="30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E5DB" w14:textId="2B11F999" w:rsidR="00A25540" w:rsidRPr="00A25540" w:rsidRDefault="00A25540" w:rsidP="00A25540">
            <w:pPr>
              <w:ind w:firstLine="0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F45F" w14:textId="6BA11EAC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DD6C" w14:textId="1F22ABC1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323EB" w14:textId="555BBCB4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8 576,0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5C43E" w14:textId="3B63340F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6 611,0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6439B" w14:textId="67D10827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6 611,0</w:t>
            </w:r>
          </w:p>
        </w:tc>
      </w:tr>
      <w:tr w:rsidR="00A25540" w:rsidRPr="009B33B8" w14:paraId="6AACB3CB" w14:textId="77777777" w:rsidTr="00A25540">
        <w:trPr>
          <w:trHeight w:hRule="exact" w:val="111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5FB1D" w14:textId="76CE9534" w:rsidR="00A25540" w:rsidRPr="00A25540" w:rsidRDefault="00A25540" w:rsidP="00A25540">
            <w:pPr>
              <w:ind w:firstLine="0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F729D" w14:textId="6E3EE319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C93CE" w14:textId="7D9B35FB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F041A" w14:textId="37B21936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15 395,8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D481E" w14:textId="467E08B4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11 860,8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4653D" w14:textId="6C20C44B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14 375,2</w:t>
            </w:r>
          </w:p>
        </w:tc>
      </w:tr>
      <w:tr w:rsidR="00A25540" w:rsidRPr="009B33B8" w14:paraId="631AD6AD" w14:textId="77777777" w:rsidTr="00A25540">
        <w:trPr>
          <w:trHeight w:hRule="exact" w:val="86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19C6" w14:textId="14C5CE1A" w:rsidR="00A25540" w:rsidRPr="00A25540" w:rsidRDefault="00A25540" w:rsidP="00A25540">
            <w:pPr>
              <w:ind w:firstLine="0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BA44A" w14:textId="03808734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A58D1" w14:textId="74CF7B80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E0AAA" w14:textId="0AA4E50C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1 420,0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C0A33" w14:textId="72F3B6C0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1 400,0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03CD6" w14:textId="0AB6E933" w:rsidR="00A25540" w:rsidRPr="00A25540" w:rsidRDefault="00A25540" w:rsidP="00A25540">
            <w:pPr>
              <w:ind w:firstLine="0"/>
              <w:jc w:val="center"/>
              <w:rPr>
                <w:sz w:val="24"/>
                <w:szCs w:val="24"/>
              </w:rPr>
            </w:pPr>
            <w:r w:rsidRPr="00A25540">
              <w:rPr>
                <w:sz w:val="24"/>
                <w:szCs w:val="24"/>
              </w:rPr>
              <w:t>1 400,0</w:t>
            </w:r>
          </w:p>
        </w:tc>
      </w:tr>
      <w:tr w:rsidR="000540A0" w:rsidRPr="009B33B8" w14:paraId="7DF9B9EB" w14:textId="77777777" w:rsidTr="00000F20">
        <w:trPr>
          <w:trHeight w:hRule="exact" w:val="30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84D3" w14:textId="2686D8DD" w:rsidR="000540A0" w:rsidRPr="000540A0" w:rsidRDefault="000540A0" w:rsidP="000540A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0540A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5AA8" w14:textId="1E3A56A7" w:rsidR="000540A0" w:rsidRPr="000540A0" w:rsidRDefault="000540A0" w:rsidP="000540A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540A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CE3A" w14:textId="3F1AF945" w:rsidR="000540A0" w:rsidRPr="000540A0" w:rsidRDefault="000540A0" w:rsidP="000540A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540A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D4FD3" w14:textId="53B4B891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b/>
                <w:bCs/>
                <w:sz w:val="24"/>
                <w:szCs w:val="24"/>
              </w:rPr>
              <w:t>182 625,8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7C39CE" w14:textId="04B29DA6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b/>
                <w:bCs/>
                <w:sz w:val="24"/>
                <w:szCs w:val="24"/>
              </w:rPr>
              <w:t>65 972,1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259BF" w14:textId="3AC40D9B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0540A0" w:rsidRPr="009B33B8" w14:paraId="09CD5A7C" w14:textId="77777777" w:rsidTr="008571EE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E5BC9" w14:textId="7A99930F" w:rsidR="000540A0" w:rsidRPr="000540A0" w:rsidRDefault="000540A0" w:rsidP="000540A0">
            <w:pPr>
              <w:ind w:firstLine="0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321E" w14:textId="70AB95B7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38BBB" w14:textId="019B83A6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44EE3" w14:textId="5E93E821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14 063,8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33F05" w14:textId="20F7E026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15 910,8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57383" w14:textId="2EF12AC3" w:rsidR="000540A0" w:rsidRPr="000540A0" w:rsidRDefault="000540A0" w:rsidP="000540A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15 936,0</w:t>
            </w:r>
          </w:p>
        </w:tc>
      </w:tr>
      <w:tr w:rsidR="00000F20" w:rsidRPr="009B33B8" w14:paraId="72EE66BE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4FE1F" w14:textId="53B3A393" w:rsidR="00000F20" w:rsidRPr="000540A0" w:rsidRDefault="00000F20" w:rsidP="00000F20">
            <w:pPr>
              <w:ind w:firstLine="0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5B226" w14:textId="2D9715C5" w:rsidR="00000F20" w:rsidRPr="000540A0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08D6" w14:textId="182AF877" w:rsidR="00000F20" w:rsidRPr="000540A0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FD9F3" w14:textId="2B300E01" w:rsidR="00000F20" w:rsidRPr="000540A0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144 660,6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921D0" w14:textId="6D96075D" w:rsidR="00000F20" w:rsidRPr="000540A0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42 189,7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02D691" w14:textId="2FA5742C" w:rsidR="00000F20" w:rsidRPr="000540A0" w:rsidRDefault="00000F20" w:rsidP="00000F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0A0">
              <w:rPr>
                <w:sz w:val="24"/>
                <w:szCs w:val="24"/>
              </w:rPr>
              <w:t>52 189,7</w:t>
            </w:r>
          </w:p>
        </w:tc>
      </w:tr>
      <w:tr w:rsidR="00146FC1" w:rsidRPr="009B33B8" w14:paraId="4AB044AA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6042" w14:textId="46838707" w:rsidR="00146FC1" w:rsidRPr="000540A0" w:rsidRDefault="00146FC1" w:rsidP="00146FC1">
            <w:pPr>
              <w:ind w:firstLine="0"/>
              <w:rPr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C155" w14:textId="3EE00131" w:rsidR="00146FC1" w:rsidRPr="000540A0" w:rsidRDefault="00146FC1" w:rsidP="00146F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AF5E" w14:textId="329A92FD" w:rsidR="00146FC1" w:rsidRPr="000540A0" w:rsidRDefault="00146FC1" w:rsidP="00146F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540A0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3B304" w14:textId="74599398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1 453,1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782AE" w14:textId="2B801732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1 247,1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D526F" w14:textId="6C069F12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1 993,6</w:t>
            </w:r>
          </w:p>
        </w:tc>
      </w:tr>
      <w:tr w:rsidR="00146FC1" w:rsidRPr="009B33B8" w14:paraId="585B19C4" w14:textId="77777777" w:rsidTr="00000F20">
        <w:trPr>
          <w:trHeight w:hRule="exact" w:val="598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80B5" w14:textId="11FD1D1E" w:rsidR="00146FC1" w:rsidRPr="00146FC1" w:rsidRDefault="00146FC1" w:rsidP="00146FC1">
            <w:pPr>
              <w:ind w:firstLine="0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78FE" w14:textId="3652B8C1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8EEC" w14:textId="1E868813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BEE3E" w14:textId="3D69D87F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20 699,3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F99C3" w14:textId="368034D4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5 685,5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AB47E" w14:textId="55B04B11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5 685,5</w:t>
            </w:r>
          </w:p>
        </w:tc>
      </w:tr>
      <w:tr w:rsidR="00146FC1" w:rsidRPr="009B33B8" w14:paraId="4CE48848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865CC" w14:textId="0918D9AD" w:rsidR="00146FC1" w:rsidRPr="00146FC1" w:rsidRDefault="00146FC1" w:rsidP="00146FC1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146FC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604AD" w14:textId="19637F37" w:rsidR="00146FC1" w:rsidRPr="00146FC1" w:rsidRDefault="00146FC1" w:rsidP="00146FC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46FC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E11DA" w14:textId="191431C2" w:rsidR="00146FC1" w:rsidRPr="00146FC1" w:rsidRDefault="00146FC1" w:rsidP="00146FC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46FC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FAA17" w14:textId="0FD45EDF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b/>
                <w:bCs/>
                <w:sz w:val="24"/>
                <w:szCs w:val="24"/>
              </w:rPr>
              <w:t>387 520,7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D22A6" w14:textId="2D781593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b/>
                <w:bCs/>
                <w:sz w:val="24"/>
                <w:szCs w:val="24"/>
              </w:rPr>
              <w:t>224 415,3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72287" w14:textId="26A71C17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b/>
                <w:bCs/>
                <w:sz w:val="24"/>
                <w:szCs w:val="24"/>
              </w:rPr>
              <w:t>225 414,3</w:t>
            </w:r>
          </w:p>
        </w:tc>
      </w:tr>
      <w:tr w:rsidR="00146FC1" w:rsidRPr="009B33B8" w14:paraId="2FA700E1" w14:textId="77777777" w:rsidTr="00000F20">
        <w:trPr>
          <w:trHeight w:hRule="exact" w:val="37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19EE" w14:textId="36C58B9C" w:rsidR="00146FC1" w:rsidRPr="00146FC1" w:rsidRDefault="00146FC1" w:rsidP="00146FC1">
            <w:pPr>
              <w:ind w:firstLine="0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8AF42" w14:textId="5389B8FC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2AC1" w14:textId="658A892A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CF54C" w14:textId="75154B45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182 119,0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B2D83" w14:textId="013FCD19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93 399,5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1DF0AC" w14:textId="6947C0D2" w:rsidR="00146FC1" w:rsidRPr="00146FC1" w:rsidRDefault="00146FC1" w:rsidP="00146FC1">
            <w:pPr>
              <w:ind w:left="-113" w:right="-8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72 139,7</w:t>
            </w:r>
          </w:p>
        </w:tc>
      </w:tr>
      <w:tr w:rsidR="00146FC1" w:rsidRPr="009B33B8" w14:paraId="2C2E377D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7E19" w14:textId="5203F35B" w:rsidR="00146FC1" w:rsidRPr="00146FC1" w:rsidRDefault="00146FC1" w:rsidP="00146FC1">
            <w:pPr>
              <w:ind w:firstLine="0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4E11" w14:textId="7C9BBD13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A9280" w14:textId="7DB18BFE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33EC5" w14:textId="51212B7E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75 762,1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BF896" w14:textId="71CF3857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26 042,4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C776D" w14:textId="6F7B3112" w:rsidR="00146FC1" w:rsidRPr="00146FC1" w:rsidRDefault="00146FC1" w:rsidP="00146FC1">
            <w:pPr>
              <w:ind w:left="-113" w:right="-8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48 301,2</w:t>
            </w:r>
          </w:p>
        </w:tc>
      </w:tr>
      <w:tr w:rsidR="00146FC1" w:rsidRPr="009B33B8" w14:paraId="12F424E3" w14:textId="77777777" w:rsidTr="004C39B0">
        <w:trPr>
          <w:trHeight w:hRule="exact" w:val="35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744E" w14:textId="0FB5B46E" w:rsidR="00146FC1" w:rsidRPr="00146FC1" w:rsidRDefault="00146FC1" w:rsidP="00146FC1">
            <w:pPr>
              <w:ind w:firstLine="0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8928" w14:textId="48D78C51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5E8" w14:textId="102EEDA6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03138" w14:textId="42D5F1D8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121 056,8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D0650" w14:textId="6C80DC16" w:rsidR="00146FC1" w:rsidRPr="00146FC1" w:rsidRDefault="00146FC1" w:rsidP="00146F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100 604,1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80427" w14:textId="4E8839E2" w:rsidR="00146FC1" w:rsidRPr="00146FC1" w:rsidRDefault="00146FC1" w:rsidP="00146FC1">
            <w:pPr>
              <w:ind w:left="-113" w:right="-8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6FC1">
              <w:rPr>
                <w:sz w:val="24"/>
                <w:szCs w:val="24"/>
              </w:rPr>
              <w:t>100 604,1</w:t>
            </w:r>
          </w:p>
        </w:tc>
      </w:tr>
      <w:tr w:rsidR="00146FC1" w:rsidRPr="009B33B8" w14:paraId="559BF78A" w14:textId="77777777" w:rsidTr="00623004">
        <w:trPr>
          <w:trHeight w:hRule="exact" w:val="61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B56B" w14:textId="1E4C7C0F" w:rsidR="00146FC1" w:rsidRPr="00146FC1" w:rsidRDefault="00146FC1" w:rsidP="00146FC1">
            <w:pPr>
              <w:ind w:firstLine="0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B731" w14:textId="77400823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EAD3D" w14:textId="6E852BDC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8E037" w14:textId="0F6F17F3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8 582,8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E7CC4" w14:textId="33F67143" w:rsidR="00146FC1" w:rsidRPr="00146FC1" w:rsidRDefault="00146FC1" w:rsidP="00146FC1">
            <w:pPr>
              <w:ind w:firstLine="0"/>
              <w:jc w:val="center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4 369,3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53C6D" w14:textId="1063E2B9" w:rsidR="00146FC1" w:rsidRPr="00146FC1" w:rsidRDefault="00146FC1" w:rsidP="00146FC1">
            <w:pPr>
              <w:ind w:left="-113" w:right="-80" w:firstLine="0"/>
              <w:jc w:val="center"/>
              <w:rPr>
                <w:sz w:val="24"/>
                <w:szCs w:val="24"/>
              </w:rPr>
            </w:pPr>
            <w:r w:rsidRPr="00146FC1">
              <w:rPr>
                <w:sz w:val="24"/>
                <w:szCs w:val="24"/>
              </w:rPr>
              <w:t>4 369,3</w:t>
            </w:r>
          </w:p>
        </w:tc>
      </w:tr>
      <w:tr w:rsidR="00E27B28" w:rsidRPr="009B33B8" w14:paraId="2CC6C7BA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7CE57" w14:textId="3704C0BE" w:rsidR="00E27B28" w:rsidRPr="00E27B28" w:rsidRDefault="00E27B28" w:rsidP="00E27B2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27B2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3AA15" w14:textId="4C6311F6" w:rsidR="00E27B28" w:rsidRPr="00E27B28" w:rsidRDefault="00E27B28" w:rsidP="00E27B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7B2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D699" w14:textId="0FB4FB83" w:rsidR="00E27B28" w:rsidRPr="00E27B28" w:rsidRDefault="00E27B28" w:rsidP="00E27B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7B2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585CB" w14:textId="0266270A" w:rsidR="00E27B28" w:rsidRPr="00E27B28" w:rsidRDefault="00E27B28" w:rsidP="00E27B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b/>
                <w:bCs/>
                <w:sz w:val="24"/>
                <w:szCs w:val="24"/>
              </w:rPr>
              <w:t>1 296 022,2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AB142" w14:textId="6E3BC754" w:rsidR="00E27B28" w:rsidRPr="00E27B28" w:rsidRDefault="00E27B28" w:rsidP="00E27B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F1C21" w14:textId="6807FC36" w:rsidR="00E27B28" w:rsidRPr="00E27B28" w:rsidRDefault="00E27B28" w:rsidP="00E27B28">
            <w:pPr>
              <w:ind w:left="-113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E27B28" w:rsidRPr="009B33B8" w14:paraId="0D6D452B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8E4B7" w14:textId="2D218EB5" w:rsidR="00E27B28" w:rsidRPr="00E27B28" w:rsidRDefault="00E27B28" w:rsidP="00E27B28">
            <w:pPr>
              <w:ind w:firstLine="0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1885" w14:textId="7B6C7F7B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9091" w14:textId="0C6387B3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9ED3E1" w14:textId="282C3C82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474 627,9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34A56" w14:textId="38B2C383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382 351,8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B798CA" w14:textId="448F2B59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383 400,1</w:t>
            </w:r>
          </w:p>
        </w:tc>
      </w:tr>
      <w:tr w:rsidR="00E27B28" w:rsidRPr="009B33B8" w14:paraId="3723DBB5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3368C" w14:textId="557E03E2" w:rsidR="00E27B28" w:rsidRPr="00E27B28" w:rsidRDefault="00E27B28" w:rsidP="00E27B28">
            <w:pPr>
              <w:ind w:firstLine="0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06DFA" w14:textId="5E67C8B8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F6D8" w14:textId="4E8C2FF5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5B362" w14:textId="517EEF78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646 588,7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F7445" w14:textId="109AB301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706 364,2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C415A" w14:textId="234C8E0C" w:rsidR="00E27B28" w:rsidRPr="00E27B28" w:rsidRDefault="00E27B28" w:rsidP="00E27B28">
            <w:pPr>
              <w:ind w:left="-113" w:right="-80" w:firstLine="61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603 276,4</w:t>
            </w:r>
          </w:p>
        </w:tc>
      </w:tr>
      <w:tr w:rsidR="00E27B28" w:rsidRPr="009B33B8" w14:paraId="76B55855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8990" w14:textId="4CA7AFAC" w:rsidR="00E27B28" w:rsidRPr="00E27B28" w:rsidRDefault="00E27B28" w:rsidP="00E27B28">
            <w:pPr>
              <w:ind w:firstLine="0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A5F36" w14:textId="580B284F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64E0" w14:textId="3F163BD6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19913" w14:textId="25627881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146 228,1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A547B" w14:textId="50ABE38A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139 335,9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7BFCA" w14:textId="092D5CB2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139 335,9</w:t>
            </w:r>
          </w:p>
        </w:tc>
      </w:tr>
      <w:tr w:rsidR="00E27B28" w:rsidRPr="009B33B8" w14:paraId="48C43389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871E" w14:textId="3F4B1CB5" w:rsidR="00E27B28" w:rsidRPr="00E27B28" w:rsidRDefault="00E27B28" w:rsidP="00E27B28">
            <w:pPr>
              <w:ind w:firstLine="0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74F9" w14:textId="3F991389" w:rsidR="00E27B28" w:rsidRPr="00E27B28" w:rsidRDefault="00E27B28" w:rsidP="00E27B28">
            <w:pPr>
              <w:ind w:firstLine="0"/>
              <w:jc w:val="center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3D96" w14:textId="6E8F490E" w:rsidR="00E27B28" w:rsidRPr="00E27B28" w:rsidRDefault="00E27B28" w:rsidP="00E27B28">
            <w:pPr>
              <w:ind w:firstLine="0"/>
              <w:jc w:val="center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6881F" w14:textId="35655094" w:rsidR="00E27B28" w:rsidRPr="00E27B28" w:rsidRDefault="00E27B28" w:rsidP="00E27B28">
            <w:pPr>
              <w:ind w:firstLine="0"/>
              <w:jc w:val="center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7 690,1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0E4ED" w14:textId="0AD10720" w:rsidR="00E27B28" w:rsidRPr="00E27B28" w:rsidRDefault="00E27B28" w:rsidP="00E27B28">
            <w:pPr>
              <w:ind w:firstLine="0"/>
              <w:jc w:val="center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6 984,1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B45DF" w14:textId="100B036F" w:rsidR="00E27B28" w:rsidRPr="00E27B28" w:rsidRDefault="00E27B28" w:rsidP="00E27B28">
            <w:pPr>
              <w:ind w:firstLine="0"/>
              <w:jc w:val="center"/>
              <w:rPr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6 984,1</w:t>
            </w:r>
          </w:p>
        </w:tc>
      </w:tr>
      <w:tr w:rsidR="00E27B28" w:rsidRPr="009B33B8" w14:paraId="38AF1E0D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ABEAD" w14:textId="7E9EA4B5" w:rsidR="00E27B28" w:rsidRPr="00E27B28" w:rsidRDefault="00E27B28" w:rsidP="00E27B28">
            <w:pPr>
              <w:tabs>
                <w:tab w:val="left" w:pos="3390"/>
              </w:tabs>
              <w:ind w:firstLine="0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A7D3" w14:textId="2721BBC0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0D3D" w14:textId="542C824D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27B28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8B0DB" w14:textId="1093DFFA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20 887,4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59746" w14:textId="00B1DE1F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32 173,2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950D8" w14:textId="7F8CA76E" w:rsidR="00E27B28" w:rsidRPr="00E27B28" w:rsidRDefault="00E27B28" w:rsidP="00E27B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7B28">
              <w:rPr>
                <w:sz w:val="24"/>
                <w:szCs w:val="24"/>
              </w:rPr>
              <w:t>34 173,2</w:t>
            </w:r>
          </w:p>
        </w:tc>
      </w:tr>
      <w:tr w:rsidR="00586717" w:rsidRPr="009B33B8" w14:paraId="75E1CE0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09950" w14:textId="085BA134" w:rsidR="00586717" w:rsidRPr="00586717" w:rsidRDefault="00586717" w:rsidP="0058671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86717">
              <w:rPr>
                <w:b/>
                <w:bCs/>
                <w:sz w:val="24"/>
                <w:szCs w:val="24"/>
              </w:rPr>
              <w:lastRenderedPageBreak/>
              <w:t>Культура и кинематография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65B91" w14:textId="3E440795" w:rsidR="00586717" w:rsidRPr="00586717" w:rsidRDefault="00586717" w:rsidP="0058671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67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AAC8" w14:textId="52E3A1BD" w:rsidR="00586717" w:rsidRPr="00586717" w:rsidRDefault="00586717" w:rsidP="0058671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67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BA414" w14:textId="408E201D" w:rsidR="00586717" w:rsidRPr="00586717" w:rsidRDefault="00586717" w:rsidP="0058671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b/>
                <w:bCs/>
                <w:sz w:val="24"/>
                <w:szCs w:val="24"/>
              </w:rPr>
              <w:t>283 452,6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282FC" w14:textId="77BEC3EB" w:rsidR="00586717" w:rsidRPr="00586717" w:rsidRDefault="00586717" w:rsidP="0058671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7D0CA" w14:textId="7BBFCCDF" w:rsidR="00586717" w:rsidRPr="00586717" w:rsidRDefault="00586717" w:rsidP="0058671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586717" w:rsidRPr="009B33B8" w14:paraId="2F615E10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5A5F" w14:textId="01C0BBDC" w:rsidR="00586717" w:rsidRPr="00586717" w:rsidRDefault="00586717" w:rsidP="00586717">
            <w:pPr>
              <w:ind w:firstLine="0"/>
              <w:rPr>
                <w:color w:val="000000"/>
                <w:sz w:val="24"/>
                <w:szCs w:val="24"/>
              </w:rPr>
            </w:pPr>
            <w:r w:rsidRPr="00586717">
              <w:rPr>
                <w:sz w:val="24"/>
                <w:szCs w:val="24"/>
              </w:rPr>
              <w:t>Культура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F681" w14:textId="59F3A57C" w:rsidR="00586717" w:rsidRPr="00586717" w:rsidRDefault="00586717" w:rsidP="0058671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6717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A6C7" w14:textId="73207996" w:rsidR="00586717" w:rsidRPr="00586717" w:rsidRDefault="00586717" w:rsidP="0058671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6717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FFA0F" w14:textId="56F88FDD" w:rsidR="00586717" w:rsidRPr="00586717" w:rsidRDefault="00586717" w:rsidP="0058671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sz w:val="24"/>
                <w:szCs w:val="24"/>
              </w:rPr>
              <w:t>274 980,0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8DC28" w14:textId="4A279299" w:rsidR="00586717" w:rsidRPr="00586717" w:rsidRDefault="00586717" w:rsidP="0058671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sz w:val="24"/>
                <w:szCs w:val="24"/>
              </w:rPr>
              <w:t>179 157,9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2A1AE" w14:textId="241D526F" w:rsidR="00586717" w:rsidRPr="00586717" w:rsidRDefault="00586717" w:rsidP="0058671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86717">
              <w:rPr>
                <w:sz w:val="24"/>
                <w:szCs w:val="24"/>
              </w:rPr>
              <w:t>166 764,3</w:t>
            </w:r>
          </w:p>
        </w:tc>
      </w:tr>
      <w:tr w:rsidR="00E7508E" w:rsidRPr="009B33B8" w14:paraId="66F26067" w14:textId="77777777" w:rsidTr="00623004">
        <w:trPr>
          <w:trHeight w:hRule="exact" w:val="64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B512" w14:textId="1C69F0BD" w:rsidR="00E7508E" w:rsidRPr="00586717" w:rsidRDefault="00E7508E" w:rsidP="00E7508E">
            <w:pPr>
              <w:ind w:firstLine="0"/>
              <w:rPr>
                <w:sz w:val="24"/>
                <w:szCs w:val="24"/>
              </w:rPr>
            </w:pPr>
            <w:r w:rsidRPr="00586717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667A" w14:textId="2745450C" w:rsidR="00E7508E" w:rsidRPr="00586717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586717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48BD" w14:textId="2776B4A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86717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13C39" w14:textId="6FFB9794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8 472,6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02E14" w14:textId="21F2EC6C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8 456,6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460CD" w14:textId="7F64B52F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8 456,6</w:t>
            </w:r>
          </w:p>
        </w:tc>
      </w:tr>
      <w:tr w:rsidR="00E7508E" w:rsidRPr="009B33B8" w14:paraId="0EBC5C09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37A4" w14:textId="34769BD8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81D2" w14:textId="45456CB5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916DA" w14:textId="13684149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E808F" w14:textId="6F8D44B0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56 596,8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6E635" w14:textId="19910981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53 873,4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A6D9F" w14:textId="6C264D30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56 155,8</w:t>
            </w:r>
          </w:p>
        </w:tc>
      </w:tr>
      <w:tr w:rsidR="00E7508E" w:rsidRPr="009B33B8" w14:paraId="36704645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6E33" w14:textId="150A1393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78261" w14:textId="3E9D9B82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93CA" w14:textId="3F63B16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F69FA" w14:textId="759755A6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3 985,8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15B23" w14:textId="49BDADB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2 322,8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213D9" w14:textId="0CBE8C1E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2 385,4</w:t>
            </w:r>
          </w:p>
        </w:tc>
      </w:tr>
      <w:tr w:rsidR="00E7508E" w:rsidRPr="009B33B8" w14:paraId="31235FE7" w14:textId="77777777" w:rsidTr="00623004">
        <w:trPr>
          <w:trHeight w:hRule="exact" w:val="59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A820" w14:textId="60696642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28C0C" w14:textId="4684D87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7995" w14:textId="7171ACBD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8C1F13" w14:textId="61CAFF89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913,2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0DC7F" w14:textId="43BA26A0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963,2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79747" w14:textId="5768ABA1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963,2</w:t>
            </w:r>
          </w:p>
        </w:tc>
      </w:tr>
      <w:tr w:rsidR="00E7508E" w:rsidRPr="009B33B8" w14:paraId="6B1B15DC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5E84" w14:textId="73771CBE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C817" w14:textId="3B969D36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07E6" w14:textId="1C19E195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FF1FA" w14:textId="144644C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6 011,0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2BB32" w14:textId="66C9C728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4298F" w14:textId="65EA3833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E7508E" w:rsidRPr="009B33B8" w14:paraId="69489D9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CD73" w14:textId="27EFD71D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E718B" w14:textId="371C400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6C740" w14:textId="51D18491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6AF59" w14:textId="657AE13B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6 011,0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1E604" w14:textId="361F7312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6 225,2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1E486" w14:textId="6F8E3CD2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6 225,2</w:t>
            </w:r>
          </w:p>
        </w:tc>
      </w:tr>
      <w:tr w:rsidR="00E7508E" w:rsidRPr="009B33B8" w14:paraId="0C409483" w14:textId="77777777" w:rsidTr="00623004">
        <w:trPr>
          <w:trHeight w:hRule="exact" w:val="668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27AA2" w14:textId="0A088C1C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46F0" w14:textId="04F3B5E3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90D80" w14:textId="14958349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7B6B4" w14:textId="20FFF6C5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11 004,3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78CAA5" w14:textId="16AAA9D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2D8B6" w14:textId="2C42D235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E7508E" w:rsidRPr="009B33B8" w14:paraId="7A4D4DF1" w14:textId="77777777" w:rsidTr="00623004">
        <w:trPr>
          <w:trHeight w:hRule="exact" w:val="56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DDBD" w14:textId="46DA3560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975F4" w14:textId="3C3E8402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C066" w14:textId="455B1C4A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7C9B7" w14:textId="1A871612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11 004,3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26851" w14:textId="4B6669B5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14 304,3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8C869" w14:textId="32F2354C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  <w:r w:rsidRPr="00E7508E">
              <w:rPr>
                <w:sz w:val="24"/>
                <w:szCs w:val="24"/>
              </w:rPr>
              <w:t>14 304,3</w:t>
            </w:r>
          </w:p>
        </w:tc>
      </w:tr>
      <w:tr w:rsidR="00E7508E" w:rsidRPr="009B33B8" w14:paraId="435C58DB" w14:textId="77777777" w:rsidTr="00A820A9">
        <w:trPr>
          <w:trHeight w:hRule="exact" w:val="28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02AD" w14:textId="77777777" w:rsidR="00E7508E" w:rsidRPr="00E7508E" w:rsidRDefault="00E7508E" w:rsidP="00E7508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5E85" w14:textId="7777777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EC96" w14:textId="7777777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DFFEC" w14:textId="7777777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FDAE0" w14:textId="7777777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C8A8F" w14:textId="77777777" w:rsidR="00E7508E" w:rsidRPr="00E7508E" w:rsidRDefault="00E7508E" w:rsidP="00E750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7508E" w:rsidRPr="00F97D5E" w14:paraId="069F08D4" w14:textId="77777777" w:rsidTr="00A820A9">
        <w:trPr>
          <w:trHeight w:hRule="exact" w:val="34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D46D" w14:textId="77777777" w:rsidR="00E7508E" w:rsidRPr="00E7508E" w:rsidRDefault="00E7508E" w:rsidP="00E750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7508E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91DB6" w14:textId="77777777" w:rsidR="00E7508E" w:rsidRPr="009B33B8" w:rsidRDefault="00E7508E" w:rsidP="00E7508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586DE" w14:textId="77777777" w:rsidR="00E7508E" w:rsidRPr="009B33B8" w:rsidRDefault="00E7508E" w:rsidP="00E7508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3AB84" w14:textId="255E586E" w:rsidR="00E7508E" w:rsidRPr="00E7508E" w:rsidRDefault="00E7508E" w:rsidP="00E750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E7508E">
              <w:rPr>
                <w:b/>
                <w:bCs/>
                <w:sz w:val="24"/>
                <w:szCs w:val="24"/>
              </w:rPr>
              <w:t>2 493 809,0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1FD" w14:textId="73CD568A" w:rsidR="00E7508E" w:rsidRPr="00E7508E" w:rsidRDefault="00E7508E" w:rsidP="00E750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E7508E">
              <w:rPr>
                <w:b/>
                <w:bCs/>
                <w:sz w:val="24"/>
                <w:szCs w:val="24"/>
              </w:rPr>
              <w:t>2 071 179,1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56420" w14:textId="2575EA44" w:rsidR="00E7508E" w:rsidRPr="00E7508E" w:rsidRDefault="00E7508E" w:rsidP="00E7508E">
            <w:pPr>
              <w:ind w:right="-102" w:hanging="46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508E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29CE1722" w14:textId="77777777" w:rsidR="00182CA8" w:rsidRDefault="00182CA8" w:rsidP="00C0135E">
      <w:pPr>
        <w:ind w:firstLine="709"/>
        <w:rPr>
          <w:color w:val="000000"/>
          <w:szCs w:val="28"/>
        </w:rPr>
      </w:pPr>
    </w:p>
    <w:p w14:paraId="27FF11E5" w14:textId="57D46DBC" w:rsidR="00C0135E" w:rsidRPr="002C1D05" w:rsidRDefault="00C0135E" w:rsidP="00C0135E">
      <w:pPr>
        <w:ind w:firstLine="709"/>
        <w:rPr>
          <w:color w:val="000000"/>
          <w:szCs w:val="28"/>
        </w:rPr>
      </w:pPr>
      <w:r w:rsidRPr="002C1D05">
        <w:rPr>
          <w:color w:val="000000"/>
          <w:szCs w:val="28"/>
        </w:rPr>
        <w:t>1.</w:t>
      </w:r>
      <w:r w:rsidR="0081745B" w:rsidRPr="002C1D05">
        <w:rPr>
          <w:color w:val="000000"/>
          <w:szCs w:val="28"/>
        </w:rPr>
        <w:t>9</w:t>
      </w:r>
      <w:r w:rsidRPr="002C1D05">
        <w:rPr>
          <w:color w:val="000000"/>
          <w:szCs w:val="28"/>
        </w:rPr>
        <w:t>. пункт 1</w:t>
      </w:r>
      <w:r w:rsidR="004C39B0" w:rsidRPr="002C1D05">
        <w:rPr>
          <w:color w:val="000000"/>
          <w:szCs w:val="28"/>
        </w:rPr>
        <w:t>2</w:t>
      </w:r>
      <w:r w:rsidRPr="002C1D05">
        <w:rPr>
          <w:color w:val="000000"/>
          <w:szCs w:val="28"/>
        </w:rPr>
        <w:t xml:space="preserve"> изложить в следующей редакции:</w:t>
      </w:r>
    </w:p>
    <w:p w14:paraId="625A3699" w14:textId="77777777" w:rsidR="00182CA8" w:rsidRPr="002C1D05" w:rsidRDefault="00182CA8" w:rsidP="00C0135E">
      <w:pPr>
        <w:ind w:firstLine="709"/>
        <w:rPr>
          <w:color w:val="000000"/>
          <w:szCs w:val="28"/>
        </w:rPr>
      </w:pPr>
    </w:p>
    <w:p w14:paraId="7A7AF487" w14:textId="4AE273B1" w:rsidR="00C0135E" w:rsidRPr="002C1D05" w:rsidRDefault="00C0135E" w:rsidP="004C39B0">
      <w:pPr>
        <w:ind w:firstLine="709"/>
        <w:jc w:val="both"/>
        <w:rPr>
          <w:color w:val="000000"/>
          <w:szCs w:val="28"/>
        </w:rPr>
      </w:pPr>
      <w:r w:rsidRPr="002C1D05">
        <w:rPr>
          <w:color w:val="000000"/>
          <w:szCs w:val="28"/>
        </w:rPr>
        <w:t>«</w:t>
      </w:r>
      <w:r w:rsidR="004C39B0" w:rsidRPr="002C1D05">
        <w:rPr>
          <w:color w:val="000000"/>
          <w:szCs w:val="28"/>
        </w:rPr>
        <w:t xml:space="preserve">Утвердить объем резервного фонда администрации Балахнинского муниципального округа на 2021 год в сумме 2 </w:t>
      </w:r>
      <w:r w:rsidR="002C1D05" w:rsidRPr="002C1D05">
        <w:rPr>
          <w:color w:val="000000"/>
          <w:szCs w:val="28"/>
        </w:rPr>
        <w:t>000</w:t>
      </w:r>
      <w:r w:rsidR="004C39B0" w:rsidRPr="002C1D05">
        <w:rPr>
          <w:color w:val="000000"/>
          <w:szCs w:val="28"/>
        </w:rPr>
        <w:t>,0 тыс. рублей, на 2022 год в сумме 1 500,0 тыс. рублей, на 2023 год в сумме 1 500,0 тыс. рублей.</w:t>
      </w:r>
      <w:r w:rsidRPr="002C1D05">
        <w:rPr>
          <w:color w:val="000000"/>
          <w:szCs w:val="28"/>
        </w:rPr>
        <w:t>»;</w:t>
      </w:r>
    </w:p>
    <w:p w14:paraId="5A03D68D" w14:textId="77777777" w:rsidR="00C0135E" w:rsidRPr="00D83BDE" w:rsidRDefault="00C0135E" w:rsidP="00C0135E">
      <w:pPr>
        <w:ind w:firstLine="709"/>
        <w:rPr>
          <w:color w:val="FF0000"/>
          <w:szCs w:val="28"/>
          <w:highlight w:val="yellow"/>
        </w:rPr>
      </w:pPr>
    </w:p>
    <w:p w14:paraId="604AD4A2" w14:textId="77777777" w:rsidR="00C0135E" w:rsidRPr="00F05051" w:rsidRDefault="00C0135E" w:rsidP="00C0135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F05051">
        <w:rPr>
          <w:szCs w:val="28"/>
        </w:rPr>
        <w:t xml:space="preserve">2.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31CC3CE5" w14:textId="77777777" w:rsidR="00C0135E" w:rsidRPr="00F05051" w:rsidRDefault="00C0135E" w:rsidP="00C0135E">
      <w:pPr>
        <w:ind w:firstLine="708"/>
        <w:jc w:val="both"/>
        <w:rPr>
          <w:szCs w:val="28"/>
        </w:rPr>
      </w:pPr>
    </w:p>
    <w:p w14:paraId="0348E234" w14:textId="77777777" w:rsidR="00C0135E" w:rsidRPr="00F05051" w:rsidRDefault="00C0135E" w:rsidP="00C0135E">
      <w:pPr>
        <w:ind w:firstLine="540"/>
        <w:jc w:val="both"/>
        <w:rPr>
          <w:szCs w:val="28"/>
        </w:rPr>
      </w:pPr>
      <w:r w:rsidRPr="00F05051">
        <w:rPr>
          <w:szCs w:val="28"/>
        </w:rPr>
        <w:t xml:space="preserve">3.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1E1AA388" w14:textId="77777777" w:rsidR="00C0135E" w:rsidRPr="00F05051" w:rsidRDefault="00C0135E" w:rsidP="00C0135E">
      <w:pPr>
        <w:ind w:firstLine="540"/>
        <w:jc w:val="both"/>
        <w:rPr>
          <w:szCs w:val="28"/>
        </w:rPr>
      </w:pPr>
    </w:p>
    <w:p w14:paraId="7F006C8D" w14:textId="77777777" w:rsidR="00C0135E" w:rsidRPr="00F05051" w:rsidRDefault="00C0135E" w:rsidP="00C0135E">
      <w:pPr>
        <w:pStyle w:val="af0"/>
        <w:ind w:left="823" w:firstLine="0"/>
        <w:jc w:val="both"/>
      </w:pPr>
    </w:p>
    <w:p w14:paraId="4E514D64" w14:textId="77777777" w:rsidR="00C0135E" w:rsidRPr="00F05051" w:rsidRDefault="00C0135E" w:rsidP="00C0135E">
      <w:pPr>
        <w:pStyle w:val="af0"/>
        <w:ind w:left="823" w:firstLine="0"/>
        <w:jc w:val="both"/>
      </w:pPr>
    </w:p>
    <w:p w14:paraId="2012CC06" w14:textId="77777777" w:rsidR="00FC38A7" w:rsidRDefault="00FC38A7" w:rsidP="00C0135E">
      <w:pPr>
        <w:ind w:firstLine="0"/>
        <w:jc w:val="both"/>
        <w:rPr>
          <w:szCs w:val="28"/>
        </w:rPr>
      </w:pPr>
      <w:r>
        <w:rPr>
          <w:szCs w:val="28"/>
        </w:rPr>
        <w:t>Глава местного самоуправления                     Председатель Совета депутатов</w:t>
      </w:r>
    </w:p>
    <w:p w14:paraId="0C29BBBA" w14:textId="5E0A9EC0" w:rsidR="00C0135E" w:rsidRPr="00F05051" w:rsidRDefault="00C0135E" w:rsidP="00C0135E">
      <w:pPr>
        <w:ind w:firstLine="0"/>
        <w:jc w:val="both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14:paraId="3813953A" w14:textId="77777777" w:rsidR="00855C9A" w:rsidRDefault="00855C9A" w:rsidP="00A40D66">
      <w:pPr>
        <w:pStyle w:val="11"/>
        <w:spacing w:line="360" w:lineRule="auto"/>
      </w:pPr>
    </w:p>
    <w:p w14:paraId="6250B6EC" w14:textId="77777777" w:rsidR="00A40D66" w:rsidRDefault="00A40D66" w:rsidP="00A40D66">
      <w:pPr>
        <w:pStyle w:val="11"/>
        <w:spacing w:line="360" w:lineRule="auto"/>
      </w:pPr>
    </w:p>
    <w:p w14:paraId="4D86684E" w14:textId="77777777" w:rsidR="00A40D66" w:rsidRPr="00C0135E" w:rsidRDefault="00A40D66" w:rsidP="00660768">
      <w:pPr>
        <w:pStyle w:val="11"/>
      </w:pPr>
      <w:r>
        <w:t xml:space="preserve">                                     </w:t>
      </w:r>
      <w:proofErr w:type="spellStart"/>
      <w:r>
        <w:t>А.Н.Галкин</w:t>
      </w:r>
      <w:proofErr w:type="spellEnd"/>
      <w:r>
        <w:t xml:space="preserve">                         </w:t>
      </w:r>
      <w:bookmarkStart w:id="5" w:name="_GoBack"/>
      <w:bookmarkEnd w:id="5"/>
      <w:r>
        <w:t xml:space="preserve">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878C7" w14:textId="77777777" w:rsidR="003356A0" w:rsidRDefault="003356A0">
      <w:r>
        <w:separator/>
      </w:r>
    </w:p>
  </w:endnote>
  <w:endnote w:type="continuationSeparator" w:id="0">
    <w:p w14:paraId="3A72D822" w14:textId="77777777" w:rsidR="003356A0" w:rsidRDefault="0033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C59BE" w14:textId="77777777" w:rsidR="003356A0" w:rsidRDefault="003356A0">
      <w:r>
        <w:separator/>
      </w:r>
    </w:p>
  </w:footnote>
  <w:footnote w:type="continuationSeparator" w:id="0">
    <w:p w14:paraId="71571229" w14:textId="77777777" w:rsidR="003356A0" w:rsidRDefault="00335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09413" w14:textId="2D2C6DDE" w:rsidR="003356A0" w:rsidRDefault="003356A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A1EDC">
      <w:rPr>
        <w:rStyle w:val="ae"/>
        <w:noProof/>
      </w:rPr>
      <w:t>99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26439" w14:textId="77777777" w:rsidR="003356A0" w:rsidRDefault="003356A0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4A464297" wp14:editId="047573B9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2BC968" w14:textId="77777777" w:rsidR="003356A0" w:rsidRPr="00660768" w:rsidRDefault="003356A0">
    <w:pPr>
      <w:pStyle w:val="af"/>
      <w:rPr>
        <w:noProof w:val="0"/>
        <w:sz w:val="6"/>
        <w:szCs w:val="6"/>
        <w:lang w:val="en-US"/>
      </w:rPr>
    </w:pPr>
  </w:p>
  <w:p w14:paraId="60DA676E" w14:textId="77777777" w:rsidR="003356A0" w:rsidRDefault="003356A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35BEE032" w14:textId="77777777" w:rsidR="003356A0" w:rsidRDefault="003356A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6ABB3F4" w14:textId="77777777" w:rsidR="003356A0" w:rsidRPr="00C0135E" w:rsidRDefault="003356A0" w:rsidP="00660768">
    <w:pPr>
      <w:jc w:val="center"/>
      <w:rPr>
        <w:b/>
        <w:sz w:val="24"/>
        <w:szCs w:val="24"/>
      </w:rPr>
    </w:pPr>
  </w:p>
  <w:p w14:paraId="34239705" w14:textId="77777777" w:rsidR="003356A0" w:rsidRPr="00E71831" w:rsidRDefault="003356A0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4656C90" w14:textId="77777777" w:rsidR="003356A0" w:rsidRPr="00660768" w:rsidRDefault="003356A0">
    <w:pPr>
      <w:pStyle w:val="af"/>
      <w:rPr>
        <w:szCs w:val="28"/>
        <w:lang w:val="en-US"/>
      </w:rPr>
    </w:pPr>
  </w:p>
  <w:p w14:paraId="5202B0AB" w14:textId="77777777" w:rsidR="003356A0" w:rsidRDefault="003356A0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4C408097" w14:textId="77777777" w:rsidR="003356A0" w:rsidRPr="00660768" w:rsidRDefault="003356A0" w:rsidP="00660768">
    <w:pPr>
      <w:pStyle w:val="af"/>
      <w:jc w:val="left"/>
      <w:rPr>
        <w:b w:val="0"/>
        <w:sz w:val="24"/>
        <w:lang w:val="en-US"/>
      </w:rPr>
    </w:pPr>
  </w:p>
  <w:p w14:paraId="6191ECFB" w14:textId="77777777" w:rsidR="003356A0" w:rsidRPr="00660768" w:rsidRDefault="003356A0" w:rsidP="00660768">
    <w:pPr>
      <w:rPr>
        <w:sz w:val="24"/>
        <w:szCs w:val="24"/>
      </w:rPr>
    </w:pPr>
  </w:p>
  <w:p w14:paraId="363D4801" w14:textId="77777777" w:rsidR="003356A0" w:rsidRPr="00660768" w:rsidRDefault="003356A0">
    <w:pPr>
      <w:rPr>
        <w:sz w:val="24"/>
        <w:szCs w:val="24"/>
      </w:rPr>
    </w:pPr>
  </w:p>
  <w:p w14:paraId="68001AA3" w14:textId="77777777" w:rsidR="003356A0" w:rsidRPr="00660768" w:rsidRDefault="003356A0">
    <w:pPr>
      <w:rPr>
        <w:sz w:val="24"/>
        <w:szCs w:val="24"/>
      </w:rPr>
    </w:pPr>
  </w:p>
  <w:p w14:paraId="670ADBF8" w14:textId="77777777" w:rsidR="003356A0" w:rsidRPr="00660768" w:rsidRDefault="003356A0">
    <w:pPr>
      <w:rPr>
        <w:sz w:val="24"/>
        <w:szCs w:val="24"/>
      </w:rPr>
    </w:pPr>
  </w:p>
  <w:p w14:paraId="26A5A37E" w14:textId="77777777" w:rsidR="003356A0" w:rsidRPr="00660768" w:rsidRDefault="003356A0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42"/>
    <w:rsid w:val="00000F20"/>
    <w:rsid w:val="0000614F"/>
    <w:rsid w:val="0000667A"/>
    <w:rsid w:val="000118B9"/>
    <w:rsid w:val="00023DDA"/>
    <w:rsid w:val="000245E5"/>
    <w:rsid w:val="0002641D"/>
    <w:rsid w:val="0003404E"/>
    <w:rsid w:val="00044538"/>
    <w:rsid w:val="000540A0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0FC5"/>
    <w:rsid w:val="000A1208"/>
    <w:rsid w:val="000A40FD"/>
    <w:rsid w:val="000A6606"/>
    <w:rsid w:val="000A7D83"/>
    <w:rsid w:val="000B21C9"/>
    <w:rsid w:val="000C4D91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20603"/>
    <w:rsid w:val="00121E77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467F"/>
    <w:rsid w:val="0021519F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5801"/>
    <w:rsid w:val="002D7AAD"/>
    <w:rsid w:val="002F1813"/>
    <w:rsid w:val="002F1F68"/>
    <w:rsid w:val="0030716F"/>
    <w:rsid w:val="0031127A"/>
    <w:rsid w:val="00311F2A"/>
    <w:rsid w:val="00312FF6"/>
    <w:rsid w:val="00315BB3"/>
    <w:rsid w:val="00316AA1"/>
    <w:rsid w:val="00320F84"/>
    <w:rsid w:val="00323C22"/>
    <w:rsid w:val="00331488"/>
    <w:rsid w:val="00332005"/>
    <w:rsid w:val="00334DE5"/>
    <w:rsid w:val="00335237"/>
    <w:rsid w:val="003356A0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6857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67E4"/>
    <w:rsid w:val="00422D97"/>
    <w:rsid w:val="0042421D"/>
    <w:rsid w:val="00425934"/>
    <w:rsid w:val="00440E11"/>
    <w:rsid w:val="00443EEF"/>
    <w:rsid w:val="00444B33"/>
    <w:rsid w:val="00447781"/>
    <w:rsid w:val="004554EC"/>
    <w:rsid w:val="00457769"/>
    <w:rsid w:val="00460331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C4E"/>
    <w:rsid w:val="004E09FA"/>
    <w:rsid w:val="004E1171"/>
    <w:rsid w:val="004E3979"/>
    <w:rsid w:val="004F0AD1"/>
    <w:rsid w:val="004F0D03"/>
    <w:rsid w:val="004F532D"/>
    <w:rsid w:val="005208A5"/>
    <w:rsid w:val="005229DA"/>
    <w:rsid w:val="0052548D"/>
    <w:rsid w:val="005273EC"/>
    <w:rsid w:val="00530662"/>
    <w:rsid w:val="0054131A"/>
    <w:rsid w:val="00541A5C"/>
    <w:rsid w:val="00542BE2"/>
    <w:rsid w:val="005562F1"/>
    <w:rsid w:val="00557ABC"/>
    <w:rsid w:val="0056530F"/>
    <w:rsid w:val="00565CF1"/>
    <w:rsid w:val="00566817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7E7B"/>
    <w:rsid w:val="005D2381"/>
    <w:rsid w:val="005D5C09"/>
    <w:rsid w:val="005E3E5F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3004"/>
    <w:rsid w:val="0062311B"/>
    <w:rsid w:val="0062320A"/>
    <w:rsid w:val="00630F4D"/>
    <w:rsid w:val="00631628"/>
    <w:rsid w:val="00634093"/>
    <w:rsid w:val="0065691B"/>
    <w:rsid w:val="00660768"/>
    <w:rsid w:val="00661240"/>
    <w:rsid w:val="0066315E"/>
    <w:rsid w:val="00663E87"/>
    <w:rsid w:val="006654A5"/>
    <w:rsid w:val="00666DD3"/>
    <w:rsid w:val="00685DF7"/>
    <w:rsid w:val="00686634"/>
    <w:rsid w:val="00690CCF"/>
    <w:rsid w:val="00694129"/>
    <w:rsid w:val="006972E6"/>
    <w:rsid w:val="006A172A"/>
    <w:rsid w:val="006A23A7"/>
    <w:rsid w:val="006B4FDC"/>
    <w:rsid w:val="006B66DA"/>
    <w:rsid w:val="006C4587"/>
    <w:rsid w:val="006E4C22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3172C"/>
    <w:rsid w:val="007333CC"/>
    <w:rsid w:val="00735C17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E092F"/>
    <w:rsid w:val="007E3740"/>
    <w:rsid w:val="007F2807"/>
    <w:rsid w:val="007F460A"/>
    <w:rsid w:val="007F4D0E"/>
    <w:rsid w:val="007F57F7"/>
    <w:rsid w:val="00810716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32D77"/>
    <w:rsid w:val="00833F4B"/>
    <w:rsid w:val="0083797B"/>
    <w:rsid w:val="00843A10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80FCB"/>
    <w:rsid w:val="00887341"/>
    <w:rsid w:val="008960AF"/>
    <w:rsid w:val="00896209"/>
    <w:rsid w:val="008A0CB2"/>
    <w:rsid w:val="008C25C1"/>
    <w:rsid w:val="008C5F02"/>
    <w:rsid w:val="008C746A"/>
    <w:rsid w:val="008C7F25"/>
    <w:rsid w:val="008D391E"/>
    <w:rsid w:val="008D521C"/>
    <w:rsid w:val="008E02DD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202DA"/>
    <w:rsid w:val="00926E61"/>
    <w:rsid w:val="009275D6"/>
    <w:rsid w:val="0093480F"/>
    <w:rsid w:val="00935FAE"/>
    <w:rsid w:val="00942226"/>
    <w:rsid w:val="0094222D"/>
    <w:rsid w:val="00954F78"/>
    <w:rsid w:val="009613E1"/>
    <w:rsid w:val="009709D1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5347"/>
    <w:rsid w:val="00A378A0"/>
    <w:rsid w:val="00A40D66"/>
    <w:rsid w:val="00A447FF"/>
    <w:rsid w:val="00A54A67"/>
    <w:rsid w:val="00A5512F"/>
    <w:rsid w:val="00A66ABD"/>
    <w:rsid w:val="00A7124B"/>
    <w:rsid w:val="00A71F10"/>
    <w:rsid w:val="00A729D5"/>
    <w:rsid w:val="00A820A9"/>
    <w:rsid w:val="00A86B24"/>
    <w:rsid w:val="00A9176D"/>
    <w:rsid w:val="00A94BAB"/>
    <w:rsid w:val="00AA0D0D"/>
    <w:rsid w:val="00AA22BF"/>
    <w:rsid w:val="00AA59B1"/>
    <w:rsid w:val="00AB2228"/>
    <w:rsid w:val="00AB2D89"/>
    <w:rsid w:val="00AB75DB"/>
    <w:rsid w:val="00AC2BD2"/>
    <w:rsid w:val="00AD1141"/>
    <w:rsid w:val="00AD26FA"/>
    <w:rsid w:val="00AD59E1"/>
    <w:rsid w:val="00AD61FF"/>
    <w:rsid w:val="00AE1A10"/>
    <w:rsid w:val="00B04C36"/>
    <w:rsid w:val="00B06BC0"/>
    <w:rsid w:val="00B070F4"/>
    <w:rsid w:val="00B11881"/>
    <w:rsid w:val="00B1543B"/>
    <w:rsid w:val="00B16A82"/>
    <w:rsid w:val="00B16D91"/>
    <w:rsid w:val="00B31F84"/>
    <w:rsid w:val="00B44E0E"/>
    <w:rsid w:val="00B5061C"/>
    <w:rsid w:val="00B54A61"/>
    <w:rsid w:val="00B63D43"/>
    <w:rsid w:val="00B64361"/>
    <w:rsid w:val="00B76345"/>
    <w:rsid w:val="00B84FD6"/>
    <w:rsid w:val="00B86518"/>
    <w:rsid w:val="00B90083"/>
    <w:rsid w:val="00B9121F"/>
    <w:rsid w:val="00B919A4"/>
    <w:rsid w:val="00B94320"/>
    <w:rsid w:val="00BA0C52"/>
    <w:rsid w:val="00BA218A"/>
    <w:rsid w:val="00BA233F"/>
    <w:rsid w:val="00BA7778"/>
    <w:rsid w:val="00BC6870"/>
    <w:rsid w:val="00BC7CE4"/>
    <w:rsid w:val="00BD744C"/>
    <w:rsid w:val="00BE2D78"/>
    <w:rsid w:val="00BE37BA"/>
    <w:rsid w:val="00BE3FC1"/>
    <w:rsid w:val="00BF0261"/>
    <w:rsid w:val="00C0135E"/>
    <w:rsid w:val="00C042A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64E7C"/>
    <w:rsid w:val="00C7257E"/>
    <w:rsid w:val="00C81211"/>
    <w:rsid w:val="00C87130"/>
    <w:rsid w:val="00C87303"/>
    <w:rsid w:val="00C873B6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D47F3"/>
    <w:rsid w:val="00CE2F43"/>
    <w:rsid w:val="00CE7E55"/>
    <w:rsid w:val="00CF248A"/>
    <w:rsid w:val="00D01388"/>
    <w:rsid w:val="00D03032"/>
    <w:rsid w:val="00D05336"/>
    <w:rsid w:val="00D06B4E"/>
    <w:rsid w:val="00D07296"/>
    <w:rsid w:val="00D12E73"/>
    <w:rsid w:val="00D16A08"/>
    <w:rsid w:val="00D17B21"/>
    <w:rsid w:val="00D20A7C"/>
    <w:rsid w:val="00D21A69"/>
    <w:rsid w:val="00D34CC4"/>
    <w:rsid w:val="00D40F1F"/>
    <w:rsid w:val="00D46582"/>
    <w:rsid w:val="00D50407"/>
    <w:rsid w:val="00D575E3"/>
    <w:rsid w:val="00D61F21"/>
    <w:rsid w:val="00D67971"/>
    <w:rsid w:val="00D67DCA"/>
    <w:rsid w:val="00D824F1"/>
    <w:rsid w:val="00D83BDE"/>
    <w:rsid w:val="00D86C0B"/>
    <w:rsid w:val="00D96A2E"/>
    <w:rsid w:val="00D97D7E"/>
    <w:rsid w:val="00DA42F0"/>
    <w:rsid w:val="00DA4E67"/>
    <w:rsid w:val="00DA6A0F"/>
    <w:rsid w:val="00DB6E39"/>
    <w:rsid w:val="00DB735E"/>
    <w:rsid w:val="00DC0D5E"/>
    <w:rsid w:val="00DC0DBA"/>
    <w:rsid w:val="00DC2930"/>
    <w:rsid w:val="00DC5D03"/>
    <w:rsid w:val="00DE2B69"/>
    <w:rsid w:val="00DE3AD9"/>
    <w:rsid w:val="00DF0DFB"/>
    <w:rsid w:val="00DF16F6"/>
    <w:rsid w:val="00E00280"/>
    <w:rsid w:val="00E011AE"/>
    <w:rsid w:val="00E03EBB"/>
    <w:rsid w:val="00E04025"/>
    <w:rsid w:val="00E07156"/>
    <w:rsid w:val="00E11DDC"/>
    <w:rsid w:val="00E1215C"/>
    <w:rsid w:val="00E208CC"/>
    <w:rsid w:val="00E20B62"/>
    <w:rsid w:val="00E24C96"/>
    <w:rsid w:val="00E27B28"/>
    <w:rsid w:val="00E36C3C"/>
    <w:rsid w:val="00E41370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90278"/>
    <w:rsid w:val="00E95695"/>
    <w:rsid w:val="00E95CB3"/>
    <w:rsid w:val="00EA6885"/>
    <w:rsid w:val="00EB52B6"/>
    <w:rsid w:val="00EC05F3"/>
    <w:rsid w:val="00EC0D4B"/>
    <w:rsid w:val="00EC20A3"/>
    <w:rsid w:val="00EC4471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CD1"/>
    <w:rsid w:val="00F54EFD"/>
    <w:rsid w:val="00F55430"/>
    <w:rsid w:val="00F6685B"/>
    <w:rsid w:val="00F66B4C"/>
    <w:rsid w:val="00F74505"/>
    <w:rsid w:val="00F7644F"/>
    <w:rsid w:val="00F83763"/>
    <w:rsid w:val="00F841AE"/>
    <w:rsid w:val="00F85B42"/>
    <w:rsid w:val="00F94EBE"/>
    <w:rsid w:val="00FA1EDC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F09A3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7E6F3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29">
    <w:name w:val="Название Знак2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2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29">
    <w:name w:val="Название Знак2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2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218</TotalTime>
  <Pages>99</Pages>
  <Words>18089</Words>
  <Characters>103181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121028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21</cp:revision>
  <cp:lastPrinted>2021-10-25T14:06:00Z</cp:lastPrinted>
  <dcterms:created xsi:type="dcterms:W3CDTF">2021-10-25T05:40:00Z</dcterms:created>
  <dcterms:modified xsi:type="dcterms:W3CDTF">2021-10-27T12:26:00Z</dcterms:modified>
</cp:coreProperties>
</file>